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F74E3" w14:textId="77777777" w:rsidR="004D4419" w:rsidRPr="001562B3" w:rsidRDefault="006B08A5" w:rsidP="00A33695">
      <w:pPr>
        <w:jc w:val="center"/>
        <w:rPr>
          <w:rFonts w:ascii="Times New Roman" w:hAnsi="Times New Roman"/>
          <w:b/>
          <w:sz w:val="24"/>
        </w:rPr>
      </w:pPr>
      <w:bookmarkStart w:id="0" w:name="_Toc262568021"/>
      <w:bookmarkStart w:id="1" w:name="_Toc295829847"/>
      <w:bookmarkStart w:id="2" w:name="_GoBack"/>
      <w:bookmarkEnd w:id="2"/>
      <w:r>
        <w:rPr>
          <w:rFonts w:ascii="Times New Roman" w:hAnsi="Times New Roman"/>
          <w:b/>
          <w:sz w:val="24"/>
        </w:rPr>
        <w:t>CS</w:t>
      </w:r>
    </w:p>
    <w:p w14:paraId="37FA52DC" w14:textId="77777777" w:rsidR="007676ED" w:rsidRPr="001562B3" w:rsidRDefault="007676ED" w:rsidP="00A33695">
      <w:pPr>
        <w:jc w:val="center"/>
        <w:rPr>
          <w:rFonts w:ascii="Times New Roman" w:hAnsi="Times New Roman"/>
          <w:b/>
          <w:sz w:val="24"/>
        </w:rPr>
      </w:pPr>
    </w:p>
    <w:p w14:paraId="19498416" w14:textId="77777777" w:rsidR="002648B0" w:rsidRPr="001562B3" w:rsidRDefault="002648B0" w:rsidP="00A33695">
      <w:pPr>
        <w:jc w:val="center"/>
        <w:rPr>
          <w:rFonts w:ascii="Times New Roman" w:hAnsi="Times New Roman"/>
          <w:b/>
          <w:sz w:val="24"/>
          <w:u w:val="single"/>
        </w:rPr>
      </w:pPr>
      <w:r>
        <w:rPr>
          <w:rFonts w:ascii="Times New Roman" w:hAnsi="Times New Roman"/>
          <w:b/>
          <w:sz w:val="24"/>
          <w:u w:val="single"/>
        </w:rPr>
        <w:t>PŘÍLOHA II</w:t>
      </w:r>
    </w:p>
    <w:p w14:paraId="72B7353D" w14:textId="015A3DEE" w:rsidR="002D5E59" w:rsidRPr="001562B3" w:rsidRDefault="002648B0" w:rsidP="00C271AC">
      <w:pPr>
        <w:jc w:val="center"/>
        <w:rPr>
          <w:rFonts w:ascii="Times New Roman" w:hAnsi="Times New Roman"/>
          <w:b/>
          <w:sz w:val="24"/>
        </w:rPr>
      </w:pPr>
      <w:r>
        <w:rPr>
          <w:rFonts w:ascii="Times New Roman" w:hAnsi="Times New Roman"/>
          <w:b/>
          <w:sz w:val="24"/>
        </w:rPr>
        <w:t>PODÁVÁNÍ ZPRÁV O MINIMÁLNÍM POŽADAVKU NA KAPITÁL A ZPŮSOBILÉ ZÁVAZKY – POKYNY</w:t>
      </w:r>
      <w:bookmarkStart w:id="3" w:name="_Toc264038394"/>
      <w:bookmarkStart w:id="4" w:name="_Toc360188317"/>
      <w:bookmarkStart w:id="5" w:name="_Toc473560865"/>
      <w:bookmarkStart w:id="6" w:name="_Toc45558472"/>
    </w:p>
    <w:p w14:paraId="1E3EA219" w14:textId="498D9ACB" w:rsidR="00937126" w:rsidRPr="001562B3" w:rsidRDefault="00937126" w:rsidP="00C271AC">
      <w:pPr>
        <w:jc w:val="center"/>
        <w:rPr>
          <w:rFonts w:ascii="Times New Roman" w:hAnsi="Times New Roman"/>
        </w:rPr>
      </w:pPr>
    </w:p>
    <w:p w14:paraId="59F3C90B" w14:textId="2D215499" w:rsidR="002648B0" w:rsidRPr="001562B3" w:rsidRDefault="002648B0" w:rsidP="002D5E59">
      <w:pPr>
        <w:pStyle w:val="Heading2"/>
        <w:rPr>
          <w:rFonts w:ascii="Times New Roman" w:hAnsi="Times New Roman"/>
        </w:rPr>
      </w:pPr>
      <w:r>
        <w:rPr>
          <w:rFonts w:ascii="Times New Roman" w:hAnsi="Times New Roman"/>
        </w:rPr>
        <w:t>ČÁST I:</w:t>
      </w:r>
      <w:bookmarkEnd w:id="3"/>
      <w:r>
        <w:rPr>
          <w:rFonts w:ascii="Times New Roman" w:hAnsi="Times New Roman"/>
        </w:rPr>
        <w:t xml:space="preserve"> OBECNÉ POKYNY</w:t>
      </w:r>
      <w:bookmarkEnd w:id="4"/>
      <w:bookmarkEnd w:id="5"/>
      <w:bookmarkEnd w:id="6"/>
    </w:p>
    <w:p w14:paraId="787498EA" w14:textId="5C2F927E" w:rsidR="002648B0" w:rsidRPr="001562B3" w:rsidRDefault="002648B0" w:rsidP="00962025">
      <w:pPr>
        <w:pStyle w:val="Numberedtilelevel1"/>
      </w:pPr>
      <w:bookmarkStart w:id="7" w:name="_Toc360188318"/>
      <w:bookmarkStart w:id="8" w:name="_Toc473560866"/>
      <w:bookmarkStart w:id="9" w:name="_Toc45558473"/>
      <w:r>
        <w:t>Struktura a konvence</w:t>
      </w:r>
      <w:bookmarkEnd w:id="7"/>
      <w:bookmarkEnd w:id="8"/>
      <w:bookmarkEnd w:id="9"/>
    </w:p>
    <w:p w14:paraId="2C1B34C2" w14:textId="170A170D" w:rsidR="002648B0" w:rsidRPr="001562B3" w:rsidRDefault="002648B0" w:rsidP="00BA4811">
      <w:pPr>
        <w:pStyle w:val="Numberedtilelevel1"/>
        <w:numPr>
          <w:ilvl w:val="1"/>
          <w:numId w:val="30"/>
        </w:numPr>
      </w:pPr>
      <w:bookmarkStart w:id="10" w:name="_Toc360188319"/>
      <w:bookmarkStart w:id="11" w:name="_Toc473560867"/>
      <w:bookmarkStart w:id="12" w:name="_Toc16868626"/>
      <w:bookmarkStart w:id="13" w:name="_Toc45558474"/>
      <w:bookmarkStart w:id="14" w:name="_Toc264038399"/>
      <w:bookmarkStart w:id="15" w:name="_Toc294018834"/>
      <w:r>
        <w:t>Struktura</w:t>
      </w:r>
      <w:bookmarkEnd w:id="10"/>
      <w:bookmarkEnd w:id="11"/>
      <w:bookmarkEnd w:id="12"/>
      <w:bookmarkEnd w:id="13"/>
    </w:p>
    <w:p w14:paraId="2AC3B1BF" w14:textId="310ACCAB" w:rsidR="002648B0" w:rsidRPr="001562B3" w:rsidRDefault="00102048" w:rsidP="00E05B92">
      <w:pPr>
        <w:pStyle w:val="InstructionsText2"/>
      </w:pPr>
      <w:r>
        <w:t>Tento rámec pro podávání zpráv o minimálním požadavku na kapitál a způsobilé závazky a celkové kapacitě pro absorpci ztrát zahrnuje čtyři skupiny šablon:</w:t>
      </w:r>
    </w:p>
    <w:p w14:paraId="3086B9DD" w14:textId="5E78D7ED" w:rsidR="002648B0" w:rsidRPr="001562B3" w:rsidRDefault="00142215" w:rsidP="00E05B92">
      <w:pPr>
        <w:pStyle w:val="InstructionsText2"/>
        <w:numPr>
          <w:ilvl w:val="1"/>
          <w:numId w:val="15"/>
        </w:numPr>
      </w:pPr>
      <w:r>
        <w:t>částky: klíčové ukazatele minimálního požadavku na kapitál a způsobilé závazky a celkové kapacity pro absorpci ztrát,</w:t>
      </w:r>
    </w:p>
    <w:p w14:paraId="3B952615" w14:textId="5D008287" w:rsidR="00436204" w:rsidRPr="001562B3" w:rsidRDefault="00142215" w:rsidP="00E05B92">
      <w:pPr>
        <w:pStyle w:val="InstructionsText2"/>
        <w:numPr>
          <w:ilvl w:val="1"/>
          <w:numId w:val="15"/>
        </w:numPr>
      </w:pPr>
      <w:r>
        <w:t>složení a splatnost,</w:t>
      </w:r>
    </w:p>
    <w:p w14:paraId="63E2C274" w14:textId="67BC4149" w:rsidR="002648B0" w:rsidRPr="001562B3" w:rsidRDefault="00102048" w:rsidP="00E05B92">
      <w:pPr>
        <w:pStyle w:val="InstructionsText2"/>
        <w:numPr>
          <w:ilvl w:val="1"/>
          <w:numId w:val="15"/>
        </w:numPr>
      </w:pPr>
      <w:r>
        <w:t>pořadí věřitelů,</w:t>
      </w:r>
    </w:p>
    <w:p w14:paraId="0D4AB948" w14:textId="42C1A351" w:rsidR="002648B0" w:rsidRPr="001562B3" w:rsidRDefault="00142215" w:rsidP="00E05B92">
      <w:pPr>
        <w:pStyle w:val="InstructionsText2"/>
        <w:numPr>
          <w:ilvl w:val="1"/>
          <w:numId w:val="15"/>
        </w:numPr>
      </w:pPr>
      <w:r>
        <w:t>informace týkající se smlouvy.</w:t>
      </w:r>
    </w:p>
    <w:p w14:paraId="0F36F124" w14:textId="59ECD771" w:rsidR="002648B0" w:rsidRPr="001562B3" w:rsidRDefault="002648B0" w:rsidP="00E05B92">
      <w:pPr>
        <w:pStyle w:val="InstructionsText2"/>
      </w:pPr>
      <w:r>
        <w:t>Ke každé šabloně jsou uvedeny odkazy na právní předpisy. V této části nařízení jsou obsaženy další podrobné informace týkající se obecnějších aspektů podávání zpráv v rámci každého souboru šablon a pokyny ohledně konkrétních pozic.</w:t>
      </w:r>
    </w:p>
    <w:p w14:paraId="720FE1D9" w14:textId="727D699E" w:rsidR="002648B0" w:rsidRPr="001562B3" w:rsidRDefault="002648B0" w:rsidP="00BA4811">
      <w:pPr>
        <w:pStyle w:val="Numberedtilelevel1"/>
        <w:numPr>
          <w:ilvl w:val="1"/>
          <w:numId w:val="30"/>
        </w:numPr>
      </w:pPr>
      <w:bookmarkStart w:id="16" w:name="_Toc360188320"/>
      <w:bookmarkStart w:id="17" w:name="_Toc473560868"/>
      <w:bookmarkStart w:id="18" w:name="_Toc16868627"/>
      <w:bookmarkStart w:id="19" w:name="_Toc45558475"/>
      <w:r>
        <w:t>Konvence v oblasti číslování</w:t>
      </w:r>
      <w:bookmarkEnd w:id="16"/>
      <w:bookmarkEnd w:id="17"/>
      <w:bookmarkEnd w:id="18"/>
      <w:bookmarkEnd w:id="19"/>
    </w:p>
    <w:p w14:paraId="66584242" w14:textId="63AA7C63" w:rsidR="002648B0" w:rsidRPr="001562B3" w:rsidRDefault="002648B0" w:rsidP="00E05B92">
      <w:pPr>
        <w:pStyle w:val="InstructionsText2"/>
      </w:pPr>
      <w:r>
        <w:t>Jestliže dokument odkazuje na sloupce, řádky a buňky šablon, řídí se označováním, které je stanoveno v písmenech a) až d). Uvedené číselné kódy se běžně používají v pravidlech pro ověřování stanovených v souladu s přílohou III.</w:t>
      </w:r>
    </w:p>
    <w:p w14:paraId="62F2C4B4" w14:textId="37DCE2FC" w:rsidR="005643EA" w:rsidRPr="001562B3" w:rsidRDefault="00142215" w:rsidP="00E05B92">
      <w:pPr>
        <w:pStyle w:val="InstructionsText2"/>
        <w:numPr>
          <w:ilvl w:val="1"/>
          <w:numId w:val="15"/>
        </w:numPr>
      </w:pPr>
      <w:r>
        <w:t>používá se tento obecný zápis: {šablona;řádek;sloupec};</w:t>
      </w:r>
    </w:p>
    <w:p w14:paraId="7FB9131E" w14:textId="0B707586" w:rsidR="007D41F2" w:rsidRPr="001562B3" w:rsidRDefault="00142215" w:rsidP="00E05B92">
      <w:pPr>
        <w:pStyle w:val="InstructionsText2"/>
        <w:numPr>
          <w:ilvl w:val="1"/>
          <w:numId w:val="15"/>
        </w:numPr>
      </w:pPr>
      <w:r>
        <w:t>odkazy v rámci šablony neobsahují označení šablony: {řádek;sloupec};</w:t>
      </w:r>
    </w:p>
    <w:p w14:paraId="07D8D5F5" w14:textId="74593C91" w:rsidR="007D41F2" w:rsidRPr="001562B3" w:rsidRDefault="00142215" w:rsidP="00E05B92">
      <w:pPr>
        <w:pStyle w:val="InstructionsText2"/>
        <w:numPr>
          <w:ilvl w:val="1"/>
          <w:numId w:val="15"/>
        </w:numPr>
      </w:pPr>
      <w:r>
        <w:t>má-li šablona pouze jeden sloupec, odkazuje se pouze na řádky: {šablona;řádek};</w:t>
      </w:r>
    </w:p>
    <w:p w14:paraId="690EFD8E" w14:textId="1E756AEF" w:rsidR="002648B0" w:rsidRPr="001562B3" w:rsidRDefault="00BD4614" w:rsidP="00E05B92">
      <w:pPr>
        <w:pStyle w:val="InstructionsText2"/>
        <w:numPr>
          <w:ilvl w:val="1"/>
          <w:numId w:val="15"/>
        </w:numPr>
      </w:pPr>
      <w:r>
        <w:t>k vyjádření, že se odkazuje na předem specifikované řádky nebo sloupce, se používá hvězdička.</w:t>
      </w:r>
    </w:p>
    <w:p w14:paraId="7F222ACA" w14:textId="39A09D4E" w:rsidR="002648B0" w:rsidRPr="001562B3" w:rsidRDefault="002648B0" w:rsidP="00BA4811">
      <w:pPr>
        <w:pStyle w:val="Numberedtilelevel1"/>
        <w:numPr>
          <w:ilvl w:val="1"/>
          <w:numId w:val="30"/>
        </w:numPr>
      </w:pPr>
      <w:bookmarkStart w:id="20" w:name="_Toc360188321"/>
      <w:bookmarkStart w:id="21" w:name="_Toc473560869"/>
      <w:bookmarkStart w:id="22" w:name="_Toc16868628"/>
      <w:bookmarkStart w:id="23" w:name="_Toc45558476"/>
      <w:r>
        <w:t>Konvence v oblasti znamének</w:t>
      </w:r>
      <w:bookmarkEnd w:id="14"/>
      <w:bookmarkEnd w:id="15"/>
      <w:bookmarkEnd w:id="20"/>
      <w:bookmarkEnd w:id="21"/>
      <w:bookmarkEnd w:id="22"/>
      <w:bookmarkEnd w:id="23"/>
    </w:p>
    <w:p w14:paraId="5CD09166" w14:textId="3D59906B" w:rsidR="002648B0" w:rsidRPr="001562B3" w:rsidRDefault="002648B0" w:rsidP="00E05B92">
      <w:pPr>
        <w:pStyle w:val="InstructionsText2"/>
      </w:pPr>
      <w:r>
        <w:t xml:space="preserve">Jakákoli částka, která zvyšuje kapitál a způsobilé závazky, objemy rizikově vážených expozic, míru expozice pákového poměru nebo požadavky se zapisuje </w:t>
      </w:r>
      <w:r>
        <w:lastRenderedPageBreak/>
        <w:t>jako kladné číslo. Naopak jakákoli částka, která kapitál a způsobilé závazky, objemy rizikově vážených expozic, míru expozice pákového poměru nebo požadavky snižuje, se vykazuje jako číslo záporné. Je-li před označením položky uvedeno záporné znaménko (–), předpokládá se, že u této položky nebude uvedeno žádné kladné číslo.</w:t>
      </w:r>
    </w:p>
    <w:p w14:paraId="4866E65F" w14:textId="505C1D04" w:rsidR="00304CA5" w:rsidRPr="001562B3" w:rsidRDefault="001F2830" w:rsidP="00BA4811">
      <w:pPr>
        <w:pStyle w:val="Numberedtilelevel1"/>
        <w:numPr>
          <w:ilvl w:val="1"/>
          <w:numId w:val="30"/>
        </w:numPr>
      </w:pPr>
      <w:bookmarkStart w:id="24" w:name="_Toc16868629"/>
      <w:bookmarkStart w:id="25" w:name="_Toc45558477"/>
      <w:r>
        <w:t>Zkratky</w:t>
      </w:r>
      <w:bookmarkEnd w:id="24"/>
      <w:bookmarkEnd w:id="25"/>
    </w:p>
    <w:p w14:paraId="246BFF93" w14:textId="300638DB" w:rsidR="007D41F2" w:rsidRPr="001562B3" w:rsidRDefault="007D41F2" w:rsidP="00E05B92">
      <w:pPr>
        <w:pStyle w:val="InstructionsText2"/>
      </w:pPr>
      <w:r>
        <w:t>Pro účely příloh tohoto nařízení jsou použity tyto zkratky:</w:t>
      </w:r>
    </w:p>
    <w:p w14:paraId="570D1886" w14:textId="160507E7" w:rsidR="007A0406" w:rsidRPr="001562B3" w:rsidRDefault="006876BA" w:rsidP="00E05B92">
      <w:pPr>
        <w:pStyle w:val="InstructionsText2"/>
        <w:numPr>
          <w:ilvl w:val="1"/>
          <w:numId w:val="15"/>
        </w:numPr>
      </w:pPr>
      <w:r>
        <w:t xml:space="preserve"> „MREL“ se rozumí minimální požadavek na kapitál a způsobilé závazky, který je vymezen v článku 45 směrnice 2014/59/EU</w:t>
      </w:r>
      <w:r w:rsidRPr="001562B3">
        <w:rPr>
          <w:rStyle w:val="FootnoteReference"/>
        </w:rPr>
        <w:footnoteReference w:id="2"/>
      </w:r>
      <w:r>
        <w:t>;</w:t>
      </w:r>
    </w:p>
    <w:p w14:paraId="57536738" w14:textId="2A7AE090" w:rsidR="007A0406" w:rsidRPr="001562B3" w:rsidRDefault="007A0406" w:rsidP="00E05B92">
      <w:pPr>
        <w:pStyle w:val="InstructionsText2"/>
        <w:numPr>
          <w:ilvl w:val="1"/>
          <w:numId w:val="15"/>
        </w:numPr>
      </w:pPr>
      <w:r>
        <w:t>„TLAC“ se rozumí požadavky na kapitál a způsobilé závazky pro globální systémově významné instituce (G-SVI) podle článku 92a nařízení (EU) č. 575/2013</w:t>
      </w:r>
      <w:r w:rsidR="006876BA" w:rsidRPr="001562B3">
        <w:rPr>
          <w:rStyle w:val="FootnoteReference"/>
        </w:rPr>
        <w:footnoteReference w:id="3"/>
      </w:r>
      <w:r>
        <w:t>;</w:t>
      </w:r>
    </w:p>
    <w:p w14:paraId="2F8292A9" w14:textId="633B0307" w:rsidR="005C73C9" w:rsidRPr="001562B3" w:rsidRDefault="005C73C9" w:rsidP="00E05B92">
      <w:pPr>
        <w:pStyle w:val="InstructionsText2"/>
        <w:numPr>
          <w:ilvl w:val="1"/>
          <w:numId w:val="15"/>
        </w:numPr>
      </w:pPr>
      <w:r>
        <w:t>„interním TLAC“ se rozumí požadavek na kapitál a způsobilé závazky G-SVI mimo EU podle článku 92b nařízení (EU) č. 575/2013;</w:t>
      </w:r>
    </w:p>
    <w:p w14:paraId="20FFA708" w14:textId="3A916788" w:rsidR="008E638A" w:rsidRPr="001562B3" w:rsidRDefault="008E638A" w:rsidP="00E05B92">
      <w:pPr>
        <w:pStyle w:val="InstructionsText2"/>
        <w:numPr>
          <w:ilvl w:val="1"/>
          <w:numId w:val="15"/>
        </w:numPr>
      </w:pPr>
      <w:r>
        <w:t>„interním MREL“ se rozumí MREL uplatňovaný na subjekty, které samy nejsou subjekty řešícími krizi, podle článku 45f směrnice 2014/59/EU.</w:t>
      </w:r>
    </w:p>
    <w:p w14:paraId="6568EFDF" w14:textId="77777777" w:rsidR="00304CA5" w:rsidRPr="001562B3" w:rsidRDefault="00304CA5" w:rsidP="004125A1">
      <w:pPr>
        <w:rPr>
          <w:rFonts w:ascii="Times New Roman" w:hAnsi="Times New Roman"/>
        </w:rPr>
      </w:pPr>
    </w:p>
    <w:p w14:paraId="31426CA0" w14:textId="02347391" w:rsidR="004A4EB9" w:rsidRPr="001562B3" w:rsidRDefault="004A4EB9" w:rsidP="007B2300">
      <w:pPr>
        <w:pStyle w:val="body"/>
      </w:pPr>
      <w:bookmarkStart w:id="26" w:name="_Toc264033192"/>
      <w:bookmarkEnd w:id="26"/>
    </w:p>
    <w:p w14:paraId="314229FD" w14:textId="77777777" w:rsidR="00AD3F9D" w:rsidRPr="001562B3" w:rsidRDefault="00AD3F9D" w:rsidP="00E05B92">
      <w:pPr>
        <w:pStyle w:val="InstructionsText2"/>
        <w:sectPr w:rsidR="00AD3F9D" w:rsidRPr="001562B3" w:rsidSect="00A801A9">
          <w:headerReference w:type="default" r:id="rId8"/>
          <w:footerReference w:type="default" r:id="rId9"/>
          <w:endnotePr>
            <w:numFmt w:val="decimal"/>
          </w:endnotePr>
          <w:pgSz w:w="11906" w:h="16838"/>
          <w:pgMar w:top="1417" w:right="1417" w:bottom="1134" w:left="1417" w:header="708" w:footer="708" w:gutter="0"/>
          <w:cols w:space="708"/>
          <w:rtlGutter/>
          <w:docGrid w:linePitch="360"/>
        </w:sectPr>
      </w:pPr>
    </w:p>
    <w:p w14:paraId="2FB2FFF1" w14:textId="260E7A8F" w:rsidR="002648B0" w:rsidRPr="001562B3" w:rsidRDefault="002648B0" w:rsidP="00D64B66">
      <w:pPr>
        <w:pStyle w:val="Heading2"/>
        <w:rPr>
          <w:rFonts w:ascii="Times New Roman" w:hAnsi="Times New Roman"/>
        </w:rPr>
      </w:pPr>
      <w:bookmarkStart w:id="27" w:name="_Toc360188322"/>
      <w:bookmarkStart w:id="28" w:name="_Toc473560870"/>
      <w:bookmarkStart w:id="29" w:name="_Toc45558478"/>
      <w:r>
        <w:rPr>
          <w:rFonts w:ascii="Times New Roman" w:hAnsi="Times New Roman"/>
        </w:rPr>
        <w:lastRenderedPageBreak/>
        <w:t>ČÁST II: POKYNY K ŠABLONÁM</w:t>
      </w:r>
      <w:bookmarkEnd w:id="27"/>
      <w:bookmarkEnd w:id="28"/>
      <w:bookmarkEnd w:id="29"/>
    </w:p>
    <w:p w14:paraId="011193F3" w14:textId="255CE50E" w:rsidR="002648B0" w:rsidRPr="001562B3" w:rsidRDefault="00F753F4" w:rsidP="00873459">
      <w:pPr>
        <w:pStyle w:val="Numberedtilelevel1"/>
        <w:numPr>
          <w:ilvl w:val="0"/>
          <w:numId w:val="31"/>
        </w:numPr>
      </w:pPr>
      <w:bookmarkStart w:id="30" w:name="_Toc45558479"/>
      <w:r>
        <w:t>Částky: M 01.00 – Klíčové ukazatele pro MREL a TLAC (KM2)</w:t>
      </w:r>
      <w:bookmarkEnd w:id="30"/>
    </w:p>
    <w:p w14:paraId="33F01D1B" w14:textId="77777777" w:rsidR="00443BEC" w:rsidRPr="001562B3" w:rsidRDefault="00443BEC" w:rsidP="00C271AC">
      <w:pPr>
        <w:pStyle w:val="Numberedtilelevel1"/>
        <w:numPr>
          <w:ilvl w:val="1"/>
          <w:numId w:val="30"/>
        </w:numPr>
      </w:pPr>
      <w:bookmarkStart w:id="31" w:name="_Toc45558480"/>
      <w:r>
        <w:t>Obecné poznámky</w:t>
      </w:r>
      <w:bookmarkEnd w:id="31"/>
    </w:p>
    <w:p w14:paraId="6B3CD7BF" w14:textId="324D0BFD" w:rsidR="00902E77" w:rsidRPr="001562B3" w:rsidRDefault="002701C8" w:rsidP="00E05B92">
      <w:pPr>
        <w:pStyle w:val="InstructionsText2"/>
      </w:pPr>
      <w:r>
        <w:t xml:space="preserve">Sloupec odkazující na minimální požadavek na kapitál a způsobilé závazky (MREL) vyplní subjekty, na které se vztahuje minimální požadavek na kapitál a způsobilé závazky v souladu s článkem 45e směrnice 2014/59/EU. Položky odkazující na požadavek na kapitál a způsobilé závazky </w:t>
      </w:r>
      <w:r w:rsidR="00CD49AE">
        <w:t>G-SVI (TLAC)</w:t>
      </w:r>
      <w:r>
        <w:t xml:space="preserve"> vykazují pouze ty subjekty, které jsou povinny splnit požadavek článku 92a nařízení (EU) č. 575/2013.</w:t>
      </w:r>
    </w:p>
    <w:p w14:paraId="507A7131" w14:textId="255DF8CA" w:rsidR="00443BEC" w:rsidRPr="001562B3" w:rsidRDefault="00443BEC" w:rsidP="00443BEC">
      <w:pPr>
        <w:pStyle w:val="Numberedtilelevel1"/>
        <w:numPr>
          <w:ilvl w:val="1"/>
          <w:numId w:val="30"/>
        </w:numPr>
      </w:pPr>
      <w:bookmarkStart w:id="32" w:name="_Toc45558481"/>
      <w:r>
        <w:t>Pokyny pro konkrétní pozice</w:t>
      </w:r>
      <w:bookmarkEnd w:id="32"/>
    </w:p>
    <w:tbl>
      <w:tblPr>
        <w:tblW w:w="8749" w:type="dxa"/>
        <w:tblInd w:w="539" w:type="dxa"/>
        <w:tblLayout w:type="fixed"/>
        <w:tblLook w:val="00A0" w:firstRow="1" w:lastRow="0" w:firstColumn="1" w:lastColumn="0" w:noHBand="0" w:noVBand="0"/>
      </w:tblPr>
      <w:tblGrid>
        <w:gridCol w:w="1129"/>
        <w:gridCol w:w="7620"/>
      </w:tblGrid>
      <w:tr w:rsidR="00FF0E1F" w:rsidRPr="001562B3"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1562B3" w:rsidRDefault="00FF0E1F" w:rsidP="00E05B92">
            <w:pPr>
              <w:pStyle w:val="InstructionsText"/>
            </w:pPr>
            <w:r>
              <w:t>Sloupce</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1562B3" w:rsidRDefault="00FF0E1F" w:rsidP="00E05B92">
            <w:pPr>
              <w:pStyle w:val="InstructionsText"/>
            </w:pPr>
            <w:r>
              <w:t>Odkazy na právní předpisy a pokyny</w:t>
            </w:r>
          </w:p>
        </w:tc>
      </w:tr>
      <w:tr w:rsidR="00B24942" w:rsidRPr="001562B3"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1562B3" w:rsidRDefault="00B24942" w:rsidP="00E05B92">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1562B3" w:rsidRDefault="00B24942"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Minimální požadavek na kapitál a způsobilé závazky (MREL)</w:t>
            </w:r>
          </w:p>
          <w:p w14:paraId="2AD8D05B" w14:textId="3CD8A827" w:rsidR="00B24942" w:rsidRPr="001562B3" w:rsidRDefault="00B24942" w:rsidP="00E05B92">
            <w:pPr>
              <w:pStyle w:val="InstructionsText"/>
            </w:pPr>
            <w:r>
              <w:rPr>
                <w:rStyle w:val="InstructionsTabelleberschrift"/>
                <w:rFonts w:ascii="Times New Roman" w:hAnsi="Times New Roman"/>
                <w:b w:val="0"/>
                <w:sz w:val="24"/>
                <w:u w:val="none"/>
              </w:rPr>
              <w:t>Články 45 a 45e</w:t>
            </w:r>
            <w:r>
              <w:t xml:space="preserve"> směrnice 2014/59/EU.</w:t>
            </w:r>
          </w:p>
        </w:tc>
      </w:tr>
      <w:tr w:rsidR="00B24942" w:rsidRPr="001562B3"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1562B3" w:rsidRDefault="00B24942" w:rsidP="00E05B92">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47C2E51E" w:rsidR="00B24942" w:rsidRPr="001562B3" w:rsidRDefault="00B24942"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Požadavek na kapitál a způsobilé závazky G-SVI (TLAC)</w:t>
            </w:r>
          </w:p>
          <w:p w14:paraId="3CB88656" w14:textId="5EB7C7A4" w:rsidR="00B24942" w:rsidRPr="001562B3" w:rsidRDefault="00B24942" w:rsidP="00E05B9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Článek 92a </w:t>
            </w:r>
            <w:r>
              <w:t>nařízení (EU) č. 575/2013.</w:t>
            </w:r>
          </w:p>
        </w:tc>
      </w:tr>
    </w:tbl>
    <w:p w14:paraId="131E3F94" w14:textId="2091667C" w:rsidR="00FF0E1F" w:rsidRPr="001562B3" w:rsidRDefault="00FF0E1F" w:rsidP="00E05B9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82729" w:rsidRPr="001562B3" w14:paraId="3CA212D1" w14:textId="77777777" w:rsidTr="00482729">
        <w:tc>
          <w:tcPr>
            <w:tcW w:w="1129" w:type="dxa"/>
            <w:shd w:val="clear" w:color="auto" w:fill="D9D9D9"/>
          </w:tcPr>
          <w:p w14:paraId="3C2709B8" w14:textId="77777777" w:rsidR="00482729" w:rsidRPr="001562B3" w:rsidRDefault="00482729" w:rsidP="00E05B92">
            <w:pPr>
              <w:pStyle w:val="InstructionsText"/>
              <w:rPr>
                <w:rStyle w:val="InstructionsTabelleText"/>
                <w:rFonts w:ascii="Times New Roman" w:hAnsi="Times New Roman"/>
                <w:bCs/>
                <w:sz w:val="24"/>
              </w:rPr>
            </w:pPr>
            <w:r>
              <w:rPr>
                <w:rStyle w:val="InstructionsTabelleText"/>
                <w:rFonts w:ascii="Times New Roman" w:hAnsi="Times New Roman"/>
                <w:sz w:val="24"/>
              </w:rPr>
              <w:t>Řádek</w:t>
            </w:r>
          </w:p>
        </w:tc>
        <w:tc>
          <w:tcPr>
            <w:tcW w:w="7620" w:type="dxa"/>
            <w:shd w:val="clear" w:color="auto" w:fill="D9D9D9"/>
          </w:tcPr>
          <w:p w14:paraId="40ACB4D4" w14:textId="77777777" w:rsidR="00482729" w:rsidRPr="001562B3" w:rsidRDefault="00482729" w:rsidP="00E05B92">
            <w:pPr>
              <w:pStyle w:val="InstructionsText"/>
              <w:rPr>
                <w:rStyle w:val="InstructionsTabelleText"/>
                <w:rFonts w:ascii="Times New Roman" w:hAnsi="Times New Roman"/>
                <w:bCs/>
                <w:sz w:val="24"/>
              </w:rPr>
            </w:pPr>
            <w:r>
              <w:rPr>
                <w:rStyle w:val="InstructionsTabelleText"/>
                <w:rFonts w:ascii="Times New Roman" w:hAnsi="Times New Roman"/>
                <w:sz w:val="24"/>
              </w:rPr>
              <w:t>Odkazy na právní předpisy a pokyny</w:t>
            </w:r>
          </w:p>
        </w:tc>
      </w:tr>
      <w:tr w:rsidR="00482729" w:rsidRPr="001562B3" w14:paraId="10EE241B" w14:textId="77777777" w:rsidTr="00482729">
        <w:tc>
          <w:tcPr>
            <w:tcW w:w="1129" w:type="dxa"/>
          </w:tcPr>
          <w:p w14:paraId="02D860CF" w14:textId="09C9E02C" w:rsidR="00482729" w:rsidRPr="001562B3" w:rsidRDefault="00482729"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0100–0120</w:t>
            </w:r>
          </w:p>
        </w:tc>
        <w:tc>
          <w:tcPr>
            <w:tcW w:w="7620" w:type="dxa"/>
          </w:tcPr>
          <w:p w14:paraId="420690CF" w14:textId="4B72D8DC" w:rsidR="00482729" w:rsidRPr="001562B3" w:rsidRDefault="00D61796" w:rsidP="00E05B9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Celkový objem rizikové expozice a celková míra expozic </w:t>
            </w:r>
          </w:p>
        </w:tc>
      </w:tr>
      <w:tr w:rsidR="00482729" w:rsidRPr="001562B3" w14:paraId="4ABF163D" w14:textId="77777777" w:rsidTr="00482729">
        <w:tc>
          <w:tcPr>
            <w:tcW w:w="1129" w:type="dxa"/>
          </w:tcPr>
          <w:p w14:paraId="1AEBCE31" w14:textId="77777777" w:rsidR="00482729" w:rsidRPr="001562B3" w:rsidRDefault="00482729"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6351F1FC" w14:textId="14541FAF" w:rsidR="00482729" w:rsidRPr="001562B3" w:rsidRDefault="00482729"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Celkový objem rizikové expozice</w:t>
            </w:r>
          </w:p>
          <w:p w14:paraId="2DCC2520" w14:textId="07C3157E" w:rsidR="00EB663A" w:rsidRPr="001562B3" w:rsidRDefault="00740250" w:rsidP="00740250">
            <w:pPr>
              <w:rPr>
                <w:rStyle w:val="FormatvorlageInstructionsTabelleText"/>
                <w:rFonts w:ascii="Times New Roman" w:hAnsi="Times New Roman"/>
                <w:sz w:val="24"/>
              </w:rPr>
            </w:pPr>
            <w:r>
              <w:rPr>
                <w:rStyle w:val="FormatvorlageInstructionsTabelleText"/>
                <w:rFonts w:ascii="Times New Roman" w:hAnsi="Times New Roman"/>
                <w:sz w:val="24"/>
              </w:rPr>
              <w:t>Ustanovení čl. 45 odst. 2 písm. a) směrnice 2014/59/EU a čl. 92 odst. 3 nařízení (EU) č. 575/2013.</w:t>
            </w:r>
          </w:p>
          <w:p w14:paraId="59BD35A0" w14:textId="6FD46776" w:rsidR="00482729" w:rsidRPr="001562B3"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Celkový objem rizikové expozice vykázaný v tomto řádku představuje celkový objem rizikové expozice, který tvoří základ pro splnění požadavků článku 45 směrnice 2014/59/EU nebo případně článku 92a nařízení (EU) č. 575/2013.</w:t>
            </w:r>
          </w:p>
        </w:tc>
      </w:tr>
      <w:tr w:rsidR="00482729" w:rsidRPr="001562B3" w14:paraId="3AD21AA0" w14:textId="77777777" w:rsidTr="00482729">
        <w:tc>
          <w:tcPr>
            <w:tcW w:w="1129" w:type="dxa"/>
          </w:tcPr>
          <w:p w14:paraId="1FC4F735" w14:textId="77777777" w:rsidR="00482729" w:rsidRPr="001562B3" w:rsidRDefault="00482729"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24C65F2" w14:textId="77777777" w:rsidR="00482729" w:rsidRPr="001562B3" w:rsidRDefault="00482729"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Celková míra expozic</w:t>
            </w:r>
          </w:p>
          <w:p w14:paraId="1A7F5C6F" w14:textId="0FEF4F72" w:rsidR="00482729" w:rsidRPr="001562B3" w:rsidRDefault="00740250" w:rsidP="00740250">
            <w:pPr>
              <w:rPr>
                <w:rStyle w:val="FormatvorlageInstructionsTabelleText"/>
                <w:rFonts w:ascii="Times New Roman" w:hAnsi="Times New Roman"/>
                <w:sz w:val="24"/>
              </w:rPr>
            </w:pPr>
            <w:r>
              <w:rPr>
                <w:rStyle w:val="FormatvorlageInstructionsTabelleText"/>
                <w:rFonts w:ascii="Times New Roman" w:hAnsi="Times New Roman"/>
                <w:sz w:val="24"/>
              </w:rPr>
              <w:t>Ustanovení čl. 45 odst. 2 písm. b) směrnice 2014/59/EU, čl. 429 odst. 4 a článku 429a nařízení (EU) č. 575/2013.</w:t>
            </w:r>
          </w:p>
          <w:p w14:paraId="27EFEFE0" w14:textId="3256C09C" w:rsidR="00EB663A" w:rsidRPr="001562B3"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Celková míra expozic vykázaná v tomto řádku představuje celkovou míru expozic, která tvoří základ pro splnění požadavků článku 45 směrnice 2014/59/EU nebo případně článku 92a nařízení (EU) č. 575/2013.</w:t>
            </w:r>
          </w:p>
        </w:tc>
      </w:tr>
      <w:tr w:rsidR="00833ACC" w:rsidRPr="001562B3" w14:paraId="5ACF39FB" w14:textId="77777777" w:rsidTr="00482729">
        <w:tc>
          <w:tcPr>
            <w:tcW w:w="1129" w:type="dxa"/>
          </w:tcPr>
          <w:p w14:paraId="1A555FC6" w14:textId="6E8FDEAE" w:rsidR="00833ACC" w:rsidRPr="001562B3" w:rsidRDefault="00833ACC"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0200–0230</w:t>
            </w:r>
          </w:p>
        </w:tc>
        <w:tc>
          <w:tcPr>
            <w:tcW w:w="7620" w:type="dxa"/>
          </w:tcPr>
          <w:p w14:paraId="5847F001" w14:textId="7DB76AE6" w:rsidR="00833ACC" w:rsidRPr="001562B3" w:rsidRDefault="00833ACC"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Kapitál a způsobilé závazky</w:t>
            </w:r>
          </w:p>
        </w:tc>
      </w:tr>
      <w:tr w:rsidR="00833ACC" w:rsidRPr="001562B3" w14:paraId="56610C42" w14:textId="77777777" w:rsidTr="00482729">
        <w:tc>
          <w:tcPr>
            <w:tcW w:w="1129" w:type="dxa"/>
          </w:tcPr>
          <w:p w14:paraId="20C9006A" w14:textId="4D78796C" w:rsidR="00833ACC" w:rsidRPr="001562B3" w:rsidRDefault="00833ACC"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69CC3F9F" w14:textId="44BAB6DC" w:rsidR="00833ACC" w:rsidRPr="001562B3" w:rsidRDefault="00833ACC"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Kapitál a způsobilé závazky</w:t>
            </w:r>
          </w:p>
          <w:p w14:paraId="23602173" w14:textId="13A6C1A6" w:rsidR="00014A29" w:rsidRPr="001562B3" w:rsidRDefault="00014A29" w:rsidP="00833ACC">
            <w:pPr>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BB19EC3" w14:textId="6EEA08CA" w:rsidR="00833ACC" w:rsidRPr="001562B3" w:rsidRDefault="00833ACC" w:rsidP="00833ACC">
            <w:pPr>
              <w:rPr>
                <w:rStyle w:val="FormatvorlageInstructionsTabelleText"/>
                <w:rFonts w:ascii="Times New Roman" w:hAnsi="Times New Roman"/>
                <w:sz w:val="24"/>
              </w:rPr>
            </w:pPr>
            <w:r>
              <w:rPr>
                <w:rStyle w:val="FormatvorlageInstructionsTabelleText"/>
                <w:rFonts w:ascii="Times New Roman" w:hAnsi="Times New Roman"/>
                <w:sz w:val="24"/>
              </w:rPr>
              <w:t>Výše kapitálu a způsobilých závazků započítávaných do požadavku MREL se vykazuje jako součet:</w:t>
            </w:r>
          </w:p>
          <w:p w14:paraId="48247D2D" w14:textId="666A62C5" w:rsidR="00833ACC" w:rsidRPr="001562B3" w:rsidRDefault="00833ACC" w:rsidP="00454476">
            <w:pPr>
              <w:pStyle w:val="ListParagraph"/>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kapitálu ve smyslu čl. 4 odst. 1 bodu 118 a článku 72 nařízení (EU) č. 575/2013; </w:t>
            </w:r>
          </w:p>
          <w:p w14:paraId="4562E31B" w14:textId="5855FB9A" w:rsidR="00833ACC" w:rsidRPr="001562B3" w:rsidRDefault="00031DC6" w:rsidP="00454476">
            <w:pPr>
              <w:pStyle w:val="ListParagraph"/>
              <w:numPr>
                <w:ilvl w:val="0"/>
                <w:numId w:val="20"/>
              </w:numPr>
              <w:rPr>
                <w:rStyle w:val="FormatvorlageInstructionsTabelleText"/>
                <w:rFonts w:ascii="Times New Roman" w:hAnsi="Times New Roman"/>
                <w:sz w:val="24"/>
                <w:u w:val="single"/>
              </w:rPr>
            </w:pPr>
            <w:r>
              <w:rPr>
                <w:rStyle w:val="FormatvorlageInstructionsTabelleText"/>
                <w:rFonts w:ascii="Times New Roman" w:hAnsi="Times New Roman"/>
                <w:sz w:val="24"/>
              </w:rPr>
              <w:t>způsobilých závazků ve smyslu čl. 2 odst. 1 bodu 71a směrnice 2014/59/EU.</w:t>
            </w:r>
          </w:p>
          <w:p w14:paraId="08E53EB1" w14:textId="75A237C1" w:rsidR="00014A29" w:rsidRPr="001562B3" w:rsidRDefault="00014A29" w:rsidP="00CC7A43">
            <w:pPr>
              <w:rPr>
                <w:rStyle w:val="FormatvorlageInstructionsTabelleText"/>
                <w:rFonts w:ascii="Times New Roman" w:hAnsi="Times New Roman"/>
                <w:sz w:val="24"/>
                <w:u w:val="single"/>
              </w:rPr>
            </w:pPr>
            <w:r>
              <w:rPr>
                <w:rStyle w:val="FormatvorlageInstructionsTabelleText"/>
                <w:rFonts w:ascii="Times New Roman" w:hAnsi="Times New Roman"/>
                <w:sz w:val="24"/>
              </w:rPr>
              <w:t>Nástroj, který se řídí právem třetí země, se do tohoto řádku zahrne pouze v případě, že splňuje požadavky článku 55 směrnice 2014/59/EU.</w:t>
            </w:r>
          </w:p>
          <w:p w14:paraId="3802483D" w14:textId="72951D63" w:rsidR="00014A29" w:rsidRPr="001562B3" w:rsidRDefault="00014A29" w:rsidP="007B2300">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172C64BD" w14:textId="0DE97941" w:rsidR="00C74C49" w:rsidRPr="001562B3" w:rsidRDefault="00C74C49" w:rsidP="00CC7A43">
            <w:pPr>
              <w:rPr>
                <w:rStyle w:val="FormatvorlageInstructionsTabelleText"/>
                <w:rFonts w:ascii="Times New Roman" w:hAnsi="Times New Roman"/>
                <w:sz w:val="24"/>
              </w:rPr>
            </w:pPr>
            <w:r>
              <w:rPr>
                <w:rStyle w:val="FormatvorlageInstructionsTabelleText"/>
                <w:rFonts w:ascii="Times New Roman" w:hAnsi="Times New Roman"/>
                <w:sz w:val="24"/>
              </w:rPr>
              <w:t xml:space="preserve">Výše kapitálu a způsobilých závazků započítávaných do požadavku na kapitál a způsobilé závazky </w:t>
            </w:r>
            <w:r w:rsidR="00CD49AE">
              <w:rPr>
                <w:rStyle w:val="FormatvorlageInstructionsTabelleText"/>
                <w:rFonts w:ascii="Times New Roman" w:hAnsi="Times New Roman"/>
                <w:sz w:val="24"/>
              </w:rPr>
              <w:t>G-SVI (TLAC)</w:t>
            </w:r>
            <w:r>
              <w:rPr>
                <w:rStyle w:val="FormatvorlageInstructionsTabelleText"/>
                <w:rFonts w:ascii="Times New Roman" w:hAnsi="Times New Roman"/>
                <w:sz w:val="24"/>
              </w:rPr>
              <w:t xml:space="preserve"> je částka uvedená v článku 72l nařízení (EU) č. 575/2013, která se skládá z:</w:t>
            </w:r>
          </w:p>
          <w:p w14:paraId="2C797F81" w14:textId="2FDF57B4" w:rsidR="00C74C49" w:rsidRPr="001562B3" w:rsidRDefault="00C74C49" w:rsidP="00FC7D64">
            <w:pPr>
              <w:pStyle w:val="ListParagraph"/>
              <w:numPr>
                <w:ilvl w:val="0"/>
                <w:numId w:val="22"/>
              </w:numPr>
              <w:rPr>
                <w:rStyle w:val="FormatvorlageInstructionsTabelleText"/>
                <w:rFonts w:ascii="Times New Roman" w:hAnsi="Times New Roman"/>
                <w:sz w:val="24"/>
                <w:u w:val="single"/>
              </w:rPr>
            </w:pPr>
            <w:r>
              <w:rPr>
                <w:rStyle w:val="FormatvorlageInstructionsTabelleText"/>
                <w:rFonts w:ascii="Times New Roman" w:hAnsi="Times New Roman"/>
                <w:sz w:val="24"/>
              </w:rPr>
              <w:t>kapitálu ve smyslu čl. 4 odst. 1 bodu 118 a článku 72 nařízení (EU) č. 575/2013;</w:t>
            </w:r>
          </w:p>
          <w:p w14:paraId="5A219BC0" w14:textId="42171A65" w:rsidR="00C60A1B" w:rsidRPr="001562B3" w:rsidRDefault="00C74C49" w:rsidP="00FC7D64">
            <w:pPr>
              <w:pStyle w:val="ListParagraph"/>
              <w:numPr>
                <w:ilvl w:val="0"/>
                <w:numId w:val="22"/>
              </w:numPr>
              <w:rPr>
                <w:rStyle w:val="InstructionsTabelleberschrift"/>
                <w:rFonts w:ascii="Times New Roman" w:hAnsi="Times New Roman"/>
                <w:b w:val="0"/>
                <w:sz w:val="24"/>
              </w:rPr>
            </w:pPr>
            <w:r>
              <w:rPr>
                <w:rStyle w:val="FormatvorlageInstructionsTabelleText"/>
                <w:rFonts w:ascii="Times New Roman" w:hAnsi="Times New Roman"/>
                <w:sz w:val="24"/>
              </w:rPr>
              <w:t>způsobilých závazků v souladu s článkem 72k nařízení (EU) č. 575/2013.</w:t>
            </w:r>
          </w:p>
        </w:tc>
      </w:tr>
      <w:tr w:rsidR="00CC7A43" w:rsidRPr="001562B3" w14:paraId="0580BAE0" w14:textId="77777777" w:rsidTr="00482729">
        <w:tc>
          <w:tcPr>
            <w:tcW w:w="1129" w:type="dxa"/>
          </w:tcPr>
          <w:p w14:paraId="7F1FCE61" w14:textId="5708257A" w:rsidR="00CC7A43" w:rsidRPr="001562B3" w:rsidRDefault="00CC7A43"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4DC5951E" w14:textId="6BE2382C" w:rsidR="00CC7A43" w:rsidRPr="001562B3" w:rsidRDefault="00E05B92"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w:t>
            </w:r>
            <w:r w:rsidR="00CC7A43">
              <w:rPr>
                <w:rStyle w:val="InstructionsTabelleberschrift"/>
                <w:rFonts w:ascii="Times New Roman" w:hAnsi="Times New Roman"/>
                <w:sz w:val="24"/>
              </w:rPr>
              <w:t> toho: kapitál a podřízené závazky</w:t>
            </w:r>
          </w:p>
          <w:p w14:paraId="2FF67EC2" w14:textId="46DA0283" w:rsidR="00CC7A43" w:rsidRPr="001562B3" w:rsidRDefault="00CC7A43" w:rsidP="00E05B9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Výše kapitálu a podřízených způsobilých závazků započítávaných do požadavku MREL se vykazuje jako součet:</w:t>
            </w:r>
          </w:p>
          <w:p w14:paraId="1E69B0AB" w14:textId="5FCA8702" w:rsidR="00CC7A43" w:rsidRPr="001562B3" w:rsidRDefault="00CC7A43" w:rsidP="007B2300">
            <w:pPr>
              <w:pStyle w:val="ListParagraph"/>
              <w:numPr>
                <w:ilvl w:val="0"/>
                <w:numId w:val="45"/>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kapitálu </w:t>
            </w:r>
            <w:r>
              <w:rPr>
                <w:rStyle w:val="FormatvorlageInstructionsTabelleText"/>
                <w:rFonts w:ascii="Times New Roman" w:hAnsi="Times New Roman"/>
                <w:sz w:val="24"/>
              </w:rPr>
              <w:t>ve</w:t>
            </w:r>
            <w:r>
              <w:rPr>
                <w:rStyle w:val="InstructionsTabelleberschrift"/>
                <w:rFonts w:ascii="Times New Roman" w:hAnsi="Times New Roman"/>
                <w:b w:val="0"/>
                <w:sz w:val="24"/>
                <w:u w:val="none"/>
              </w:rPr>
              <w:t xml:space="preserve"> smyslu čl. 4 odst. 1 bodu 118 a článku 72 </w:t>
            </w:r>
            <w:r>
              <w:rPr>
                <w:rStyle w:val="FormatvorlageInstructionsTabelleText"/>
                <w:rFonts w:ascii="Times New Roman" w:hAnsi="Times New Roman"/>
                <w:sz w:val="24"/>
              </w:rPr>
              <w:t>nařízení (EU) č. 575/2013</w:t>
            </w:r>
            <w:r>
              <w:rPr>
                <w:rStyle w:val="InstructionsTabelleberschrift"/>
                <w:rFonts w:ascii="Times New Roman" w:hAnsi="Times New Roman"/>
                <w:b w:val="0"/>
                <w:sz w:val="24"/>
                <w:u w:val="none"/>
              </w:rPr>
              <w:t>;</w:t>
            </w:r>
          </w:p>
          <w:p w14:paraId="2CA01563" w14:textId="14FD37EF" w:rsidR="00DE3106" w:rsidRPr="001562B3" w:rsidRDefault="00031DC6" w:rsidP="00E55589">
            <w:pPr>
              <w:pStyle w:val="ListParagraph"/>
              <w:numPr>
                <w:ilvl w:val="0"/>
                <w:numId w:val="45"/>
              </w:numPr>
              <w:rPr>
                <w:rStyle w:val="FormatvorlageInstructionsTabelleText"/>
                <w:rFonts w:ascii="Times New Roman" w:hAnsi="Times New Roman"/>
                <w:sz w:val="24"/>
              </w:rPr>
            </w:pPr>
            <w:r>
              <w:rPr>
                <w:rStyle w:val="InstructionsTabelleberschrift"/>
                <w:rFonts w:ascii="Times New Roman" w:hAnsi="Times New Roman"/>
                <w:b w:val="0"/>
                <w:sz w:val="24"/>
                <w:u w:val="none"/>
              </w:rPr>
              <w:t>způsobilých závazků zahrnutých do</w:t>
            </w:r>
            <w:r>
              <w:rPr>
                <w:rStyle w:val="FormatvorlageInstructionsTabelleText"/>
                <w:rFonts w:ascii="Times New Roman" w:hAnsi="Times New Roman"/>
                <w:sz w:val="24"/>
              </w:rPr>
              <w:t xml:space="preserve"> výše kapitálu a způsobilých závazků podle článku 45b směrnice 2014/59/EU, které jsou podřízenými způsobilými nástroji ve smyslu čl. 2 odst. 1 bodu 71b uvedené směrnice;</w:t>
            </w:r>
          </w:p>
          <w:p w14:paraId="013BC1DB" w14:textId="4C025BAC" w:rsidR="007B2300" w:rsidRPr="001562B3" w:rsidRDefault="00DE3106" w:rsidP="007B2300">
            <w:pPr>
              <w:pStyle w:val="ListParagraph"/>
              <w:numPr>
                <w:ilvl w:val="0"/>
                <w:numId w:val="45"/>
              </w:numPr>
              <w:rPr>
                <w:rStyle w:val="FormatvorlageInstructionsTabelleText"/>
                <w:rFonts w:ascii="Times New Roman" w:hAnsi="Times New Roman"/>
                <w:sz w:val="24"/>
                <w:u w:val="single"/>
              </w:rPr>
            </w:pPr>
            <w:r>
              <w:rPr>
                <w:rStyle w:val="InstructionsTabelleberschrift"/>
                <w:rFonts w:ascii="Times New Roman" w:hAnsi="Times New Roman"/>
                <w:b w:val="0"/>
                <w:sz w:val="24"/>
                <w:u w:val="none"/>
              </w:rPr>
              <w:t>závazků</w:t>
            </w:r>
            <w:r>
              <w:rPr>
                <w:rStyle w:val="FormatvorlageInstructionsTabelleText"/>
                <w:rFonts w:ascii="Times New Roman" w:hAnsi="Times New Roman"/>
                <w:sz w:val="24"/>
              </w:rPr>
              <w:t xml:space="preserve"> zahrnutých do výše kapitálu a způsobilých závazků v souladu s čl. 45b odst. 3 směrnice 2014/59/EU.</w:t>
            </w:r>
          </w:p>
          <w:p w14:paraId="023D5208" w14:textId="1183B459" w:rsidR="00CC7A43" w:rsidRPr="001562B3" w:rsidRDefault="0036191E" w:rsidP="00E55589">
            <w:pPr>
              <w:rPr>
                <w:rStyle w:val="InstructionsTabelleberschrift"/>
                <w:rFonts w:ascii="Times New Roman" w:hAnsi="Times New Roman"/>
                <w:b w:val="0"/>
                <w:sz w:val="24"/>
                <w:u w:val="none"/>
              </w:rPr>
            </w:pPr>
            <w:r>
              <w:rPr>
                <w:rStyle w:val="FormatvorlageInstructionsTabelleText"/>
                <w:rFonts w:ascii="Times New Roman" w:hAnsi="Times New Roman"/>
                <w:sz w:val="24"/>
              </w:rPr>
              <w:t>Nástroj, který se řídí právem třetí země, se do tohoto řádku zahrne pouze v případě, že splňuje požadavky článku 55 směrnice 2014/59/EU.</w:t>
            </w:r>
          </w:p>
        </w:tc>
      </w:tr>
      <w:tr w:rsidR="000D5110" w:rsidRPr="001562B3" w14:paraId="4FA2C35D" w14:textId="77777777" w:rsidTr="000D5110">
        <w:tc>
          <w:tcPr>
            <w:tcW w:w="1129" w:type="dxa"/>
          </w:tcPr>
          <w:p w14:paraId="260B136D" w14:textId="21AE5F32" w:rsidR="000D5110" w:rsidRPr="001562B3" w:rsidRDefault="000D5110"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11F50189" w14:textId="5F6372C4" w:rsidR="000D5110" w:rsidRPr="001562B3" w:rsidRDefault="00E05B92"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w:t>
            </w:r>
            <w:r w:rsidR="000D5110">
              <w:rPr>
                <w:rStyle w:val="InstructionsTabelleberschrift"/>
                <w:rFonts w:ascii="Times New Roman" w:hAnsi="Times New Roman"/>
                <w:sz w:val="24"/>
              </w:rPr>
              <w:t> toho se řídí právem třetí země</w:t>
            </w:r>
          </w:p>
          <w:p w14:paraId="1FA67352" w14:textId="511A7DCE" w:rsidR="000D5110" w:rsidRPr="001562B3" w:rsidRDefault="000D5110" w:rsidP="00E05B9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Výše kapitálu a způsobilých závazků, které se řídí právem třetí země, jak je uvedeno v článku 55 směrnice 2014/59/EU.</w:t>
            </w:r>
          </w:p>
        </w:tc>
      </w:tr>
      <w:tr w:rsidR="000D5110" w:rsidRPr="001562B3" w14:paraId="5C23CDC9" w14:textId="77777777" w:rsidTr="000D5110">
        <w:tc>
          <w:tcPr>
            <w:tcW w:w="1129" w:type="dxa"/>
          </w:tcPr>
          <w:p w14:paraId="322DB7EE" w14:textId="42E1D608" w:rsidR="000D5110" w:rsidRPr="001562B3" w:rsidRDefault="000D5110"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1EF5E394" w14:textId="385F8BCB" w:rsidR="000D5110" w:rsidRPr="001562B3" w:rsidRDefault="00E05B92"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w:t>
            </w:r>
            <w:r w:rsidR="000D5110">
              <w:rPr>
                <w:rStyle w:val="InstructionsTabelleberschrift"/>
                <w:rFonts w:ascii="Times New Roman" w:hAnsi="Times New Roman"/>
                <w:sz w:val="24"/>
              </w:rPr>
              <w:t> toho obsahující ustanovení o odpisu a konverzi uvedené v článku 55 směrnice 2014/59/EU</w:t>
            </w:r>
          </w:p>
          <w:p w14:paraId="5A286E7E" w14:textId="06727C74" w:rsidR="000D5110" w:rsidRPr="001562B3" w:rsidRDefault="000D5110" w:rsidP="00E05B9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Výše kapitálu a způsobilých závazků, které se řídí právem třetí země a které obsahují ustanovení o odpisu a konverzi, jak je uvedeno v článku 55</w:t>
            </w:r>
            <w:r>
              <w:t xml:space="preserve"> </w:t>
            </w:r>
            <w:r>
              <w:rPr>
                <w:rStyle w:val="FormatvorlageInstructionsTabelleText"/>
                <w:rFonts w:ascii="Times New Roman" w:hAnsi="Times New Roman"/>
                <w:sz w:val="24"/>
              </w:rPr>
              <w:t>směrnice 2014/59/EU</w:t>
            </w:r>
            <w:r>
              <w:rPr>
                <w:rStyle w:val="InstructionsTabelleberschrift"/>
                <w:rFonts w:ascii="Times New Roman" w:hAnsi="Times New Roman"/>
                <w:b w:val="0"/>
                <w:sz w:val="24"/>
                <w:u w:val="none"/>
              </w:rPr>
              <w:t>.</w:t>
            </w:r>
          </w:p>
        </w:tc>
      </w:tr>
      <w:tr w:rsidR="00C725CB" w:rsidRPr="001562B3" w14:paraId="520E2C77" w14:textId="77777777" w:rsidTr="00482729">
        <w:tc>
          <w:tcPr>
            <w:tcW w:w="1129" w:type="dxa"/>
          </w:tcPr>
          <w:p w14:paraId="6194C92E" w14:textId="711D1B3F" w:rsidR="00C725CB" w:rsidRPr="001562B3" w:rsidRDefault="00C725CB"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0250–0290</w:t>
            </w:r>
          </w:p>
        </w:tc>
        <w:tc>
          <w:tcPr>
            <w:tcW w:w="7620" w:type="dxa"/>
          </w:tcPr>
          <w:p w14:paraId="1E3DF83A" w14:textId="77777777" w:rsidR="00C725CB" w:rsidRPr="001562B3" w:rsidRDefault="00975018"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Jiné závazky použitelné k rekapitalizaci z vnitřních zdrojů</w:t>
            </w:r>
          </w:p>
          <w:p w14:paraId="23F6E725" w14:textId="661BFC95" w:rsidR="00303127" w:rsidRPr="001562B3" w:rsidRDefault="00093411" w:rsidP="00E05B9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Subjekty, které ke dni podání této informace drží kapitál a způsobilé závazky ve výši alespoň 150 % požadavku stanoveného v čl. 45 odst. 1 </w:t>
            </w:r>
            <w:r>
              <w:rPr>
                <w:rStyle w:val="FormatvorlageInstructionsTabelleText"/>
                <w:rFonts w:ascii="Times New Roman" w:hAnsi="Times New Roman"/>
                <w:sz w:val="24"/>
              </w:rPr>
              <w:t>směrnice 2014/59/EU</w:t>
            </w:r>
            <w:r>
              <w:rPr>
                <w:rStyle w:val="InstructionsTabelleberschrift"/>
                <w:rFonts w:ascii="Times New Roman" w:hAnsi="Times New Roman"/>
                <w:b w:val="0"/>
                <w:sz w:val="24"/>
                <w:u w:val="none"/>
              </w:rPr>
              <w:t>, jsou osvobozeny od vykazování údajů v řádcích 0250 až 0290. Tyto subjekty mohou tyto údaje v této šabloně vykazovat dobrovolně.</w:t>
            </w:r>
          </w:p>
        </w:tc>
      </w:tr>
      <w:tr w:rsidR="00975018" w:rsidRPr="001562B3" w14:paraId="42F97DBF" w14:textId="77777777" w:rsidTr="00482729">
        <w:tc>
          <w:tcPr>
            <w:tcW w:w="1129" w:type="dxa"/>
          </w:tcPr>
          <w:p w14:paraId="3162371B" w14:textId="2087A44F" w:rsidR="00975018" w:rsidRPr="001562B3" w:rsidRDefault="0097501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5DF67F30" w14:textId="4A1B3CDE" w:rsidR="00975018" w:rsidRPr="001562B3" w:rsidRDefault="00975018"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Jiné závazky použitelné k rekapitalizaci z vnitřních zdrojů</w:t>
            </w:r>
          </w:p>
          <w:p w14:paraId="13517B1C" w14:textId="428E834A" w:rsidR="007705FD" w:rsidRPr="001562B3" w:rsidRDefault="00810D53" w:rsidP="00E05B9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Výše závazků použitelných k rekapitalizaci z vnitřních zdrojů ve smyslu čl. 2 odst. 1 bodu 71 </w:t>
            </w:r>
            <w:r>
              <w:rPr>
                <w:rStyle w:val="FormatvorlageInstructionsTabelleText"/>
                <w:rFonts w:ascii="Times New Roman" w:hAnsi="Times New Roman"/>
                <w:sz w:val="24"/>
              </w:rPr>
              <w:t>směrnice 2014/59/EU</w:t>
            </w:r>
            <w:r>
              <w:rPr>
                <w:rStyle w:val="InstructionsTabelleberschrift"/>
                <w:rFonts w:ascii="Times New Roman" w:hAnsi="Times New Roman"/>
                <w:b w:val="0"/>
                <w:sz w:val="24"/>
                <w:u w:val="none"/>
              </w:rPr>
              <w:t>, které nejsou zahrnuty do kapitálu a způsobilých závazků v souladu s článkem 45b uvedené směrnice.</w:t>
            </w:r>
          </w:p>
          <w:p w14:paraId="1FE8D9D5" w14:textId="37E5610F" w:rsidR="000B5B4D" w:rsidRPr="001562B3" w:rsidRDefault="000B5B4D" w:rsidP="00E05B9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Tato částka odpovídá rozdílu mezi závazky nevyloučenými z rekapitalizace z vnitřních zdrojů vykázanými v {ř0300;s0090} vzoru Z 02.00 stanoveném v příloze I prováděcího nařízení Komise (EU) 2018/1624</w:t>
            </w:r>
            <w:r w:rsidR="009D5DA0" w:rsidRPr="001562B3">
              <w:rPr>
                <w:rStyle w:val="FootnoteReference"/>
                <w:bCs/>
              </w:rPr>
              <w:footnoteReference w:id="4"/>
            </w:r>
            <w:r>
              <w:rPr>
                <w:rStyle w:val="InstructionsTabelleberschrift"/>
                <w:rFonts w:ascii="Times New Roman" w:hAnsi="Times New Roman"/>
                <w:b w:val="0"/>
                <w:sz w:val="24"/>
                <w:u w:val="none"/>
              </w:rPr>
              <w:t xml:space="preserve"> a způsobilými závazky vykázanými v {ř0200} této šablony.</w:t>
            </w:r>
          </w:p>
        </w:tc>
      </w:tr>
      <w:tr w:rsidR="00975018" w:rsidRPr="001562B3" w14:paraId="5A270F57" w14:textId="77777777" w:rsidTr="00482729">
        <w:tc>
          <w:tcPr>
            <w:tcW w:w="1129" w:type="dxa"/>
          </w:tcPr>
          <w:p w14:paraId="4AC52576" w14:textId="6D98DAFD" w:rsidR="00975018" w:rsidRPr="001562B3" w:rsidRDefault="0097501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7CF081FC" w14:textId="7DB9D810" w:rsidR="00975018" w:rsidRPr="001562B3" w:rsidRDefault="00E05B92"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w:t>
            </w:r>
            <w:r w:rsidR="000B5B4D">
              <w:rPr>
                <w:rStyle w:val="InstructionsTabelleberschrift"/>
                <w:rFonts w:ascii="Times New Roman" w:hAnsi="Times New Roman"/>
                <w:sz w:val="24"/>
              </w:rPr>
              <w:t> toho se řídí právem třetí země</w:t>
            </w:r>
          </w:p>
          <w:p w14:paraId="083AFDCB" w14:textId="463FBABB" w:rsidR="000B5B4D" w:rsidRPr="001562B3" w:rsidRDefault="000B5B4D" w:rsidP="00E05B9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Výše jiných závazků použitelných k rekapitalizaci z vnitřních zdrojů, které se řídí právem třetí země, jak je uvedeno v článku 55</w:t>
            </w:r>
            <w:r>
              <w:t xml:space="preserve"> směrnice 2014/59/EU</w:t>
            </w:r>
            <w:r>
              <w:rPr>
                <w:rStyle w:val="InstructionsTabelleberschrift"/>
                <w:rFonts w:ascii="Times New Roman" w:hAnsi="Times New Roman"/>
                <w:b w:val="0"/>
                <w:sz w:val="24"/>
                <w:u w:val="none"/>
              </w:rPr>
              <w:t>.</w:t>
            </w:r>
          </w:p>
        </w:tc>
      </w:tr>
      <w:tr w:rsidR="00975018" w:rsidRPr="001562B3" w14:paraId="5EAA89AD" w14:textId="77777777" w:rsidTr="00482729">
        <w:tc>
          <w:tcPr>
            <w:tcW w:w="1129" w:type="dxa"/>
          </w:tcPr>
          <w:p w14:paraId="509F7041" w14:textId="18983768" w:rsidR="00975018" w:rsidRPr="001562B3" w:rsidRDefault="0097501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6C3DE5F1" w14:textId="1D1C9DE8" w:rsidR="00975018" w:rsidRPr="001562B3" w:rsidRDefault="00E05B92"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w:t>
            </w:r>
            <w:r w:rsidR="000B5B4D">
              <w:rPr>
                <w:rStyle w:val="InstructionsTabelleberschrift"/>
                <w:rFonts w:ascii="Times New Roman" w:hAnsi="Times New Roman"/>
                <w:sz w:val="24"/>
              </w:rPr>
              <w:t> toho obsahující ustanovení o odpisu a konverzi uvedené v článku 55 směrnice 2014/59/EU</w:t>
            </w:r>
          </w:p>
          <w:p w14:paraId="0FA24129" w14:textId="7C351D54" w:rsidR="000B5B4D" w:rsidRPr="001562B3" w:rsidRDefault="002A4F17" w:rsidP="00E05B9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Výše jiných závazků použitelných k rekapitalizaci z vnitřních zdrojů, které se řídí právem třetí země a které obsahují ustanovení o odpisu a konverzi, jak je uvedeno v článku 55 směrnice 2014/59/EU.</w:t>
            </w:r>
          </w:p>
        </w:tc>
      </w:tr>
      <w:tr w:rsidR="00EC3749" w:rsidRPr="001562B3" w14:paraId="73B1588C" w14:textId="77777777" w:rsidTr="00482729">
        <w:tc>
          <w:tcPr>
            <w:tcW w:w="1129" w:type="dxa"/>
          </w:tcPr>
          <w:p w14:paraId="7ADCB31C" w14:textId="569C6F29" w:rsidR="00EC3749" w:rsidRPr="001562B3" w:rsidRDefault="00EC3749"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0280–0290</w:t>
            </w:r>
          </w:p>
        </w:tc>
        <w:tc>
          <w:tcPr>
            <w:tcW w:w="7620" w:type="dxa"/>
          </w:tcPr>
          <w:p w14:paraId="7FD04343" w14:textId="76053762" w:rsidR="00EC3749" w:rsidRPr="001562B3" w:rsidRDefault="00EC3749"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Rozčlenění jiných závazků použitelných k rekapitalizaci z vnitřních zdrojů podle zbytkové splatnosti</w:t>
            </w:r>
          </w:p>
        </w:tc>
      </w:tr>
      <w:tr w:rsidR="00EC3749" w:rsidRPr="001562B3" w14:paraId="67A079B9" w14:textId="77777777" w:rsidTr="00482729">
        <w:tc>
          <w:tcPr>
            <w:tcW w:w="1129" w:type="dxa"/>
          </w:tcPr>
          <w:p w14:paraId="5EEE6C29" w14:textId="2CD6E6B3" w:rsidR="00EC3749" w:rsidRPr="001562B3" w:rsidRDefault="00EC3749"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7BB8479E" w14:textId="1277B407" w:rsidR="00EC3749" w:rsidRPr="001562B3" w:rsidRDefault="00EC3749" w:rsidP="00E05B92">
            <w:pPr>
              <w:pStyle w:val="InstructionsText"/>
              <w:rPr>
                <w:rStyle w:val="InstructionsTabelleberschrift"/>
                <w:rFonts w:ascii="Times New Roman" w:hAnsi="Times New Roman"/>
                <w:b w:val="0"/>
                <w:sz w:val="24"/>
              </w:rPr>
            </w:pPr>
            <w:r>
              <w:t>zbytková splatnost &lt; 1 rok</w:t>
            </w:r>
          </w:p>
        </w:tc>
      </w:tr>
      <w:tr w:rsidR="00EC3749" w:rsidRPr="001562B3" w14:paraId="525A1AA1" w14:textId="77777777" w:rsidTr="00482729">
        <w:tc>
          <w:tcPr>
            <w:tcW w:w="1129" w:type="dxa"/>
          </w:tcPr>
          <w:p w14:paraId="4FAE69C0" w14:textId="1CECBCB2" w:rsidR="00EC3749" w:rsidRPr="001562B3" w:rsidRDefault="00EC3749"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711BCB7B" w14:textId="7195CB9C" w:rsidR="00EC3749" w:rsidRPr="001562B3" w:rsidRDefault="00EC3749" w:rsidP="00E05B92">
            <w:pPr>
              <w:pStyle w:val="InstructionsText"/>
              <w:rPr>
                <w:rStyle w:val="InstructionsTabelleberschrift"/>
                <w:rFonts w:ascii="Times New Roman" w:hAnsi="Times New Roman"/>
                <w:b w:val="0"/>
                <w:sz w:val="24"/>
              </w:rPr>
            </w:pPr>
            <w:r>
              <w:t>zbytková splatnost &gt;= 1 rok a &lt; 2 roky</w:t>
            </w:r>
          </w:p>
        </w:tc>
      </w:tr>
      <w:tr w:rsidR="00EC3749" w:rsidRPr="001562B3" w14:paraId="2321B833" w14:textId="77777777" w:rsidTr="00482729">
        <w:tc>
          <w:tcPr>
            <w:tcW w:w="1129" w:type="dxa"/>
          </w:tcPr>
          <w:p w14:paraId="23750752" w14:textId="4414C85A" w:rsidR="00EC3749" w:rsidRPr="001562B3" w:rsidRDefault="00EC3749"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5BA6A556" w14:textId="4CC49FD3" w:rsidR="00EC3749" w:rsidRPr="001562B3" w:rsidRDefault="00EC3749" w:rsidP="00E05B92">
            <w:pPr>
              <w:pStyle w:val="InstructionsText"/>
              <w:rPr>
                <w:rStyle w:val="InstructionsTabelleberschrift"/>
                <w:rFonts w:ascii="Times New Roman" w:hAnsi="Times New Roman"/>
                <w:b w:val="0"/>
                <w:sz w:val="24"/>
              </w:rPr>
            </w:pPr>
            <w:r>
              <w:t>zbytková splatnost &gt;= 2 roky</w:t>
            </w:r>
          </w:p>
        </w:tc>
      </w:tr>
      <w:tr w:rsidR="00CC7A43" w:rsidRPr="001562B3" w14:paraId="5FBFB25C" w14:textId="77777777" w:rsidTr="00482729">
        <w:tc>
          <w:tcPr>
            <w:tcW w:w="1129" w:type="dxa"/>
          </w:tcPr>
          <w:p w14:paraId="0BAE42F4" w14:textId="274A17ED" w:rsidR="00CC7A43" w:rsidRPr="001562B3" w:rsidRDefault="00CC7A43"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0300–0360</w:t>
            </w:r>
          </w:p>
        </w:tc>
        <w:tc>
          <w:tcPr>
            <w:tcW w:w="7620" w:type="dxa"/>
          </w:tcPr>
          <w:p w14:paraId="374B5319" w14:textId="4410DC5B" w:rsidR="00CC7A43" w:rsidRPr="001562B3" w:rsidRDefault="00CC7A43"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Poměry a výjimky z podřízenosti</w:t>
            </w:r>
          </w:p>
        </w:tc>
      </w:tr>
      <w:tr w:rsidR="00A0358A" w:rsidRPr="001562B3" w14:paraId="05DC925B" w14:textId="77777777" w:rsidTr="00482729">
        <w:tc>
          <w:tcPr>
            <w:tcW w:w="1129" w:type="dxa"/>
          </w:tcPr>
          <w:p w14:paraId="3A493DAB" w14:textId="387626B0" w:rsidR="00A0358A" w:rsidRPr="001562B3" w:rsidRDefault="00A0358A"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3757942" w14:textId="22775723" w:rsidR="00A0358A" w:rsidRPr="001562B3" w:rsidRDefault="00A0358A"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Kapitál a způsobilé závazky jako procentní podíl celkového objemu rizikové expozice</w:t>
            </w:r>
          </w:p>
          <w:p w14:paraId="26CF9D91" w14:textId="5756A504" w:rsidR="00A0358A" w:rsidRPr="001562B3" w:rsidRDefault="00A0358A" w:rsidP="00E05B92">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Pro účely tohoto řádku se výše kapitálu a způsobilých závazků, která se vykazuje v řádku 0200, vyjádří jako procentní podíl celkového objemu rizikové expozice vypočítaný v souladu s čl. 92 odst. 3 nařízení (EU) č. 575/2013.</w:t>
            </w:r>
          </w:p>
        </w:tc>
      </w:tr>
      <w:tr w:rsidR="00A0358A" w:rsidRPr="001562B3" w14:paraId="3B43F132" w14:textId="77777777" w:rsidTr="00482729">
        <w:tc>
          <w:tcPr>
            <w:tcW w:w="1129" w:type="dxa"/>
          </w:tcPr>
          <w:p w14:paraId="6C4C71A0" w14:textId="30311B7C" w:rsidR="00A0358A" w:rsidRPr="001562B3" w:rsidRDefault="002B6980"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19FBD071" w14:textId="29363F01" w:rsidR="00A0358A" w:rsidRPr="001562B3" w:rsidRDefault="00E05B92"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w:t>
            </w:r>
            <w:r w:rsidR="002B6980">
              <w:rPr>
                <w:rStyle w:val="InstructionsTabelleberschrift"/>
                <w:rFonts w:ascii="Times New Roman" w:hAnsi="Times New Roman"/>
                <w:sz w:val="24"/>
              </w:rPr>
              <w:t> toho: kapitál a podřízené závazky</w:t>
            </w:r>
          </w:p>
          <w:p w14:paraId="4BB00887" w14:textId="32057959" w:rsidR="002B6980" w:rsidRPr="001562B3" w:rsidRDefault="002B6980" w:rsidP="00E05B92">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Pro účely tohoto řádku se výše kapitálu a podřízených způsobilých závazků, která se vykazuje v řádku 0210, vyjádří jako procentní podíl celkového objemu rizikové expozice vypočítaný v souladu s čl. 92 odst. 3 </w:t>
            </w:r>
            <w:r>
              <w:rPr>
                <w:rStyle w:val="FormatvorlageInstructionsTabelleText"/>
                <w:rFonts w:ascii="Times New Roman" w:hAnsi="Times New Roman"/>
                <w:sz w:val="24"/>
              </w:rPr>
              <w:t>nařízení (EU) č. 575/2013</w:t>
            </w:r>
            <w:r>
              <w:rPr>
                <w:rStyle w:val="InstructionsTabelleberschrift"/>
                <w:rFonts w:ascii="Times New Roman" w:hAnsi="Times New Roman"/>
                <w:b w:val="0"/>
                <w:sz w:val="24"/>
                <w:u w:val="none"/>
              </w:rPr>
              <w:t>.</w:t>
            </w:r>
          </w:p>
        </w:tc>
      </w:tr>
      <w:tr w:rsidR="00A0358A" w:rsidRPr="001562B3" w14:paraId="7D1F0DD3" w14:textId="77777777" w:rsidTr="00482729">
        <w:tc>
          <w:tcPr>
            <w:tcW w:w="1129" w:type="dxa"/>
          </w:tcPr>
          <w:p w14:paraId="5FAADABD" w14:textId="4C7009D5" w:rsidR="00A0358A" w:rsidRPr="001562B3" w:rsidRDefault="00A0358A"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3AA50C32" w14:textId="5337D20B" w:rsidR="002B6980" w:rsidRPr="001562B3" w:rsidRDefault="002B6980"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Kapitál a způsobilé závazky jako procentní podíl celkové míry expozic</w:t>
            </w:r>
          </w:p>
          <w:p w14:paraId="389667F6" w14:textId="1F81C3B1" w:rsidR="00A0358A" w:rsidRPr="001562B3" w:rsidRDefault="00A0358A" w:rsidP="00E05B92">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Pro účely tohoto řádku se výše kapitálu a způsobilých závazků, která se vykazuje v řádku 0200, vyjádří jako procentní podíl celkové míry expozic vypočítaný v souladu s čl. 429 odst. 4 a článkem 429a </w:t>
            </w:r>
            <w:r>
              <w:rPr>
                <w:rStyle w:val="FormatvorlageInstructionsTabelleText"/>
                <w:rFonts w:ascii="Times New Roman" w:hAnsi="Times New Roman"/>
                <w:sz w:val="24"/>
              </w:rPr>
              <w:t>nařízení (EU) č. 575/2013</w:t>
            </w:r>
            <w:r>
              <w:rPr>
                <w:rStyle w:val="InstructionsTabelleberschrift"/>
                <w:rFonts w:ascii="Times New Roman" w:hAnsi="Times New Roman"/>
                <w:b w:val="0"/>
                <w:sz w:val="24"/>
                <w:u w:val="none"/>
              </w:rPr>
              <w:t>.</w:t>
            </w:r>
          </w:p>
        </w:tc>
      </w:tr>
      <w:tr w:rsidR="002B6980" w:rsidRPr="001562B3" w14:paraId="2603BE6A" w14:textId="77777777" w:rsidTr="00C90338">
        <w:tc>
          <w:tcPr>
            <w:tcW w:w="1129" w:type="dxa"/>
          </w:tcPr>
          <w:p w14:paraId="70C4E830" w14:textId="2D563F10" w:rsidR="002B6980" w:rsidRPr="001562B3" w:rsidRDefault="002B6980"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4D0C5A18" w14:textId="7BE547FF" w:rsidR="002B6980" w:rsidRPr="001562B3" w:rsidRDefault="00E05B92"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w:t>
            </w:r>
            <w:r w:rsidR="002B6980">
              <w:rPr>
                <w:rStyle w:val="InstructionsTabelleberschrift"/>
                <w:rFonts w:ascii="Times New Roman" w:hAnsi="Times New Roman"/>
                <w:sz w:val="24"/>
              </w:rPr>
              <w:t> toho: kapitál a podřízené závazky</w:t>
            </w:r>
          </w:p>
          <w:p w14:paraId="6DE930D8" w14:textId="503D3305" w:rsidR="002B6980" w:rsidRPr="001562B3" w:rsidRDefault="002B6980" w:rsidP="00E05B92">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Pro účely tohoto řádku se výše kapitálu a podřízených způsobilých závazků, která se vykazuje v řádku 0210, vyjádří jako procentní podíl celkové míry expozic vypočítaný v souladu s čl. 429 odst. 4 a článkem 429a </w:t>
            </w:r>
            <w:r>
              <w:rPr>
                <w:rStyle w:val="FormatvorlageInstructionsTabelleText"/>
                <w:rFonts w:ascii="Times New Roman" w:hAnsi="Times New Roman"/>
                <w:sz w:val="24"/>
              </w:rPr>
              <w:t>nařízení (EU) č. 575/2013</w:t>
            </w:r>
            <w:r>
              <w:rPr>
                <w:rStyle w:val="InstructionsTabelleberschrift"/>
                <w:rFonts w:ascii="Times New Roman" w:hAnsi="Times New Roman"/>
                <w:b w:val="0"/>
                <w:sz w:val="24"/>
                <w:u w:val="none"/>
              </w:rPr>
              <w:t>.</w:t>
            </w:r>
          </w:p>
        </w:tc>
      </w:tr>
      <w:tr w:rsidR="004C2312" w:rsidRPr="001562B3" w14:paraId="318821F0" w14:textId="77777777" w:rsidTr="00341BC3">
        <w:tc>
          <w:tcPr>
            <w:tcW w:w="1129" w:type="dxa"/>
          </w:tcPr>
          <w:p w14:paraId="62E1CCA0" w14:textId="4A8C2BD4" w:rsidR="004C2312" w:rsidRPr="001562B3" w:rsidRDefault="004C2312"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0B740E04" w14:textId="56DB18DD" w:rsidR="004C2312" w:rsidRPr="001562B3" w:rsidRDefault="004C2312"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Platí výjimka z podřízenosti stanovená v čl. 72b odst. 4 nařízení (EU) č. 575/2013? (5% výjimka)</w:t>
            </w:r>
          </w:p>
          <w:p w14:paraId="7E4A548A" w14:textId="561C2AFB" w:rsidR="004C2312" w:rsidRPr="001562B3" w:rsidRDefault="004C2312" w:rsidP="00E05B9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Tento řádek vykazují pouze subjekty, na které se vztahuje požadavek na kapitál a způsobilé závazky (požadavek TLAC) G-SVI.</w:t>
            </w:r>
          </w:p>
          <w:p w14:paraId="049A2EF8" w14:textId="27BA3427" w:rsidR="004C2312" w:rsidRPr="001562B3" w:rsidRDefault="001C369A" w:rsidP="00341BC3">
            <w:pPr>
              <w:rPr>
                <w:rStyle w:val="FormatvorlageInstructionsTabelleText"/>
                <w:rFonts w:ascii="Times New Roman" w:hAnsi="Times New Roman"/>
                <w:sz w:val="24"/>
              </w:rPr>
            </w:pPr>
            <w:r>
              <w:rPr>
                <w:rStyle w:val="FormatvorlageInstructionsTabelleText"/>
                <w:rFonts w:ascii="Times New Roman" w:hAnsi="Times New Roman"/>
                <w:sz w:val="24"/>
              </w:rPr>
              <w:t>Pokud orgán příslušný k řešení krize povoluje, aby byly závazky považovány za nástroje způsobilých závazků v souladu s čl. 72b odst. 4 nařízení (EU) č. 575/2013, uvede vykazující subjekt ve sloupci 0020 „ano“.</w:t>
            </w:r>
          </w:p>
          <w:p w14:paraId="2A0884E3" w14:textId="22D96245" w:rsidR="004C2312" w:rsidRPr="001562B3" w:rsidRDefault="00441D4D" w:rsidP="00341BC3">
            <w:pPr>
              <w:rPr>
                <w:rStyle w:val="FormatvorlageInstructionsTabelleText"/>
                <w:rFonts w:ascii="Times New Roman" w:hAnsi="Times New Roman"/>
                <w:sz w:val="24"/>
              </w:rPr>
            </w:pPr>
            <w:r>
              <w:rPr>
                <w:rStyle w:val="FormatvorlageInstructionsTabelleText"/>
                <w:rFonts w:ascii="Times New Roman" w:hAnsi="Times New Roman"/>
                <w:sz w:val="24"/>
              </w:rPr>
              <w:t>Pokud orgán příslušný k řešení krize nepovoluje, aby byly závazky považovány za nástroje způsobilých závazků v souladu s čl. 72b odst. 4 nařízení (EU) č. 575/2013, uvede vykazující subjekt ve sloupci 0020 „ne“.</w:t>
            </w:r>
          </w:p>
          <w:p w14:paraId="23DEB310" w14:textId="089BA898" w:rsidR="004C2312" w:rsidRPr="001562B3" w:rsidRDefault="004C2312" w:rsidP="00441D4D">
            <w:pPr>
              <w:rPr>
                <w:rStyle w:val="FormatvorlageInstructionsTabelleText"/>
                <w:rFonts w:ascii="Times New Roman" w:hAnsi="Times New Roman"/>
                <w:sz w:val="24"/>
              </w:rPr>
            </w:pPr>
            <w:r>
              <w:rPr>
                <w:rStyle w:val="FormatvorlageInstructionsTabelleText"/>
                <w:rFonts w:ascii="Times New Roman" w:hAnsi="Times New Roman"/>
                <w:sz w:val="24"/>
              </w:rPr>
              <w:t>Jelikož se výjimky stanovené v čl. 72b odst. 3 a 4 nařízení (EU) č. 575/2013 vzájemně vylučují, tento řádek se nevyplní, pokud vykazující subjekt vyplnil {ř0350}.</w:t>
            </w:r>
          </w:p>
        </w:tc>
      </w:tr>
      <w:tr w:rsidR="002B6980" w:rsidRPr="001562B3" w14:paraId="16166491" w14:textId="77777777" w:rsidTr="00C90338">
        <w:tc>
          <w:tcPr>
            <w:tcW w:w="1129" w:type="dxa"/>
          </w:tcPr>
          <w:p w14:paraId="1FA1A80C" w14:textId="15BD6414" w:rsidR="002B6980" w:rsidRPr="001562B3" w:rsidRDefault="002B6980"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3509C99D" w14:textId="6E6DF543" w:rsidR="000418B8" w:rsidRPr="001562B3" w:rsidRDefault="000418B8"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Souhrnná výše povolených nepodřízených nástrojů způsobilých závazků, pokud je využita možnost týkající se podřízenosti stanovená v čl. 72b odst. 3 nařízení (EU) č. 575/2013 (maximálně 3,5% výjimka)</w:t>
            </w:r>
          </w:p>
          <w:p w14:paraId="1FC3A371" w14:textId="08892607" w:rsidR="002B6980" w:rsidRPr="001562B3" w:rsidRDefault="008C0FD4" w:rsidP="008C0FD4">
            <w:pPr>
              <w:rPr>
                <w:rStyle w:val="FormatvorlageInstructionsTabelleText"/>
                <w:rFonts w:ascii="Times New Roman" w:hAnsi="Times New Roman"/>
                <w:sz w:val="24"/>
              </w:rPr>
            </w:pPr>
            <w:r>
              <w:rPr>
                <w:rStyle w:val="FormatvorlageInstructionsTabelleText"/>
                <w:rFonts w:ascii="Times New Roman" w:hAnsi="Times New Roman"/>
                <w:sz w:val="24"/>
              </w:rPr>
              <w:t xml:space="preserve">Souhrnná výše nepodřízených závazků, u nichž orgán příslušný k řešení krize povolil, aby byly považovány za nástroje způsobilých závazků pro účely požadavku na kapitál a způsobilé závazky </w:t>
            </w:r>
            <w:r w:rsidR="00CD49AE">
              <w:rPr>
                <w:rStyle w:val="FormatvorlageInstructionsTabelleText"/>
                <w:rFonts w:ascii="Times New Roman" w:hAnsi="Times New Roman"/>
                <w:sz w:val="24"/>
              </w:rPr>
              <w:t>G-SVI (TLAC)</w:t>
            </w:r>
            <w:r>
              <w:rPr>
                <w:rStyle w:val="FormatvorlageInstructionsTabelleText"/>
                <w:rFonts w:ascii="Times New Roman" w:hAnsi="Times New Roman"/>
                <w:sz w:val="24"/>
              </w:rPr>
              <w:t xml:space="preserve"> v souladu s čl. 72b odst. 3 nařízení (EU) č. 575/2013, nebo které se za tyto nástroje považují podle čl. 494 odst. 3 uvedeného nařízení.</w:t>
            </w:r>
          </w:p>
          <w:p w14:paraId="46632850" w14:textId="6D5EA3BA" w:rsidR="0027718F" w:rsidRPr="001562B3" w:rsidRDefault="0027718F" w:rsidP="008C0FD4">
            <w:pPr>
              <w:rPr>
                <w:rStyle w:val="FormatvorlageInstructionsTabelleText"/>
                <w:rFonts w:ascii="Times New Roman" w:hAnsi="Times New Roman"/>
                <w:sz w:val="24"/>
              </w:rPr>
            </w:pPr>
            <w:r>
              <w:rPr>
                <w:rStyle w:val="FormatvorlageInstructionsTabelleText"/>
                <w:rFonts w:ascii="Times New Roman" w:hAnsi="Times New Roman"/>
                <w:sz w:val="24"/>
              </w:rPr>
              <w:t>Do 31. prosince 2021 se v tomto řádku vykazuje částka po použití čl. 494 odst. 2 nařízení (EU) č. 575/2013 (2,5% horní hranice).</w:t>
            </w:r>
          </w:p>
          <w:p w14:paraId="5A2D4755" w14:textId="6058CE93" w:rsidR="002B6980" w:rsidRPr="001562B3" w:rsidRDefault="002B6980" w:rsidP="000D1C6A">
            <w:pPr>
              <w:rPr>
                <w:rStyle w:val="FormatvorlageInstructionsTabelleText"/>
                <w:rFonts w:ascii="Times New Roman" w:hAnsi="Times New Roman"/>
                <w:sz w:val="24"/>
              </w:rPr>
            </w:pPr>
            <w:r>
              <w:rPr>
                <w:rStyle w:val="FormatvorlageInstructionsTabelleText"/>
                <w:rFonts w:ascii="Times New Roman" w:hAnsi="Times New Roman"/>
                <w:sz w:val="24"/>
              </w:rPr>
              <w:t>Jelikož se výjimky stanovené v čl. 72b odst. 3 a 4 nařízení (EU) č. 575/2013 vzájemně vylučují, tento řádek se nevyplní, pokud vykazující subjekt vyplní „ano“ v {ř0340;s0020}.</w:t>
            </w:r>
          </w:p>
        </w:tc>
      </w:tr>
      <w:tr w:rsidR="004C2312" w:rsidRPr="001562B3" w14:paraId="182951D6" w14:textId="77777777" w:rsidTr="00341BC3">
        <w:tc>
          <w:tcPr>
            <w:tcW w:w="1129" w:type="dxa"/>
          </w:tcPr>
          <w:p w14:paraId="15B70DD8" w14:textId="77777777" w:rsidR="004C2312" w:rsidRPr="001562B3" w:rsidRDefault="004C2312"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2A9ACE51" w14:textId="77777777" w:rsidR="004C2312" w:rsidRPr="001562B3" w:rsidRDefault="004C2312"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Podíl celkových nepodřízených závazků, který je zahrnut do kapitálu a způsobilých závazků</w:t>
            </w:r>
          </w:p>
          <w:p w14:paraId="0FE9D1C5" w14:textId="6E211E82" w:rsidR="004C2312" w:rsidRPr="001562B3" w:rsidRDefault="004C2312" w:rsidP="00E05B9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Tento řádek vykazují pouze subjekty, na které se vztahuje požadavek na kapitál a způsobilé závazky (požadavek TLAC) G-SVI.</w:t>
            </w:r>
          </w:p>
          <w:p w14:paraId="18212BF7" w14:textId="5569B4EC" w:rsidR="004C2312" w:rsidRPr="001562B3" w:rsidRDefault="004C2312" w:rsidP="00E05B9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Pokud platí výjimka z podřízenosti s horní hranicí stanovená v čl. 72b odst. 3 nařízení (EU) č. 575/2013, subjekty vykazují:</w:t>
            </w:r>
          </w:p>
          <w:p w14:paraId="4BA05B73" w14:textId="527E2F2D" w:rsidR="004C2312" w:rsidRPr="001562B3" w:rsidRDefault="004C2312" w:rsidP="00E274D8">
            <w:pPr>
              <w:pStyle w:val="ListParagraph"/>
              <w:numPr>
                <w:ilvl w:val="0"/>
                <w:numId w:val="24"/>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výši vydaných závazků, která je na stejné úrovni jako vyloučené závazky podle čl. 72a odst. 2 nařízení (EU) č. 575/2013 a která je zahrnuta do částky vykázané v řádku 0200 (po uplatnění horní hranice),</w:t>
            </w:r>
          </w:p>
          <w:p w14:paraId="61E137DF" w14:textId="5AC9E81D" w:rsidR="004C2312" w:rsidRPr="001562B3" w:rsidRDefault="004C2312" w:rsidP="000B6FC5">
            <w:pPr>
              <w:pStyle w:val="ListParagraph"/>
              <w:numPr>
                <w:ilvl w:val="0"/>
                <w:numId w:val="24"/>
              </w:numPr>
              <w:rPr>
                <w:rStyle w:val="InstructionsTabelleberschrift"/>
                <w:rFonts w:ascii="Times New Roman" w:hAnsi="Times New Roman"/>
                <w:b w:val="0"/>
                <w:sz w:val="24"/>
              </w:rPr>
            </w:pPr>
            <w:r>
              <w:rPr>
                <w:rStyle w:val="InstructionsTabelleberschrift"/>
                <w:rFonts w:ascii="Times New Roman" w:hAnsi="Times New Roman"/>
                <w:b w:val="0"/>
                <w:sz w:val="24"/>
                <w:u w:val="none"/>
              </w:rPr>
              <w:t>vydělenou výší vydaných závazků, která je na stejné úrovni jako vyloučené závazky podle čl. 72a odst. 2 nařízení (EU) č. 575/2013 a která by byla vykázána na řádku 0200, pokud by horní hranice nebyla uplatněna.</w:t>
            </w:r>
          </w:p>
        </w:tc>
      </w:tr>
    </w:tbl>
    <w:p w14:paraId="12B066B2" w14:textId="77777777" w:rsidR="005643EA" w:rsidRPr="001562B3" w:rsidRDefault="005643EA" w:rsidP="00E05B92">
      <w:pPr>
        <w:pStyle w:val="InstructionsText"/>
      </w:pPr>
    </w:p>
    <w:p w14:paraId="55DB744D" w14:textId="77777777" w:rsidR="0015093D" w:rsidRPr="001562B3" w:rsidRDefault="002A276F" w:rsidP="0015093D">
      <w:pPr>
        <w:pStyle w:val="Numberedtilelevel1"/>
      </w:pPr>
      <w:bookmarkStart w:id="33" w:name="_Toc45558482"/>
      <w:bookmarkStart w:id="34" w:name="_Toc473560875"/>
      <w:bookmarkStart w:id="35" w:name="_Toc308175823"/>
      <w:bookmarkStart w:id="36" w:name="_Toc360188327"/>
      <w:r>
        <w:t>Složení a splatnost</w:t>
      </w:r>
      <w:bookmarkEnd w:id="33"/>
    </w:p>
    <w:p w14:paraId="3F7E1AB0" w14:textId="650C402A" w:rsidR="0015093D" w:rsidRPr="001562B3" w:rsidRDefault="00F72178" w:rsidP="00873459">
      <w:pPr>
        <w:pStyle w:val="Numberedtilelevel1"/>
        <w:numPr>
          <w:ilvl w:val="1"/>
          <w:numId w:val="30"/>
        </w:numPr>
      </w:pPr>
      <w:bookmarkStart w:id="37" w:name="_Toc45558483"/>
      <w:bookmarkEnd w:id="0"/>
      <w:bookmarkEnd w:id="1"/>
      <w:bookmarkEnd w:id="34"/>
      <w:bookmarkEnd w:id="35"/>
      <w:bookmarkEnd w:id="36"/>
      <w:r>
        <w:t>M 02.00 – Kapacita a složení MREL a TLAC (skupiny a subjekty řešící krizi) (TLAC1)</w:t>
      </w:r>
      <w:bookmarkEnd w:id="37"/>
    </w:p>
    <w:p w14:paraId="2DC79833" w14:textId="1965E9D9" w:rsidR="00F72178" w:rsidRPr="001562B3" w:rsidRDefault="00F72178" w:rsidP="00873459">
      <w:pPr>
        <w:pStyle w:val="Numberedtilelevel1"/>
        <w:numPr>
          <w:ilvl w:val="2"/>
          <w:numId w:val="30"/>
        </w:numPr>
      </w:pPr>
      <w:bookmarkStart w:id="38" w:name="_Toc16865801"/>
      <w:bookmarkStart w:id="39" w:name="_Toc16868635"/>
      <w:bookmarkStart w:id="40" w:name="_Toc20316748"/>
      <w:bookmarkStart w:id="41" w:name="_Toc45558484"/>
      <w:bookmarkEnd w:id="38"/>
      <w:r>
        <w:t>Obecné poznámky</w:t>
      </w:r>
      <w:bookmarkEnd w:id="39"/>
      <w:bookmarkEnd w:id="40"/>
      <w:bookmarkEnd w:id="41"/>
    </w:p>
    <w:p w14:paraId="7532242D" w14:textId="4019739D" w:rsidR="002701C8" w:rsidRPr="001562B3" w:rsidRDefault="002701C8" w:rsidP="00E05B92">
      <w:pPr>
        <w:pStyle w:val="InstructionsText2"/>
      </w:pPr>
      <w:r>
        <w:t>Šablona M 02.00 – Kapacita a složení MREL a TLAC (skupiny a subjekty řešící krizi) (TLAC1) poskytuje podrobnější údaje o složení kapitálu a způsobilých závazků.</w:t>
      </w:r>
    </w:p>
    <w:p w14:paraId="2B751F8F" w14:textId="34B66F26" w:rsidR="00095D0D" w:rsidRPr="001562B3" w:rsidRDefault="00095D0D" w:rsidP="00E05B92">
      <w:pPr>
        <w:pStyle w:val="InstructionsText2"/>
      </w:pPr>
      <w:r>
        <w:t xml:space="preserve">Sloupec odkazující na minimální požadavek na kapitál a způsobilé závazky (MREL) vyplní subjekty, na které se vztahuje minimální požadavek na kapitál a způsobilé závazky v souladu s článkem 45e směrnice 2014/59/EU. Položky odkazující na požadavek na kapitál a způsobilé závazky </w:t>
      </w:r>
      <w:r w:rsidR="00CD49AE">
        <w:t>G-SVI (TLAC)</w:t>
      </w:r>
      <w:r>
        <w:t xml:space="preserve"> vykazují pouze ty subjekty, které jsou povinny splnit požadavek stanovený v článku 92a nařízení (EU) č. 575/2013.</w:t>
      </w:r>
    </w:p>
    <w:p w14:paraId="5AAB8790" w14:textId="791080F9" w:rsidR="00F72178" w:rsidRPr="001562B3" w:rsidRDefault="00F72178" w:rsidP="00873459">
      <w:pPr>
        <w:pStyle w:val="Numberedtilelevel1"/>
        <w:numPr>
          <w:ilvl w:val="2"/>
          <w:numId w:val="30"/>
        </w:numPr>
      </w:pPr>
      <w:bookmarkStart w:id="42" w:name="_Toc18593301"/>
      <w:bookmarkStart w:id="43" w:name="_Toc16868636"/>
      <w:bookmarkStart w:id="44" w:name="_Toc20316749"/>
      <w:bookmarkStart w:id="45" w:name="_Toc45558485"/>
      <w:bookmarkEnd w:id="42"/>
      <w:r>
        <w:t>Pokyny pro konkrétní pozice</w:t>
      </w:r>
      <w:bookmarkEnd w:id="43"/>
      <w:bookmarkEnd w:id="44"/>
      <w:bookmarkEnd w:id="4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13681" w:rsidRPr="001562B3" w14:paraId="44909951" w14:textId="77777777" w:rsidTr="001D28F3">
        <w:tc>
          <w:tcPr>
            <w:tcW w:w="1129" w:type="dxa"/>
            <w:shd w:val="clear" w:color="auto" w:fill="D9D9D9"/>
          </w:tcPr>
          <w:p w14:paraId="3799FB3B" w14:textId="2B0D5FB1" w:rsidR="00913681" w:rsidRPr="001562B3" w:rsidRDefault="00913681" w:rsidP="00E05B92">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Sloupec</w:t>
            </w:r>
          </w:p>
        </w:tc>
        <w:tc>
          <w:tcPr>
            <w:tcW w:w="7620" w:type="dxa"/>
            <w:shd w:val="clear" w:color="auto" w:fill="D9D9D9"/>
          </w:tcPr>
          <w:p w14:paraId="2947DA5B" w14:textId="77777777" w:rsidR="00913681" w:rsidRPr="001562B3" w:rsidRDefault="00913681" w:rsidP="00E05B92">
            <w:pPr>
              <w:pStyle w:val="InstructionsText"/>
              <w:rPr>
                <w:rStyle w:val="InstructionsTabelleText"/>
                <w:rFonts w:ascii="Times New Roman" w:hAnsi="Times New Roman"/>
                <w:bCs/>
                <w:sz w:val="24"/>
              </w:rPr>
            </w:pPr>
            <w:r>
              <w:rPr>
                <w:rStyle w:val="InstructionsTabelleText"/>
                <w:rFonts w:ascii="Times New Roman" w:hAnsi="Times New Roman"/>
                <w:sz w:val="24"/>
              </w:rPr>
              <w:t>Odkazy na právní předpisy a pokyny</w:t>
            </w:r>
          </w:p>
        </w:tc>
      </w:tr>
      <w:tr w:rsidR="00913681" w:rsidRPr="001562B3" w14:paraId="594DECC5" w14:textId="77777777" w:rsidTr="001D28F3">
        <w:tc>
          <w:tcPr>
            <w:tcW w:w="1129" w:type="dxa"/>
          </w:tcPr>
          <w:p w14:paraId="7A56A478" w14:textId="77777777" w:rsidR="00913681" w:rsidRPr="001562B3" w:rsidRDefault="00913681"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9E99259" w14:textId="77777777" w:rsidR="00913681" w:rsidRPr="001562B3" w:rsidRDefault="00913681"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Minimální požadavek na kapitál a způsobilé závazky (MREL)</w:t>
            </w:r>
          </w:p>
          <w:p w14:paraId="3BA23812" w14:textId="78160C50" w:rsidR="00A47334" w:rsidRPr="001562B3" w:rsidRDefault="00A47334" w:rsidP="00E05B9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Články 45 a 45e směrnice 2014/59/EU.</w:t>
            </w:r>
          </w:p>
        </w:tc>
      </w:tr>
      <w:tr w:rsidR="00913681" w:rsidRPr="001562B3" w14:paraId="1ACD0238" w14:textId="77777777" w:rsidTr="001D28F3">
        <w:tc>
          <w:tcPr>
            <w:tcW w:w="1129" w:type="dxa"/>
          </w:tcPr>
          <w:p w14:paraId="1D81206E" w14:textId="77777777" w:rsidR="00913681" w:rsidRPr="001562B3" w:rsidRDefault="00913681"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B4D8FB6" w14:textId="525AEC19" w:rsidR="00913681" w:rsidRPr="001562B3" w:rsidRDefault="00913681"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Požadavky na kapitál a způsobilé závazky</w:t>
            </w:r>
            <w:r w:rsidR="00CD49AE">
              <w:rPr>
                <w:rStyle w:val="InstructionsTabelleberschrift"/>
                <w:rFonts w:ascii="Times New Roman" w:hAnsi="Times New Roman"/>
                <w:sz w:val="24"/>
              </w:rPr>
              <w:t xml:space="preserve"> </w:t>
            </w:r>
            <w:r>
              <w:rPr>
                <w:rStyle w:val="InstructionsTabelleberschrift"/>
                <w:rFonts w:ascii="Times New Roman" w:hAnsi="Times New Roman"/>
                <w:sz w:val="24"/>
              </w:rPr>
              <w:t>G-SVI (TLAC)</w:t>
            </w:r>
          </w:p>
          <w:p w14:paraId="28749035" w14:textId="00E359CB" w:rsidR="00913681" w:rsidRPr="001562B3" w:rsidRDefault="00913681" w:rsidP="00E05B9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Článek 92a </w:t>
            </w:r>
            <w:r>
              <w:t>nařízení (EU) č. 575/2013</w:t>
            </w:r>
            <w:r>
              <w:rPr>
                <w:rStyle w:val="FormatvorlageInstructionsTabelleText"/>
                <w:rFonts w:ascii="Times New Roman" w:hAnsi="Times New Roman"/>
                <w:sz w:val="24"/>
              </w:rPr>
              <w:t>.</w:t>
            </w:r>
          </w:p>
        </w:tc>
      </w:tr>
      <w:tr w:rsidR="00913681" w:rsidRPr="001562B3" w14:paraId="1E16C6CA" w14:textId="77777777" w:rsidTr="001D28F3">
        <w:tc>
          <w:tcPr>
            <w:tcW w:w="1129" w:type="dxa"/>
          </w:tcPr>
          <w:p w14:paraId="45DAE454" w14:textId="77777777" w:rsidR="00913681" w:rsidRPr="001562B3" w:rsidRDefault="00913681"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vAlign w:val="center"/>
          </w:tcPr>
          <w:p w14:paraId="4332BAEC" w14:textId="0F53D802" w:rsidR="00913681" w:rsidRPr="001562B3" w:rsidRDefault="00913681"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Doplňková položka: Částky způsobilé pro účely MREL, nikoli TLAC</w:t>
            </w:r>
          </w:p>
          <w:p w14:paraId="45D0BB3D" w14:textId="7018185B" w:rsidR="00913681" w:rsidRPr="001562B3" w:rsidRDefault="00913681" w:rsidP="00E05B92">
            <w:pPr>
              <w:pStyle w:val="InstructionsText"/>
              <w:rPr>
                <w:noProof/>
              </w:rPr>
            </w:pPr>
            <w:r>
              <w:rPr>
                <w:rStyle w:val="FormatvorlageInstructionsTabelleText"/>
                <w:rFonts w:ascii="Times New Roman" w:hAnsi="Times New Roman"/>
                <w:sz w:val="24"/>
              </w:rPr>
              <w:t xml:space="preserve">Tento sloupec vyplní pouze subjekty, na které se vztahuje požadavek na kapitál a způsobilé závazky </w:t>
            </w:r>
            <w:r w:rsidR="00CD49AE">
              <w:rPr>
                <w:rStyle w:val="FormatvorlageInstructionsTabelleText"/>
                <w:rFonts w:ascii="Times New Roman" w:hAnsi="Times New Roman"/>
                <w:sz w:val="24"/>
              </w:rPr>
              <w:t>G-SVI (TLAC)</w:t>
            </w:r>
            <w:r>
              <w:rPr>
                <w:rStyle w:val="FormatvorlageInstructionsTabelleText"/>
                <w:rFonts w:ascii="Times New Roman" w:hAnsi="Times New Roman"/>
                <w:sz w:val="24"/>
              </w:rPr>
              <w:t>.</w:t>
            </w:r>
            <w:r>
              <w:t xml:space="preserve"> </w:t>
            </w:r>
          </w:p>
          <w:p w14:paraId="47297FC0" w14:textId="3CE2FA32" w:rsidR="00913681" w:rsidRPr="001562B3" w:rsidRDefault="00913681" w:rsidP="00E05B9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V tomto sloupci je uveden rozdíl mezi výší kapitálu a závazků způsobilých pro splnění požadavku stanoveného v článku 45 </w:t>
            </w:r>
            <w:r>
              <w:rPr>
                <w:rStyle w:val="InstructionsTabelleberschrift"/>
                <w:rFonts w:ascii="Times New Roman" w:hAnsi="Times New Roman"/>
                <w:b w:val="0"/>
                <w:sz w:val="24"/>
                <w:u w:val="none"/>
              </w:rPr>
              <w:t>směrnice 2014/59/EU</w:t>
            </w:r>
            <w:r>
              <w:rPr>
                <w:rStyle w:val="FormatvorlageInstructionsTabelleText"/>
                <w:rFonts w:ascii="Times New Roman" w:hAnsi="Times New Roman"/>
                <w:sz w:val="24"/>
              </w:rPr>
              <w:t xml:space="preserve"> v souladu s článkem 45e uvedené směrnice a výší kapitálu a závazků způsobilých pro splnění požadavku stanoveného v článku 92a </w:t>
            </w:r>
            <w:r>
              <w:t>nařízení (EU) č. 575/2013</w:t>
            </w:r>
            <w:r>
              <w:rPr>
                <w:rStyle w:val="FormatvorlageInstructionsTabelleText"/>
                <w:rFonts w:ascii="Times New Roman" w:hAnsi="Times New Roman"/>
                <w:sz w:val="24"/>
              </w:rPr>
              <w:t>.</w:t>
            </w:r>
          </w:p>
        </w:tc>
      </w:tr>
    </w:tbl>
    <w:p w14:paraId="29964C1D" w14:textId="77777777" w:rsidR="00913681" w:rsidRPr="001562B3" w:rsidRDefault="00913681" w:rsidP="00E05B9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72178" w:rsidRPr="001562B3" w14:paraId="7163FE27" w14:textId="77777777" w:rsidTr="007674DE">
        <w:tc>
          <w:tcPr>
            <w:tcW w:w="1129" w:type="dxa"/>
            <w:shd w:val="clear" w:color="auto" w:fill="D9D9D9"/>
          </w:tcPr>
          <w:p w14:paraId="22DE3533" w14:textId="77777777" w:rsidR="00F72178" w:rsidRPr="001562B3" w:rsidRDefault="00F72178" w:rsidP="00E05B92">
            <w:pPr>
              <w:pStyle w:val="InstructionsText"/>
              <w:rPr>
                <w:rStyle w:val="InstructionsTabelleText"/>
                <w:rFonts w:ascii="Times New Roman" w:hAnsi="Times New Roman"/>
                <w:bCs/>
                <w:sz w:val="24"/>
              </w:rPr>
            </w:pPr>
            <w:r>
              <w:rPr>
                <w:rStyle w:val="FormatvorlageInstructionsTabelleText"/>
                <w:rFonts w:ascii="Times New Roman" w:hAnsi="Times New Roman"/>
                <w:sz w:val="24"/>
              </w:rPr>
              <w:t>Řádek</w:t>
            </w:r>
          </w:p>
        </w:tc>
        <w:tc>
          <w:tcPr>
            <w:tcW w:w="7620" w:type="dxa"/>
            <w:shd w:val="clear" w:color="auto" w:fill="D9D9D9"/>
          </w:tcPr>
          <w:p w14:paraId="41ABA84A" w14:textId="77777777" w:rsidR="00F72178" w:rsidRPr="001562B3" w:rsidRDefault="00F72178" w:rsidP="00E05B92">
            <w:pPr>
              <w:pStyle w:val="InstructionsText"/>
              <w:rPr>
                <w:rStyle w:val="InstructionsTabelleText"/>
                <w:rFonts w:ascii="Times New Roman" w:hAnsi="Times New Roman"/>
                <w:bCs/>
                <w:sz w:val="24"/>
              </w:rPr>
            </w:pPr>
            <w:r>
              <w:rPr>
                <w:rStyle w:val="InstructionsTabelleText"/>
                <w:rFonts w:ascii="Times New Roman" w:hAnsi="Times New Roman"/>
                <w:sz w:val="24"/>
              </w:rPr>
              <w:t>Odkazy na právní předpisy a pokyny</w:t>
            </w:r>
          </w:p>
        </w:tc>
      </w:tr>
      <w:tr w:rsidR="000A3889" w:rsidRPr="001562B3" w14:paraId="47BD65D4" w14:textId="77777777" w:rsidTr="001D28F3">
        <w:tc>
          <w:tcPr>
            <w:tcW w:w="1129" w:type="dxa"/>
            <w:vAlign w:val="center"/>
          </w:tcPr>
          <w:p w14:paraId="3AEE63B0" w14:textId="6FCE879C" w:rsidR="000A3889" w:rsidRPr="001562B3" w:rsidRDefault="000A3889" w:rsidP="00E05B92">
            <w:pPr>
              <w:pStyle w:val="InstructionsText"/>
            </w:pPr>
            <w:r>
              <w:rPr>
                <w:rStyle w:val="FormatvorlageInstructionsTabelleText"/>
                <w:rFonts w:ascii="Times New Roman" w:hAnsi="Times New Roman"/>
                <w:sz w:val="24"/>
              </w:rPr>
              <w:t>0010</w:t>
            </w:r>
          </w:p>
        </w:tc>
        <w:tc>
          <w:tcPr>
            <w:tcW w:w="7620" w:type="dxa"/>
            <w:vAlign w:val="center"/>
          </w:tcPr>
          <w:p w14:paraId="3E6078FF" w14:textId="61357071" w:rsidR="00014A29" w:rsidRPr="001562B3" w:rsidRDefault="000A3889" w:rsidP="00E05B9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KAPITÁL A ZPŮSOBILÉ ZÁVAZKY</w:t>
            </w:r>
          </w:p>
          <w:p w14:paraId="158DD0F6" w14:textId="42467472" w:rsidR="00BE3EAB" w:rsidRPr="001562B3" w:rsidRDefault="000A3889"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Kapitál a způsobilé závazky pro účely článku 45e </w:t>
            </w:r>
            <w:r>
              <w:rPr>
                <w:rStyle w:val="InstructionsTabelleberschrift"/>
                <w:rFonts w:ascii="Times New Roman" w:hAnsi="Times New Roman"/>
                <w:b w:val="0"/>
                <w:sz w:val="24"/>
                <w:u w:val="none"/>
              </w:rPr>
              <w:t>směrnice 2014/59/EU</w:t>
            </w:r>
            <w:r>
              <w:rPr>
                <w:rStyle w:val="FormatvorlageInstructionsTabelleText"/>
                <w:rFonts w:ascii="Times New Roman" w:hAnsi="Times New Roman"/>
                <w:sz w:val="24"/>
              </w:rPr>
              <w:t xml:space="preserve"> a článku 92a </w:t>
            </w:r>
            <w:r>
              <w:t>nařízení (EU) č. 575/2013.</w:t>
            </w:r>
          </w:p>
          <w:p w14:paraId="47315A58" w14:textId="3A637A51" w:rsidR="00014A29" w:rsidRPr="001562B3" w:rsidRDefault="00014A29" w:rsidP="00E05B9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E6FE74F" w14:textId="77777777" w:rsidR="00BE3EAB" w:rsidRPr="001562B3"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Výše kapitálu a způsobilých závazků započítávaných do požadavku MREL se vykazuje jako součet:</w:t>
            </w:r>
          </w:p>
          <w:p w14:paraId="66099F0F" w14:textId="7D8E0B7E" w:rsidR="00BE3EAB" w:rsidRPr="001562B3" w:rsidRDefault="00BE3EAB" w:rsidP="00FE656D">
            <w:pPr>
              <w:pStyle w:val="ListParagraph"/>
              <w:numPr>
                <w:ilvl w:val="0"/>
                <w:numId w:val="28"/>
              </w:numPr>
              <w:rPr>
                <w:rStyle w:val="FormatvorlageInstructionsTabelleText"/>
                <w:rFonts w:ascii="Times New Roman" w:hAnsi="Times New Roman"/>
                <w:sz w:val="24"/>
              </w:rPr>
            </w:pPr>
            <w:r>
              <w:rPr>
                <w:rStyle w:val="FormatvorlageInstructionsTabelleText"/>
                <w:rFonts w:ascii="Times New Roman" w:hAnsi="Times New Roman"/>
                <w:sz w:val="24"/>
              </w:rPr>
              <w:t xml:space="preserve">kapitálu ve smyslu čl. 4 odst. 1 bodu 118 a článku 72 nařízení (EU) č. 575/2013; </w:t>
            </w:r>
          </w:p>
          <w:p w14:paraId="1A27E8BB" w14:textId="568E02B1" w:rsidR="00BE3EAB" w:rsidRPr="001562B3" w:rsidRDefault="00BE3EAB" w:rsidP="00FE656D">
            <w:pPr>
              <w:pStyle w:val="ListParagraph"/>
              <w:numPr>
                <w:ilvl w:val="0"/>
                <w:numId w:val="28"/>
              </w:numPr>
              <w:rPr>
                <w:rStyle w:val="FormatvorlageInstructionsTabelleText"/>
                <w:rFonts w:ascii="Times New Roman" w:hAnsi="Times New Roman"/>
                <w:sz w:val="24"/>
                <w:u w:val="single"/>
              </w:rPr>
            </w:pPr>
            <w:r>
              <w:rPr>
                <w:rStyle w:val="FormatvorlageInstructionsTabelleText"/>
                <w:rFonts w:ascii="Times New Roman" w:hAnsi="Times New Roman"/>
                <w:sz w:val="24"/>
              </w:rPr>
              <w:t>způsobilých závazků ve smyslu čl. 2 odst. 1 bodu 71a směrnice 2014/59/EU.</w:t>
            </w:r>
          </w:p>
          <w:p w14:paraId="0A028721" w14:textId="1AD9116B" w:rsidR="00014A29" w:rsidRPr="001562B3" w:rsidRDefault="00014A29" w:rsidP="00BE3EAB">
            <w:pPr>
              <w:rPr>
                <w:rStyle w:val="FormatvorlageInstructionsTabelleText"/>
                <w:rFonts w:ascii="Times New Roman" w:hAnsi="Times New Roman"/>
                <w:sz w:val="24"/>
              </w:rPr>
            </w:pPr>
            <w:r>
              <w:rPr>
                <w:rStyle w:val="FormatvorlageInstructionsTabelleText"/>
                <w:rFonts w:ascii="Times New Roman" w:hAnsi="Times New Roman"/>
                <w:sz w:val="24"/>
              </w:rPr>
              <w:t>Nástroj, který se řídí právem třetí země, se do tohoto řádku zahrne pouze v případě, že splňuje požadavky stanovené v článku 55 směrnice 2014/59/EU.</w:t>
            </w:r>
          </w:p>
          <w:p w14:paraId="21D33D83" w14:textId="26A4BEC2" w:rsidR="00014A29" w:rsidRPr="001562B3" w:rsidRDefault="00014A29" w:rsidP="00BE3EAB">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817FF17" w14:textId="42752BEE" w:rsidR="00BE3EAB" w:rsidRPr="001562B3"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 xml:space="preserve">Výše kapitálu a způsobilých závazků započítávaných do požadavku na kapitál a způsobilé závazky </w:t>
            </w:r>
            <w:r w:rsidR="00CD49AE">
              <w:rPr>
                <w:rStyle w:val="FormatvorlageInstructionsTabelleText"/>
                <w:rFonts w:ascii="Times New Roman" w:hAnsi="Times New Roman"/>
                <w:sz w:val="24"/>
              </w:rPr>
              <w:t>G-SVI (TLAC)</w:t>
            </w:r>
            <w:r>
              <w:rPr>
                <w:rStyle w:val="FormatvorlageInstructionsTabelleText"/>
                <w:rFonts w:ascii="Times New Roman" w:hAnsi="Times New Roman"/>
                <w:sz w:val="24"/>
              </w:rPr>
              <w:t xml:space="preserve"> je částka uvedená v článku 72l nařízení (EU) č. 575/2013, která se skládá z:</w:t>
            </w:r>
          </w:p>
          <w:p w14:paraId="23B4F5AB" w14:textId="549D159A" w:rsidR="00D83C2E" w:rsidRPr="001562B3" w:rsidRDefault="00BE3EAB" w:rsidP="00A65357">
            <w:pPr>
              <w:pStyle w:val="ListParagraph"/>
              <w:numPr>
                <w:ilvl w:val="0"/>
                <w:numId w:val="27"/>
              </w:numPr>
              <w:rPr>
                <w:rStyle w:val="FormatvorlageInstructionsTabelleText"/>
                <w:rFonts w:ascii="Times New Roman" w:hAnsi="Times New Roman"/>
                <w:sz w:val="24"/>
                <w:u w:val="single"/>
              </w:rPr>
            </w:pPr>
            <w:r>
              <w:rPr>
                <w:rStyle w:val="FormatvorlageInstructionsTabelleText"/>
                <w:rFonts w:ascii="Times New Roman" w:hAnsi="Times New Roman"/>
                <w:sz w:val="24"/>
              </w:rPr>
              <w:t>kapitálu ve smyslu čl. 4 odst. 1 bodu 118 a článku 72 nařízení (EU) č. 575/2013;</w:t>
            </w:r>
          </w:p>
          <w:p w14:paraId="6DCF60B1" w14:textId="29528B6A" w:rsidR="00307CFC" w:rsidRPr="001562B3" w:rsidRDefault="00BE3EAB" w:rsidP="00A65357">
            <w:pPr>
              <w:pStyle w:val="ListParagraph"/>
              <w:numPr>
                <w:ilvl w:val="0"/>
                <w:numId w:val="27"/>
              </w:numPr>
              <w:rPr>
                <w:rStyle w:val="InstructionsTabelleberschrift"/>
                <w:rFonts w:ascii="Times New Roman" w:hAnsi="Times New Roman"/>
                <w:b w:val="0"/>
                <w:sz w:val="24"/>
              </w:rPr>
            </w:pPr>
            <w:r>
              <w:rPr>
                <w:rStyle w:val="FormatvorlageInstructionsTabelleText"/>
                <w:rFonts w:ascii="Times New Roman" w:hAnsi="Times New Roman"/>
                <w:sz w:val="24"/>
              </w:rPr>
              <w:t>způsobilých závazků v souladu s článkem 72k nařízení (EU) č. 575/2013.</w:t>
            </w:r>
          </w:p>
        </w:tc>
      </w:tr>
      <w:tr w:rsidR="00F72178" w:rsidRPr="001562B3" w14:paraId="45F49B4E" w14:textId="77777777" w:rsidTr="007674DE">
        <w:tc>
          <w:tcPr>
            <w:tcW w:w="1129" w:type="dxa"/>
          </w:tcPr>
          <w:p w14:paraId="241A0978" w14:textId="00F1C803" w:rsidR="00F72178" w:rsidRPr="001562B3" w:rsidRDefault="00F7217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15E9F845" w14:textId="5692C9FF" w:rsidR="00F72178" w:rsidRPr="001562B3" w:rsidRDefault="00880C00"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(Způsobilý) kapitál</w:t>
            </w:r>
          </w:p>
          <w:p w14:paraId="090BDA8C" w14:textId="5EBB2C82" w:rsidR="00F72178" w:rsidRPr="001562B3" w:rsidRDefault="00740250"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118 a článku 72 nařízení (EU) č. 575/2013.</w:t>
            </w:r>
          </w:p>
          <w:p w14:paraId="568BA2E2" w14:textId="2B97F467" w:rsidR="00631A23" w:rsidRPr="001562B3" w:rsidRDefault="00DD50DC" w:rsidP="00E05B9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V případě požadavku MREL se nástroje, které se řídí právem třetí země, do tohoto řádku a řádků 0040 a 0050 zahrnou </w:t>
            </w:r>
            <w:r>
              <w:rPr>
                <w:rStyle w:val="InstructionsTabelleberschrift"/>
                <w:rFonts w:ascii="Times New Roman" w:hAnsi="Times New Roman"/>
                <w:b w:val="0"/>
                <w:sz w:val="24"/>
                <w:u w:val="none"/>
              </w:rPr>
              <w:t xml:space="preserve">pouze v případě, </w:t>
            </w:r>
            <w:r>
              <w:rPr>
                <w:rStyle w:val="FormatvorlageInstructionsTabelleText"/>
                <w:rFonts w:ascii="Times New Roman" w:hAnsi="Times New Roman"/>
                <w:sz w:val="24"/>
              </w:rPr>
              <w:t>že splňují požadavky stanovené v článku 55 směrnice 2014/59/EU.</w:t>
            </w:r>
          </w:p>
        </w:tc>
      </w:tr>
      <w:tr w:rsidR="00F72178" w:rsidRPr="001562B3" w14:paraId="78B0B86B" w14:textId="77777777" w:rsidTr="007674DE">
        <w:tc>
          <w:tcPr>
            <w:tcW w:w="1129" w:type="dxa"/>
          </w:tcPr>
          <w:p w14:paraId="53F6EC0E" w14:textId="3294AFB1" w:rsidR="00F72178" w:rsidRPr="001562B3" w:rsidRDefault="00F7217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2CAC46E" w14:textId="697F38BE" w:rsidR="00F72178" w:rsidRPr="001562B3" w:rsidRDefault="00F72178"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Kmenový kapitál tier 1</w:t>
            </w:r>
          </w:p>
          <w:p w14:paraId="2EE09494" w14:textId="7F87E430" w:rsidR="00F72178" w:rsidRPr="001562B3" w:rsidRDefault="00F72178" w:rsidP="00E05B9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Článek 50 nařízení (EU) č. 575/2013.</w:t>
            </w:r>
          </w:p>
        </w:tc>
      </w:tr>
      <w:tr w:rsidR="00A63011" w:rsidRPr="001562B3" w14:paraId="4DB72D04" w14:textId="77777777" w:rsidTr="007674DE">
        <w:tc>
          <w:tcPr>
            <w:tcW w:w="1129" w:type="dxa"/>
          </w:tcPr>
          <w:p w14:paraId="4665A63A" w14:textId="0D24E4AF" w:rsidR="00A63011" w:rsidRPr="001562B3" w:rsidRDefault="00A63011"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vAlign w:val="center"/>
          </w:tcPr>
          <w:p w14:paraId="376A736F" w14:textId="1C5D040D" w:rsidR="00A63011" w:rsidRPr="001562B3" w:rsidRDefault="00880C00"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(Způsobilý) vedlejší kapitál tier 1</w:t>
            </w:r>
          </w:p>
          <w:p w14:paraId="44A6CA99" w14:textId="1B49FE4D" w:rsidR="00A63011" w:rsidRPr="001562B3" w:rsidRDefault="00A63011" w:rsidP="00E05B9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Článek 61 nařízení (EU) č. 575/2013.</w:t>
            </w:r>
            <w:r>
              <w:t xml:space="preserve"> </w:t>
            </w:r>
          </w:p>
        </w:tc>
      </w:tr>
      <w:tr w:rsidR="00A63011" w:rsidRPr="001562B3" w14:paraId="732204C7" w14:textId="77777777" w:rsidTr="007674DE">
        <w:tc>
          <w:tcPr>
            <w:tcW w:w="1129" w:type="dxa"/>
          </w:tcPr>
          <w:p w14:paraId="7547F104" w14:textId="5B65B6B5" w:rsidR="00A63011" w:rsidRPr="001562B3" w:rsidRDefault="00A63011"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vAlign w:val="center"/>
          </w:tcPr>
          <w:p w14:paraId="3ADA9D5F" w14:textId="61BD5933" w:rsidR="00A63011" w:rsidRPr="001562B3" w:rsidRDefault="00880C00"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(Způsobilý) kapitál tier 2</w:t>
            </w:r>
          </w:p>
          <w:p w14:paraId="63F618CB" w14:textId="00AD8301" w:rsidR="00A63011" w:rsidRPr="001562B3" w:rsidRDefault="006C308D" w:rsidP="00E05B9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Článek 71 nařízení (EU) č. 575/2013.</w:t>
            </w:r>
          </w:p>
        </w:tc>
      </w:tr>
      <w:tr w:rsidR="00A63011" w:rsidRPr="001562B3" w14:paraId="5F8952C8" w14:textId="77777777" w:rsidTr="007674DE">
        <w:tc>
          <w:tcPr>
            <w:tcW w:w="1129" w:type="dxa"/>
            <w:vAlign w:val="center"/>
          </w:tcPr>
          <w:p w14:paraId="6363A10E" w14:textId="681F333D" w:rsidR="00A63011" w:rsidRPr="001562B3" w:rsidRDefault="0016365A" w:rsidP="00E05B92">
            <w:pPr>
              <w:pStyle w:val="InstructionsText"/>
            </w:pPr>
            <w:r>
              <w:rPr>
                <w:rStyle w:val="FormatvorlageInstructionsTabelleText"/>
                <w:rFonts w:ascii="Times New Roman" w:hAnsi="Times New Roman"/>
                <w:sz w:val="24"/>
              </w:rPr>
              <w:t>0060</w:t>
            </w:r>
          </w:p>
        </w:tc>
        <w:tc>
          <w:tcPr>
            <w:tcW w:w="7620" w:type="dxa"/>
            <w:vAlign w:val="center"/>
          </w:tcPr>
          <w:p w14:paraId="4FEFDC5E" w14:textId="25C1A41E" w:rsidR="00A63011" w:rsidRPr="001562B3" w:rsidRDefault="00A63011"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Způsobilé závazky</w:t>
            </w:r>
          </w:p>
          <w:p w14:paraId="76BC8267" w14:textId="51AF0C24" w:rsidR="00685080" w:rsidRPr="001562B3" w:rsidRDefault="00685080" w:rsidP="00E05B9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4A43196B" w14:textId="47B41485" w:rsidR="0016365A" w:rsidRPr="001562B3" w:rsidRDefault="00685080"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Způsobilé závazky ve smyslu čl. 2 odst. 1 bodu 71a směrnice 2014/59/EU; nástroj, který se řídí právem třetí země, se do tohoto řádku zahrne pouze v případě, že splňuje požadavky stanovené v článku 55 uvedené směrnice.</w:t>
            </w:r>
          </w:p>
          <w:p w14:paraId="1997E756" w14:textId="7BE311EA" w:rsidR="00685080" w:rsidRPr="001562B3" w:rsidRDefault="00685080" w:rsidP="00E05B9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0267CAB" w14:textId="6284073F" w:rsidR="00A63011" w:rsidRPr="001562B3" w:rsidRDefault="00685080" w:rsidP="00E05B92">
            <w:pPr>
              <w:pStyle w:val="InstructionsText"/>
              <w:rPr>
                <w:b/>
                <w:szCs w:val="22"/>
              </w:rPr>
            </w:pPr>
            <w:r>
              <w:rPr>
                <w:rStyle w:val="FormatvorlageInstructionsTabelleText"/>
                <w:rFonts w:ascii="Times New Roman" w:hAnsi="Times New Roman"/>
                <w:sz w:val="24"/>
              </w:rPr>
              <w:t>Způsobilé závazky v souladu s článkem 72k nařízení (EU) č. 575/2013.</w:t>
            </w:r>
          </w:p>
        </w:tc>
      </w:tr>
      <w:tr w:rsidR="00A63011" w:rsidRPr="001562B3" w14:paraId="1C6ED724" w14:textId="77777777" w:rsidTr="007674DE">
        <w:tc>
          <w:tcPr>
            <w:tcW w:w="1129" w:type="dxa"/>
            <w:vAlign w:val="center"/>
          </w:tcPr>
          <w:p w14:paraId="05D6280C" w14:textId="142EDD34" w:rsidR="00A63011" w:rsidRPr="001562B3" w:rsidRDefault="00A63011" w:rsidP="00E05B92">
            <w:pPr>
              <w:pStyle w:val="InstructionsText"/>
            </w:pPr>
            <w:r>
              <w:rPr>
                <w:rStyle w:val="FormatvorlageInstructionsTabelleText"/>
                <w:rFonts w:ascii="Times New Roman" w:hAnsi="Times New Roman"/>
                <w:sz w:val="24"/>
              </w:rPr>
              <w:t>0070</w:t>
            </w:r>
          </w:p>
        </w:tc>
        <w:tc>
          <w:tcPr>
            <w:tcW w:w="7620" w:type="dxa"/>
            <w:vAlign w:val="center"/>
          </w:tcPr>
          <w:p w14:paraId="3CACADFF" w14:textId="65107B69" w:rsidR="00A63011" w:rsidRPr="001562B3" w:rsidRDefault="00A63011"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Položky způsobilých závazků před úpravami </w:t>
            </w:r>
          </w:p>
          <w:p w14:paraId="383F53A3" w14:textId="77777777" w:rsidR="00685080" w:rsidRPr="001562B3" w:rsidRDefault="00685080" w:rsidP="00E05B9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9BA6C55" w14:textId="143BF075" w:rsidR="008E420D" w:rsidRPr="001562B3" w:rsidRDefault="00685080"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Způsobilé závazky ve smyslu čl. 2 odst. 1 bodu 71a směrnice 2014/59/EU; nástroj, který se řídí právem třetí země, se do tohoto řádku zahrne pouze v případě, že splňuje požadavky stanovené v článku 55 uvedené směrnice.</w:t>
            </w:r>
          </w:p>
          <w:p w14:paraId="69F02168" w14:textId="455490F6" w:rsidR="00685080" w:rsidRPr="001562B3" w:rsidRDefault="00685080" w:rsidP="00E05B9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3CAF6E8" w14:textId="028BB5D1" w:rsidR="00A63011" w:rsidRPr="001562B3" w:rsidRDefault="00685080" w:rsidP="00E05B92">
            <w:pPr>
              <w:pStyle w:val="InstructionsText"/>
              <w:rPr>
                <w:b/>
                <w:szCs w:val="22"/>
              </w:rPr>
            </w:pPr>
            <w:r>
              <w:rPr>
                <w:rStyle w:val="FormatvorlageInstructionsTabelleText"/>
                <w:rFonts w:ascii="Times New Roman" w:hAnsi="Times New Roman"/>
                <w:sz w:val="24"/>
              </w:rPr>
              <w:t xml:space="preserve">Způsobilé závazky, které splňují všechny požadavky stanovené v článcích 72a až 72d nařízení (EU) č. 575/2013. </w:t>
            </w:r>
          </w:p>
        </w:tc>
      </w:tr>
      <w:tr w:rsidR="00EF1BBD" w:rsidRPr="001562B3" w14:paraId="03BE5FC7" w14:textId="77777777" w:rsidTr="00EF1BBD">
        <w:tc>
          <w:tcPr>
            <w:tcW w:w="1129" w:type="dxa"/>
            <w:vAlign w:val="center"/>
          </w:tcPr>
          <w:p w14:paraId="6BFA1E2F" w14:textId="3832115E" w:rsidR="00EF1BBD" w:rsidRPr="001562B3" w:rsidRDefault="00EF1BBD"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vAlign w:val="center"/>
          </w:tcPr>
          <w:p w14:paraId="7564EC67" w14:textId="42C2281D" w:rsidR="00EF1BBD" w:rsidRPr="001562B3" w:rsidRDefault="00E05B92"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w:t>
            </w:r>
            <w:r w:rsidR="00EF1BBD">
              <w:rPr>
                <w:rStyle w:val="InstructionsTabelleberschrift"/>
                <w:rFonts w:ascii="Times New Roman" w:hAnsi="Times New Roman"/>
                <w:sz w:val="24"/>
              </w:rPr>
              <w:t xml:space="preserve"> toho: způsobilé závazky považované za strukturálně podřízené </w:t>
            </w:r>
          </w:p>
          <w:p w14:paraId="3BCE2B05" w14:textId="77777777" w:rsidR="00EF1BBD" w:rsidRPr="001562B3" w:rsidRDefault="00EF1BBD" w:rsidP="00E05B9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6F55458A" w14:textId="04AC4CB9" w:rsidR="00EF1BBD" w:rsidRPr="001562B3" w:rsidRDefault="00EF1BBD" w:rsidP="00E05B92">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Závazky, které splňují podmínky stanovené v článku 45b </w:t>
            </w:r>
            <w:r>
              <w:rPr>
                <w:rStyle w:val="FormatvorlageInstructionsTabelleText"/>
                <w:rFonts w:ascii="Times New Roman" w:hAnsi="Times New Roman"/>
                <w:sz w:val="24"/>
              </w:rPr>
              <w:t>směrnice 2014/59/EU</w:t>
            </w:r>
            <w:r>
              <w:rPr>
                <w:rStyle w:val="InstructionsTabelleberschrift"/>
                <w:rFonts w:ascii="Times New Roman" w:hAnsi="Times New Roman"/>
                <w:b w:val="0"/>
                <w:sz w:val="24"/>
                <w:u w:val="none"/>
              </w:rPr>
              <w:t>, jelikož jsou vydány subjektem řešícím krizi, který je holdingovou společností, a jelikož nejsou k dispozici žádné vyloučené závazky podle čl. 72a odst. 2 nařízení (EU) č. 575/2013, které jsou na stejné úrovni jako nástroje způsobilých závazků nebo jim jsou podřízené.</w:t>
            </w:r>
          </w:p>
          <w:p w14:paraId="1A629DBA" w14:textId="0DE8803D" w:rsidR="00014A29" w:rsidRPr="001562B3" w:rsidRDefault="00014A29"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Nástroj, který se řídí právem třetí země, se do tohoto řádku zahrne pouze v případě, že splňuje požadavky stanovené v článku 55 směrnice 2014/59/EU.</w:t>
            </w:r>
          </w:p>
          <w:p w14:paraId="57F8A551" w14:textId="371D79D0" w:rsidR="00EF1BBD" w:rsidRPr="001562B3" w:rsidRDefault="00EF1BBD" w:rsidP="00E05B92">
            <w:pPr>
              <w:pStyle w:val="InstructionsText"/>
              <w:rPr>
                <w:rStyle w:val="InstructionsTabelleberschrift"/>
                <w:rFonts w:ascii="Times New Roman" w:hAnsi="Times New Roman"/>
                <w:sz w:val="24"/>
                <w:u w:val="none"/>
              </w:rPr>
            </w:pPr>
            <w:r>
              <w:rPr>
                <w:rStyle w:val="FormatvorlageInstructionsTabelleText"/>
                <w:rFonts w:ascii="Times New Roman" w:hAnsi="Times New Roman"/>
                <w:sz w:val="24"/>
              </w:rPr>
              <w:t>Tento řádek zahrnuje rovněž způsobilé závazky, které splňují podmínky v důsledku zachování právních účinků v souladu s čl. 494b odst. 3 nařízení (EU) č. 575/2013.</w:t>
            </w:r>
          </w:p>
          <w:p w14:paraId="4F393620" w14:textId="77777777" w:rsidR="00EF1BBD" w:rsidRPr="001562B3" w:rsidRDefault="00EF1BBD" w:rsidP="00E05B92">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60DE397F" w14:textId="3FCDDB50" w:rsidR="00EF1BBD" w:rsidRPr="001562B3" w:rsidRDefault="00E05B92"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Závazky,</w:t>
            </w:r>
            <w:r w:rsidR="00EF1BBD">
              <w:rPr>
                <w:rStyle w:val="FormatvorlageInstructionsTabelleText"/>
                <w:rFonts w:ascii="Times New Roman" w:hAnsi="Times New Roman"/>
                <w:sz w:val="24"/>
              </w:rPr>
              <w:t xml:space="preserve"> které:</w:t>
            </w:r>
          </w:p>
          <w:p w14:paraId="4850AF1A" w14:textId="028EB61C" w:rsidR="00EF1BBD" w:rsidRPr="001562B3" w:rsidRDefault="006921A5"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splňují požadavky stanovené v článcích 72a až 72d nařízení (EU) č. 575/2013, zejména požadavek stanovený v čl. 72b odst. 2 písm. d) bodě iii) uvedeného nařízení, nikoli však požadavky stanovené v písm. d) bodech i) nebo ii) uvedeného odstavce, nebo</w:t>
            </w:r>
          </w:p>
          <w:p w14:paraId="5A5A5CD9" w14:textId="493DA8CB" w:rsidR="00EF1BBD" w:rsidRPr="001562B3" w:rsidRDefault="006921A5" w:rsidP="00E05B9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b) splňují požadavky stanovené v článcích 72a až 72d</w:t>
            </w:r>
            <w:r>
              <w:t xml:space="preserve"> </w:t>
            </w:r>
            <w:r>
              <w:rPr>
                <w:rStyle w:val="FormatvorlageInstructionsTabelleText"/>
                <w:rFonts w:ascii="Times New Roman" w:hAnsi="Times New Roman"/>
                <w:sz w:val="24"/>
              </w:rPr>
              <w:t xml:space="preserve">nařízení (EU) č. 575/2013, s výjimkou čl. 72b odst. 2 písm. d) uvedeného nařízení, a u nichž orgány příslušné k řešení krize povolily, aby byly považovány za nástroje způsobilých závazků v souladu s čl. 72b odst. 4 uvedeného nařízení. </w:t>
            </w:r>
          </w:p>
          <w:p w14:paraId="57A8D9F5" w14:textId="4722474A" w:rsidR="00EF1BBD" w:rsidRPr="001562B3" w:rsidRDefault="00EF1BBD" w:rsidP="00E05B9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Tento řádek zahrnuje rovněž způsobilé závazky, které splňují podmínky v důsledku zachování právních účinků v souladu s čl. 494b odst. 3 nařízení (EU) č. 575/2013.</w:t>
            </w:r>
          </w:p>
        </w:tc>
      </w:tr>
      <w:tr w:rsidR="003C1F98" w:rsidRPr="001562B3" w14:paraId="6A23855C" w14:textId="77777777" w:rsidTr="007674DE">
        <w:tc>
          <w:tcPr>
            <w:tcW w:w="1129" w:type="dxa"/>
            <w:vAlign w:val="center"/>
          </w:tcPr>
          <w:p w14:paraId="05433C19" w14:textId="400C8B72" w:rsidR="003C1F98" w:rsidRPr="001562B3" w:rsidRDefault="003C1F98" w:rsidP="00E05B92">
            <w:pPr>
              <w:pStyle w:val="InstructionsText"/>
            </w:pPr>
            <w:r>
              <w:rPr>
                <w:rStyle w:val="FormatvorlageInstructionsTabelleText"/>
                <w:rFonts w:ascii="Times New Roman" w:hAnsi="Times New Roman"/>
                <w:sz w:val="24"/>
              </w:rPr>
              <w:t>0090</w:t>
            </w:r>
          </w:p>
        </w:tc>
        <w:tc>
          <w:tcPr>
            <w:tcW w:w="7620" w:type="dxa"/>
            <w:vAlign w:val="center"/>
          </w:tcPr>
          <w:p w14:paraId="21FA960A" w14:textId="77777777" w:rsidR="003C1F98" w:rsidRPr="001562B3" w:rsidRDefault="003C1F98"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Způsobilé závazky podřízené vyloučeným závazkům</w:t>
            </w:r>
          </w:p>
          <w:p w14:paraId="7423CFA6" w14:textId="5A9BD8DB" w:rsidR="00C80C5A" w:rsidRPr="001562B3" w:rsidRDefault="00D83C2E" w:rsidP="00E05B92">
            <w:pPr>
              <w:pStyle w:val="InstructionsText"/>
              <w:rPr>
                <w:rStyle w:val="InstructionsTabelleberschrift"/>
                <w:rFonts w:ascii="Times New Roman" w:hAnsi="Times New Roman"/>
                <w:sz w:val="24"/>
              </w:rPr>
            </w:pPr>
            <w:r>
              <w:rPr>
                <w:rStyle w:val="FormatvorlageInstructionsTabelleText"/>
                <w:rFonts w:ascii="Times New Roman" w:hAnsi="Times New Roman"/>
                <w:i/>
                <w:sz w:val="24"/>
              </w:rPr>
              <w:t>MREL</w:t>
            </w:r>
            <w:r>
              <w:rPr>
                <w:rStyle w:val="InstructionsTabelleberschrift"/>
                <w:rFonts w:ascii="Times New Roman" w:hAnsi="Times New Roman"/>
                <w:sz w:val="24"/>
              </w:rPr>
              <w:t xml:space="preserve"> </w:t>
            </w:r>
          </w:p>
          <w:p w14:paraId="1C189CD3" w14:textId="6399C8E3" w:rsidR="00D83C2E" w:rsidRPr="001562B3" w:rsidRDefault="00C80C5A" w:rsidP="00E05B9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Způsobilé závazky zahrnuté do</w:t>
            </w:r>
            <w:r>
              <w:rPr>
                <w:rStyle w:val="FormatvorlageInstructionsTabelleText"/>
                <w:rFonts w:ascii="Times New Roman" w:hAnsi="Times New Roman"/>
                <w:sz w:val="24"/>
              </w:rPr>
              <w:t xml:space="preserve"> výše kapitálu a způsobilých závazků v souladu s článkem 45b směrnice 2014/59/EU, které jsou podřízenými způsobilými nástroji ve smyslu čl. 2 odst. 1 bodu 71b uvedené směrnice, a závazky zahrnuté do výše kapitálu a způsobilých závazků v souladu s čl. 45b odst. 3 uvedené směrnice. Nástroj, který se řídí právem třetí země, se do tohoto řádku zahrne pouze v případě, že splňuje požadavky stanovené v článku 55 uvedené směrnice.</w:t>
            </w:r>
          </w:p>
          <w:p w14:paraId="5C3837FC" w14:textId="25D3B279" w:rsidR="00C80C5A" w:rsidRPr="001562B3" w:rsidRDefault="00D83C2E" w:rsidP="00E05B92">
            <w:pPr>
              <w:pStyle w:val="InstructionsText"/>
            </w:pPr>
            <w:r>
              <w:rPr>
                <w:rStyle w:val="FormatvorlageInstructionsTabelleText"/>
                <w:rFonts w:ascii="Times New Roman" w:hAnsi="Times New Roman"/>
                <w:i/>
                <w:sz w:val="24"/>
              </w:rPr>
              <w:t>TLAC</w:t>
            </w:r>
          </w:p>
          <w:p w14:paraId="7F653EB4" w14:textId="37EFA823" w:rsidR="00D83C2E" w:rsidRPr="001562B3" w:rsidRDefault="00C80C5A" w:rsidP="00E05B92">
            <w:pPr>
              <w:pStyle w:val="InstructionsText"/>
            </w:pPr>
            <w:r>
              <w:rPr>
                <w:rStyle w:val="FormatvorlageInstructionsTabelleText"/>
                <w:rFonts w:ascii="Times New Roman" w:hAnsi="Times New Roman"/>
                <w:sz w:val="24"/>
              </w:rPr>
              <w:t>Způsobilé závazky, které splňují všechny požadavky uvedené v článcích 72a až 72d</w:t>
            </w:r>
            <w:r>
              <w:t xml:space="preserve"> </w:t>
            </w:r>
            <w:r>
              <w:rPr>
                <w:rStyle w:val="FormatvorlageInstructionsTabelleText"/>
                <w:rFonts w:ascii="Times New Roman" w:hAnsi="Times New Roman"/>
                <w:sz w:val="24"/>
              </w:rPr>
              <w:t>nařízení (EU) č. 575/2013, s výjimkou závazků, které mohou být považovány za nástroje způsobilých závazků v souladu s čl. 72b odst. 3 nebo 4 uvedeného nařízení.</w:t>
            </w:r>
          </w:p>
        </w:tc>
      </w:tr>
      <w:tr w:rsidR="00A63011" w:rsidRPr="001562B3" w14:paraId="65D7B875" w14:textId="77777777" w:rsidTr="007674DE">
        <w:tc>
          <w:tcPr>
            <w:tcW w:w="1129" w:type="dxa"/>
            <w:vAlign w:val="center"/>
          </w:tcPr>
          <w:p w14:paraId="2E78853D" w14:textId="4BB5EBB8" w:rsidR="00A63011" w:rsidRPr="001562B3" w:rsidRDefault="00A63011" w:rsidP="00E05B92">
            <w:pPr>
              <w:pStyle w:val="InstructionsText"/>
            </w:pPr>
            <w:r>
              <w:rPr>
                <w:rStyle w:val="FormatvorlageInstructionsTabelleText"/>
                <w:rFonts w:ascii="Times New Roman" w:hAnsi="Times New Roman"/>
                <w:sz w:val="24"/>
              </w:rPr>
              <w:t>0100</w:t>
            </w:r>
          </w:p>
        </w:tc>
        <w:tc>
          <w:tcPr>
            <w:tcW w:w="7620" w:type="dxa"/>
            <w:vAlign w:val="center"/>
          </w:tcPr>
          <w:p w14:paraId="32ABAB10" w14:textId="5A2436B8" w:rsidR="00A63011" w:rsidRPr="001562B3" w:rsidRDefault="00A63011" w:rsidP="00E05B92">
            <w:pPr>
              <w:pStyle w:val="InstructionsText"/>
              <w:rPr>
                <w:rStyle w:val="InstructionsTabelleberschrift"/>
                <w:rFonts w:ascii="Times New Roman" w:hAnsi="Times New Roman"/>
                <w:i/>
                <w:sz w:val="24"/>
              </w:rPr>
            </w:pPr>
            <w:r>
              <w:rPr>
                <w:rStyle w:val="InstructionsTabelleberschrift"/>
                <w:rFonts w:ascii="Times New Roman" w:hAnsi="Times New Roman"/>
                <w:sz w:val="24"/>
              </w:rPr>
              <w:t>Nástroje způsobilých závazků vydané přímo subjektem řešícím krizi (bez zachování právních účinků)</w:t>
            </w:r>
          </w:p>
          <w:p w14:paraId="4DBAA034" w14:textId="489D258B" w:rsidR="00C80C5A" w:rsidRPr="001562B3" w:rsidRDefault="00D83C2E"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7ECE538F" w14:textId="64FEFE49" w:rsidR="00A63011" w:rsidRPr="001562B3" w:rsidRDefault="00C80C5A" w:rsidP="00E05B9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Způsobilé závazky zahrnuté do</w:t>
            </w:r>
            <w:r>
              <w:rPr>
                <w:rStyle w:val="FormatvorlageInstructionsTabelleText"/>
                <w:rFonts w:ascii="Times New Roman" w:hAnsi="Times New Roman"/>
                <w:sz w:val="24"/>
              </w:rPr>
              <w:t xml:space="preserve"> výše kapitálu a způsobilých závazků v souladu s článkem 45b směrnice 2014/59/EU, které jsou podřízenými způsobilými nástroji ve smyslu čl. 2 odst. 1 bodu 71b uvedené směrnice a které jsou vydané přímo subjektem řešícím krizi. Nástroj, který se řídí právem třetí země, se do tohoto řádku zahrne pouze v případě, že splňuje požadavky stanovené v článku 55 uvedené směrnice.</w:t>
            </w:r>
          </w:p>
          <w:p w14:paraId="055ECE85" w14:textId="77777777" w:rsidR="00C80C5A" w:rsidRPr="001562B3" w:rsidRDefault="00D83C2E" w:rsidP="00E05B92">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51F95D97" w14:textId="511FB3F1" w:rsidR="00D83C2E" w:rsidRPr="001562B3" w:rsidRDefault="00C80C5A" w:rsidP="00E05B9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Způsobilé závazky, které splňují všechny požadavky stanovené v článcích 72a až 72d nařízení (EU) č. 575/2013, s výjimkou závazků, jež mohou být považovány za nástroje způsobilých závazků v souladu s čl. 72b odst. 3 nebo 4 uvedeného nařízení, a které jsou vydané přímo subjektem řešícím krizi.</w:t>
            </w:r>
          </w:p>
          <w:p w14:paraId="609C4389" w14:textId="6640F802" w:rsidR="00A63011" w:rsidRPr="001562B3" w:rsidRDefault="003C1F98" w:rsidP="00E05B92">
            <w:pPr>
              <w:pStyle w:val="InstructionsText"/>
            </w:pPr>
            <w:r>
              <w:rPr>
                <w:rStyle w:val="FormatvorlageInstructionsTabelleText"/>
                <w:rFonts w:ascii="Times New Roman" w:hAnsi="Times New Roman"/>
                <w:sz w:val="24"/>
              </w:rPr>
              <w:t>Tento řádek nezahrnuje umořenou část nástrojů zahrnovaných do kapitálu tier 2 se zbývající dobou splatnosti delší než jeden rok (čl. 72a odst. 1 písm. b) nařízení (EU) č. 575/2013), ani způsobilé závazky, pro které platí zachování právních účinků podle článku 494b uvedeného nařízení.</w:t>
            </w:r>
          </w:p>
        </w:tc>
      </w:tr>
      <w:tr w:rsidR="00A63011" w:rsidRPr="001562B3" w14:paraId="41FBFCDC" w14:textId="77777777" w:rsidTr="007674DE">
        <w:tc>
          <w:tcPr>
            <w:tcW w:w="1129" w:type="dxa"/>
            <w:vAlign w:val="center"/>
          </w:tcPr>
          <w:p w14:paraId="11EA5A62" w14:textId="26C75E8E" w:rsidR="00A63011" w:rsidRPr="001562B3" w:rsidRDefault="00A63011" w:rsidP="00E05B92">
            <w:pPr>
              <w:pStyle w:val="InstructionsText"/>
            </w:pPr>
            <w:r>
              <w:rPr>
                <w:rStyle w:val="FormatvorlageInstructionsTabelleText"/>
                <w:rFonts w:ascii="Times New Roman" w:hAnsi="Times New Roman"/>
                <w:sz w:val="24"/>
              </w:rPr>
              <w:t>0110</w:t>
            </w:r>
          </w:p>
        </w:tc>
        <w:tc>
          <w:tcPr>
            <w:tcW w:w="7620" w:type="dxa"/>
            <w:vAlign w:val="center"/>
          </w:tcPr>
          <w:p w14:paraId="79B3EE97" w14:textId="7FDAAA39" w:rsidR="00A63011" w:rsidRPr="001562B3" w:rsidRDefault="00A63011"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Nástroje způsobilých závazků vydané jinými subjekty v rámci skupiny řešící krizi (bez zachování právních účinků)</w:t>
            </w:r>
          </w:p>
          <w:p w14:paraId="6D1C85D0" w14:textId="02C1463F" w:rsidR="00C80C5A" w:rsidRPr="001562B3" w:rsidRDefault="00B775C4" w:rsidP="00E05B9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0B462B4" w14:textId="4F5DF724" w:rsidR="00B775C4" w:rsidRPr="001562B3" w:rsidRDefault="00C80C5A" w:rsidP="00E05B92">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Způsobilé závazky zahrnuté do</w:t>
            </w:r>
            <w:r>
              <w:rPr>
                <w:rStyle w:val="FormatvorlageInstructionsTabelleText"/>
                <w:rFonts w:ascii="Times New Roman" w:hAnsi="Times New Roman"/>
                <w:sz w:val="24"/>
              </w:rPr>
              <w:t xml:space="preserve"> výše kapitálu a způsobilých závazků v souladu s článkem 45b směrnice 2014/59/EU, které jsou vydané dceřinými podniky a zahrnuté do požadavku MREL v souladu s čl. 45b odst. 3 uvedené směrnice. Nástroj, který se řídí právem třetí země, se do tohoto řádku zahrne pouze v případě, že splňuje požadavky stanovené v článku 55 uvedené směrnice.</w:t>
            </w:r>
          </w:p>
          <w:p w14:paraId="5240CE7F" w14:textId="4DC3E44A" w:rsidR="00CD51BC" w:rsidRPr="001562B3" w:rsidRDefault="00CD58AA"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371D0855" w14:textId="1FBDC847" w:rsidR="00B775C4" w:rsidRPr="001562B3" w:rsidRDefault="00CD51BC" w:rsidP="00E05B9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Způsobilé závazky, které splňují všechny požadavky stanovené v článcích 72a až 72d nařízení (EU) č. 575/2013, s výjimkou závazků, jež mohou být považovány za nástroje způsobilých závazků podle čl. 72b odst. 3 nebo 4 uvedeného nařízení, které jsou vydané dceřinými podniky a splňují podmínky pro zahrnutí do nástrojů konsolidovaných způsobilých závazků subjektu v souladu s článkem 88a uvedeného nařízení.</w:t>
            </w:r>
          </w:p>
          <w:p w14:paraId="669A214A" w14:textId="5F8C09F6" w:rsidR="003C1F98" w:rsidRPr="001562B3" w:rsidRDefault="003C1F98" w:rsidP="00E05B92">
            <w:pPr>
              <w:pStyle w:val="InstructionsText"/>
            </w:pPr>
            <w:r>
              <w:rPr>
                <w:rStyle w:val="FormatvorlageInstructionsTabelleText"/>
                <w:rFonts w:ascii="Times New Roman" w:hAnsi="Times New Roman"/>
                <w:sz w:val="24"/>
              </w:rPr>
              <w:t>Tento řádek nezahrnuje umořenou část nástrojů zahrnovaných do kapitálu tier 2 se zbývající dobou splatnosti delší než jeden rok (čl. 72a odst. 1 písm. b) nařízení (EU) č. 575/2013), ani způsobilé závazky, pro které platí zachování právních účinků podle článku 494b uvedeného nařízení.</w:t>
            </w:r>
          </w:p>
        </w:tc>
      </w:tr>
      <w:tr w:rsidR="003C1F98" w:rsidRPr="001562B3" w14:paraId="51864A69" w14:textId="77777777" w:rsidTr="007674DE">
        <w:tc>
          <w:tcPr>
            <w:tcW w:w="1129" w:type="dxa"/>
            <w:vAlign w:val="center"/>
          </w:tcPr>
          <w:p w14:paraId="47D16EC4" w14:textId="66D820CD" w:rsidR="003C1F98" w:rsidRPr="001562B3" w:rsidRDefault="003C1F98" w:rsidP="00E05B92">
            <w:pPr>
              <w:pStyle w:val="InstructionsText"/>
            </w:pPr>
            <w:r>
              <w:rPr>
                <w:rStyle w:val="FormatvorlageInstructionsTabelleText"/>
                <w:rFonts w:ascii="Times New Roman" w:hAnsi="Times New Roman"/>
                <w:sz w:val="24"/>
              </w:rPr>
              <w:t>0120</w:t>
            </w:r>
          </w:p>
        </w:tc>
        <w:tc>
          <w:tcPr>
            <w:tcW w:w="7620" w:type="dxa"/>
            <w:vAlign w:val="center"/>
          </w:tcPr>
          <w:p w14:paraId="6C0E7472" w14:textId="6E4EAD48" w:rsidR="003C1F98" w:rsidRPr="001562B3" w:rsidRDefault="003C1F98"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Položky způsobilých závazků vydané před 27. červnem 2019 </w:t>
            </w:r>
          </w:p>
          <w:p w14:paraId="45E921ED" w14:textId="5B5AA12F" w:rsidR="00CD51BC" w:rsidRPr="001562B3" w:rsidRDefault="003A0717" w:rsidP="00E05B9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77573479" w14:textId="4DEADB3A" w:rsidR="003A0717" w:rsidRPr="001562B3" w:rsidRDefault="003A0717" w:rsidP="00E05B9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Způsobilé závazky, </w:t>
            </w:r>
            <w:r>
              <w:rPr>
                <w:rStyle w:val="FormatvorlageInstructionsTabelleText"/>
                <w:rFonts w:ascii="Times New Roman" w:hAnsi="Times New Roman"/>
                <w:sz w:val="24"/>
              </w:rPr>
              <w:t>které</w:t>
            </w:r>
            <w:r>
              <w:rPr>
                <w:rStyle w:val="InstructionsTabelleberschrift"/>
                <w:rFonts w:ascii="Times New Roman" w:hAnsi="Times New Roman"/>
                <w:b w:val="0"/>
                <w:sz w:val="24"/>
                <w:u w:val="none"/>
              </w:rPr>
              <w:t xml:space="preserve"> splňují následující podmínky:</w:t>
            </w:r>
          </w:p>
          <w:p w14:paraId="27B0933B" w14:textId="12AD7DA6" w:rsidR="003A0717" w:rsidRPr="001562B3" w:rsidRDefault="00C904F7" w:rsidP="00E05B9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byly vydané před 27. červnem 2019;</w:t>
            </w:r>
          </w:p>
          <w:p w14:paraId="784DD851" w14:textId="67F38D2D" w:rsidR="00CD51BC" w:rsidRPr="001562B3" w:rsidRDefault="00C904F7" w:rsidP="00E05B9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b) jsou </w:t>
            </w:r>
            <w:r>
              <w:rPr>
                <w:rStyle w:val="FormatvorlageInstructionsTabelleText"/>
                <w:rFonts w:ascii="Times New Roman" w:hAnsi="Times New Roman"/>
                <w:sz w:val="24"/>
              </w:rPr>
              <w:t xml:space="preserve">podřízenými způsobilými nástroji ve smyslu čl. 2 odst. 1 bodu 71b směrnice 2014/59/EU; </w:t>
            </w:r>
          </w:p>
          <w:p w14:paraId="1A9E4169" w14:textId="4C0E47C2" w:rsidR="003A0717" w:rsidRPr="001562B3" w:rsidRDefault="00C904F7"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jsou zahrnuty do kapitálu a způsobilých závazků v souladu s čl. 494b odst. 3 nařízení (EU) č. 575/2013;</w:t>
            </w:r>
          </w:p>
          <w:p w14:paraId="729FD97D" w14:textId="403F2FFA" w:rsidR="00612E23" w:rsidRPr="001562B3" w:rsidRDefault="00B51127"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 v případě nástrojů, které se řídí právem třetí země, splňují požadavky stanovené v článku 55 směrnice 2014/59/EU.</w:t>
            </w:r>
          </w:p>
          <w:p w14:paraId="101AB6AC" w14:textId="4E538F15" w:rsidR="00CD51BC" w:rsidRPr="001562B3" w:rsidRDefault="00CD51BC" w:rsidP="00E05B9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2C4CA631" w14:textId="53206BFA" w:rsidR="003A0717" w:rsidRPr="001562B3" w:rsidRDefault="00902941"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Způsobilé závazky, které splňují tyto podmínky:</w:t>
            </w:r>
          </w:p>
          <w:p w14:paraId="06CB52C8" w14:textId="1DDB2DB7" w:rsidR="003A0717" w:rsidRPr="001562B3" w:rsidRDefault="00A01D02" w:rsidP="00E05B9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a) byly vydané před 27. červnem 2019;</w:t>
            </w:r>
          </w:p>
          <w:p w14:paraId="7D19D1F7" w14:textId="420CFC68" w:rsidR="003A0717" w:rsidRPr="001562B3" w:rsidRDefault="00A01D02" w:rsidP="00E05B9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b) jsou v souladu s čl. 72b odst. 2 písm. d) nařízení (EU) č. 575/2013;</w:t>
            </w:r>
          </w:p>
          <w:p w14:paraId="48932F31" w14:textId="5A08CEC9" w:rsidR="003C1F98" w:rsidRPr="001562B3" w:rsidRDefault="00A01D02" w:rsidP="00E05B9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 jsou považovány za způsobilé závazky v důsledku zachování právních účinků v souladu s čl. 494b odst. 3</w:t>
            </w:r>
            <w:r>
              <w:t xml:space="preserve"> </w:t>
            </w:r>
            <w:r>
              <w:rPr>
                <w:rStyle w:val="FormatvorlageInstructionsTabelleText"/>
                <w:rFonts w:ascii="Times New Roman" w:hAnsi="Times New Roman"/>
                <w:sz w:val="24"/>
              </w:rPr>
              <w:t>nařízení (EU) č. 575/2013.</w:t>
            </w:r>
          </w:p>
        </w:tc>
      </w:tr>
      <w:tr w:rsidR="003C1F98" w:rsidRPr="001562B3" w14:paraId="6F3C5EAB" w14:textId="77777777" w:rsidTr="007674DE">
        <w:tc>
          <w:tcPr>
            <w:tcW w:w="1129" w:type="dxa"/>
            <w:vAlign w:val="center"/>
          </w:tcPr>
          <w:p w14:paraId="696B1E7F" w14:textId="030293FD" w:rsidR="003C1F98" w:rsidRPr="001562B3" w:rsidRDefault="003C1F98" w:rsidP="00E05B92">
            <w:pPr>
              <w:pStyle w:val="InstructionsText"/>
            </w:pPr>
            <w:r>
              <w:rPr>
                <w:rStyle w:val="FormatvorlageInstructionsTabelleText"/>
                <w:rFonts w:ascii="Times New Roman" w:hAnsi="Times New Roman"/>
                <w:sz w:val="24"/>
              </w:rPr>
              <w:t>0130</w:t>
            </w:r>
          </w:p>
        </w:tc>
        <w:tc>
          <w:tcPr>
            <w:tcW w:w="7620" w:type="dxa"/>
            <w:vAlign w:val="center"/>
          </w:tcPr>
          <w:p w14:paraId="46569A0F" w14:textId="17326458" w:rsidR="003C1F98" w:rsidRPr="001562B3" w:rsidRDefault="003C1F98"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Nástroje zahrnované do kapitálu tier 2 se zbytkovou splatností nejméně jeden rok, pokud nejsou považovány za položky kapitálu tier 2</w:t>
            </w:r>
          </w:p>
          <w:p w14:paraId="7E53D3C8" w14:textId="1EF1CBF0" w:rsidR="003C1F98" w:rsidRPr="001562B3" w:rsidRDefault="00BF4FD2"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72a odst. 1 písm. b) nařízení (EU) č. 575/2013.</w:t>
            </w:r>
          </w:p>
          <w:p w14:paraId="34EB2C71" w14:textId="7CD241DE" w:rsidR="003C1F98" w:rsidRPr="001562B3" w:rsidRDefault="003C1F9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Tento řádek zahrnuje umořenou část nástrojů zahrnovaných do kapitálu tier 2 se zbývající dobou splatnosti delší než jeden rok. V tomto řádku se vykáže pouze částka, která není vykázaná jako kapitál, ale splňuje všechna kritéria způsobilosti stanovená v článku 72b nařízení (EU) č. 575/2013.</w:t>
            </w:r>
          </w:p>
          <w:p w14:paraId="4D7DD40A" w14:textId="14F7E4FF" w:rsidR="00612E23" w:rsidRPr="001562B3" w:rsidRDefault="00DD50DC" w:rsidP="00E05B9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 případě MREL se nástroje, které se řídí právem třetí země, do tohoto řádku zahrnou pouze v případě, že splňují požadavky stanovené v článku 55 směrnice 2014/59/EU.</w:t>
            </w:r>
          </w:p>
        </w:tc>
      </w:tr>
      <w:tr w:rsidR="00305E50" w:rsidRPr="001562B3" w14:paraId="2A030C78" w14:textId="77777777" w:rsidTr="007674DE">
        <w:tc>
          <w:tcPr>
            <w:tcW w:w="1129" w:type="dxa"/>
            <w:vAlign w:val="center"/>
          </w:tcPr>
          <w:p w14:paraId="3F26CCDA" w14:textId="6FFA3FE7" w:rsidR="00305E50" w:rsidRPr="001562B3" w:rsidRDefault="00305E50" w:rsidP="00E05B92">
            <w:pPr>
              <w:pStyle w:val="InstructionsText"/>
            </w:pPr>
            <w:r>
              <w:rPr>
                <w:rStyle w:val="FormatvorlageInstructionsTabelleText"/>
                <w:rFonts w:ascii="Times New Roman" w:hAnsi="Times New Roman"/>
                <w:sz w:val="24"/>
              </w:rPr>
              <w:t>0140</w:t>
            </w:r>
          </w:p>
        </w:tc>
        <w:tc>
          <w:tcPr>
            <w:tcW w:w="7620" w:type="dxa"/>
            <w:vAlign w:val="center"/>
          </w:tcPr>
          <w:p w14:paraId="7E0332CD" w14:textId="77777777" w:rsidR="00305E50" w:rsidRPr="001562B3" w:rsidRDefault="00305E50"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Způsobilé závazky nepodřízené vyloučeným závazkům</w:t>
            </w:r>
          </w:p>
          <w:p w14:paraId="4CA285A7" w14:textId="77777777" w:rsidR="00982A9F" w:rsidRPr="001562B3" w:rsidRDefault="001E1CA1" w:rsidP="00E05B9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1E4FE37F" w14:textId="36D956F0" w:rsidR="001E1CA1" w:rsidRPr="001562B3" w:rsidRDefault="001E1CA1" w:rsidP="00E05B9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Závazky, které splňují podmínky stanovené v článku 45b směrnice 2014/59/EU a které nejsou zcela podřízeny pohledávkám vyplývajícím z vyloučených závazků podle čl. 72a odst. 2 nařízení (EU) č. 575/2013. </w:t>
            </w:r>
            <w:r>
              <w:rPr>
                <w:rStyle w:val="FormatvorlageInstructionsTabelleText"/>
                <w:rFonts w:ascii="Times New Roman" w:hAnsi="Times New Roman"/>
                <w:sz w:val="24"/>
              </w:rPr>
              <w:t>Nástroj, který se řídí právem třetí země, se do tohoto řádku zahrne pouze v případě, že splňuje požadavky stanovené v článku 55 směrnice 2014/59/EU.</w:t>
            </w:r>
          </w:p>
          <w:p w14:paraId="0B2AC759" w14:textId="604E0A4C" w:rsidR="00982A9F" w:rsidRPr="001562B3" w:rsidRDefault="001E1CA1" w:rsidP="00E05B92">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4E8D9E69" w14:textId="6B8B8639" w:rsidR="00305E50" w:rsidRPr="001562B3" w:rsidRDefault="00982A9F" w:rsidP="00E05B92">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Způsobilé závazky, které splňují požadavky stanovené v článcích 72a až 72d nařízení (EU) č. 575/2013, s výjimkou čl. 72b odst. 2 písm. d) uvedeného nařízení, a které jsou považovány za způsobilé závazky v souladu s čl. 72b odst. 3 a 4 uvedeného nařízení. Pokud se použije čl. 72b odst. 3 nařízení (EU) č. 575/2013, vykáže se částka </w:t>
            </w:r>
            <w:r>
              <w:rPr>
                <w:rStyle w:val="InstructionsTabelleberschrift"/>
                <w:rFonts w:ascii="Times New Roman" w:hAnsi="Times New Roman"/>
                <w:b w:val="0"/>
                <w:sz w:val="24"/>
                <w:u w:val="none"/>
              </w:rPr>
              <w:t xml:space="preserve">po </w:t>
            </w:r>
            <w:r>
              <w:rPr>
                <w:rStyle w:val="FormatvorlageInstructionsTabelleText"/>
                <w:rFonts w:ascii="Times New Roman" w:hAnsi="Times New Roman"/>
                <w:sz w:val="24"/>
              </w:rPr>
              <w:t>uplatnění horní hranice stanovené v uvedeném článku.</w:t>
            </w:r>
          </w:p>
        </w:tc>
      </w:tr>
      <w:tr w:rsidR="00A63011" w:rsidRPr="001562B3" w14:paraId="47FEB869" w14:textId="77777777" w:rsidTr="007674DE">
        <w:tc>
          <w:tcPr>
            <w:tcW w:w="1129" w:type="dxa"/>
            <w:vAlign w:val="center"/>
          </w:tcPr>
          <w:p w14:paraId="6C338E15" w14:textId="266651BF" w:rsidR="00A63011" w:rsidRPr="001562B3" w:rsidRDefault="00A63011" w:rsidP="00E05B92">
            <w:pPr>
              <w:pStyle w:val="InstructionsText"/>
            </w:pPr>
            <w:r>
              <w:rPr>
                <w:rStyle w:val="FormatvorlageInstructionsTabelleText"/>
                <w:rFonts w:ascii="Times New Roman" w:hAnsi="Times New Roman"/>
                <w:sz w:val="24"/>
              </w:rPr>
              <w:t>0150</w:t>
            </w:r>
          </w:p>
        </w:tc>
        <w:tc>
          <w:tcPr>
            <w:tcW w:w="7620" w:type="dxa"/>
            <w:vAlign w:val="center"/>
          </w:tcPr>
          <w:p w14:paraId="2B3CCCA3" w14:textId="391EEC94" w:rsidR="00A63011" w:rsidRPr="001562B3" w:rsidRDefault="00A63011"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Způsobilé závazky, které nejsou podřízené vyloučeným závazkům (bez zachování právních účinků před uplatněním horní hranice)</w:t>
            </w:r>
          </w:p>
          <w:p w14:paraId="394955FE" w14:textId="77777777" w:rsidR="00982A9F" w:rsidRPr="001562B3" w:rsidRDefault="00604AF7" w:rsidP="00E05B92">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AA7EA4A" w14:textId="271A55EF" w:rsidR="00604AF7" w:rsidRPr="001562B3" w:rsidRDefault="003A0717" w:rsidP="00E05B9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Závazky, které splňují podmínky stanovené v čl. 45b odst. 1 až 3 směrnice 2014/59/EU a které nejsou zcela podřízeny pohledávkám vyplývajícím z vyloučených závazků podle čl. 72a odst. 2 nařízení (EU) č. 575/2013</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Nástroj, který se řídí právem třetí země, se do tohoto řádku zahrne pouze v případě, že splňuje požadavky článku 55 směrnice 2014/59/EU.</w:t>
            </w:r>
          </w:p>
          <w:p w14:paraId="388C46BA" w14:textId="3360303E" w:rsidR="00982A9F" w:rsidRPr="001562B3" w:rsidRDefault="00604AF7"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0B4467BB" w14:textId="2922A36B" w:rsidR="00D37718" w:rsidRPr="001562B3" w:rsidRDefault="00982A9F"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Způsobilé závazky, které splňují požadavky stanovené v článcích 72a až 72d nařízení (EU) č. 575/2013, s výjimkou čl. 72b odst. 2 písm. d) uvedeného nařízení, a které</w:t>
            </w:r>
            <w:r>
              <w:t xml:space="preserve"> </w:t>
            </w:r>
            <w:r>
              <w:rPr>
                <w:rStyle w:val="FormatvorlageInstructionsTabelleText"/>
                <w:rFonts w:ascii="Times New Roman" w:hAnsi="Times New Roman"/>
                <w:sz w:val="24"/>
              </w:rPr>
              <w:t>by mohly být považovány za nástroje způsobilých závazků v souladu s čl. 72b odst. 3 uvedeného nařízení nebo mohou být považovány za nástroje způsobilých závazků v souladu s čl. 72b odst. 4 uvedeného nařízení.</w:t>
            </w:r>
          </w:p>
          <w:p w14:paraId="0909459E" w14:textId="3520A1D0" w:rsidR="00EA28E5" w:rsidRPr="001562B3" w:rsidRDefault="00855A44"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Pokud se použije čl. 72b odst. 3 nebo čl. 494 odst. 2 nařízení (EU) č. 575/2013, uvede se v tomto řádku celá částka bez uplatnění 3,5%, případně 2,5% horní hranice.</w:t>
            </w:r>
          </w:p>
          <w:p w14:paraId="10DEA222" w14:textId="0F79DC02" w:rsidR="00A63011" w:rsidRPr="001562B3" w:rsidRDefault="00EA28E5" w:rsidP="00E05B9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Tento řádek nezahrnuje žádnou částku, která by byla přechodně uznatelná v souladu s čl. 494b odst. 3 nařízení (EU) č. 575/2013.</w:t>
            </w:r>
          </w:p>
        </w:tc>
      </w:tr>
      <w:tr w:rsidR="00A63011" w:rsidRPr="001562B3" w14:paraId="10AF45A5" w14:textId="77777777" w:rsidTr="007674DE">
        <w:tc>
          <w:tcPr>
            <w:tcW w:w="1129" w:type="dxa"/>
            <w:vAlign w:val="center"/>
          </w:tcPr>
          <w:p w14:paraId="7372F449" w14:textId="2D516431" w:rsidR="00A63011" w:rsidRPr="001562B3" w:rsidRDefault="00A63011" w:rsidP="00E05B92">
            <w:pPr>
              <w:pStyle w:val="InstructionsText"/>
            </w:pPr>
            <w:r>
              <w:rPr>
                <w:rStyle w:val="FormatvorlageInstructionsTabelleText"/>
                <w:rFonts w:ascii="Times New Roman" w:hAnsi="Times New Roman"/>
                <w:sz w:val="24"/>
              </w:rPr>
              <w:t>0160</w:t>
            </w:r>
          </w:p>
        </w:tc>
        <w:tc>
          <w:tcPr>
            <w:tcW w:w="7620" w:type="dxa"/>
            <w:vAlign w:val="center"/>
          </w:tcPr>
          <w:p w14:paraId="5F838AA0" w14:textId="6F817905" w:rsidR="00EA28E5" w:rsidRPr="001562B3" w:rsidRDefault="00EA28E5"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Způsobilé závazky, které nejsou podřízené vyloučeným závazkům, vydané před 27. červnem 2019 (před uplatněním horní hranice)</w:t>
            </w:r>
          </w:p>
          <w:p w14:paraId="2510BB3A" w14:textId="1AF410B0" w:rsidR="00982A9F" w:rsidRPr="001562B3" w:rsidRDefault="00C11CA5" w:rsidP="00E05B92">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8163CEC" w14:textId="2030FFF7" w:rsidR="001C6D0D" w:rsidRPr="001562B3" w:rsidRDefault="00982A9F"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Způsobilé závazky, které splňují tyto podmínky:</w:t>
            </w:r>
          </w:p>
          <w:p w14:paraId="5FFD2677" w14:textId="50F9F4F8" w:rsidR="001C6D0D" w:rsidRPr="001562B3" w:rsidRDefault="00D16489"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byly vydané před 27. červnem 2019;</w:t>
            </w:r>
          </w:p>
          <w:p w14:paraId="07403C05" w14:textId="77777777" w:rsidR="009B0942" w:rsidRDefault="00D16489"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splňují podmínky stanovené v čl. 45b odst. 1 až 3 směrnice 2014/59/EU a nejsou zcela podřízeny pohledávkám vyplývajícím z vyloučených závazků podle čl. 72a odst. 2 nařízení (EU) č. 575/2013;</w:t>
            </w:r>
          </w:p>
          <w:p w14:paraId="71564EA2" w14:textId="74C6BCA7" w:rsidR="001C6D0D" w:rsidRPr="001562B3" w:rsidRDefault="00D16489"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jsou považovány za způsobilé závazky v důsledku zachování právních účinků v souladu s čl. 494b odst. 3 nařízení (EU) č. 575/2013.</w:t>
            </w:r>
          </w:p>
          <w:p w14:paraId="7503510D" w14:textId="23B235E3" w:rsidR="00B1149D" w:rsidRPr="001562B3" w:rsidRDefault="00014A29"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Nástroj, který se řídí právem třetí země, se do tohoto řádku zahrne pouze v případě, že splňuje požadavky článku 55 směrnice 2014/59/EU.</w:t>
            </w:r>
          </w:p>
          <w:p w14:paraId="7EAB8752" w14:textId="12D859E9" w:rsidR="00982A9F" w:rsidRPr="001562B3" w:rsidRDefault="00C11CA5" w:rsidP="00E05B9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F8A7696" w14:textId="38C1B326" w:rsidR="000A5224" w:rsidRPr="001562B3" w:rsidRDefault="0020559A"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Způsobilé závazky, které splňují tyto podmínky:</w:t>
            </w:r>
          </w:p>
          <w:p w14:paraId="2927D076" w14:textId="4B7CFD54" w:rsidR="000A5224" w:rsidRPr="001562B3" w:rsidRDefault="00D16489"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byly vydané před 27. červnem 2019;</w:t>
            </w:r>
          </w:p>
          <w:p w14:paraId="25193AE0" w14:textId="550C98FF" w:rsidR="000A5224" w:rsidRPr="001562B3" w:rsidRDefault="00D16489"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splňují požadavky stanovené v článcích 72a až 72d nařízení (EU) č. 575/2013, s výjimkou čl. 72b odst. 2 písm. d) uvedeného nařízení, a mohly by být považovány za nástroje způsobilých závazků v souladu s čl. 72b odst. 3 uvedeného nařízení nebo mohou být považovány za nástroje způsobilých závazků v souladu s čl. 72b odst. 4 uvedeného nařízení;</w:t>
            </w:r>
          </w:p>
          <w:p w14:paraId="406887A9" w14:textId="60E275A3" w:rsidR="00C11CA5" w:rsidRPr="001562B3" w:rsidRDefault="00D16489"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jsou považovány za způsobilé závazky v důsledku zachování právních účinků v souladu s čl. 494b odst. 3 nařízení (EU) č. 575/2013.</w:t>
            </w:r>
          </w:p>
          <w:p w14:paraId="1C129A1F" w14:textId="1BFAC6FB" w:rsidR="00A63011" w:rsidRPr="001562B3" w:rsidRDefault="00D16489" w:rsidP="00E05B9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Pokud se použije čl. 72b odst. 3 nebo čl. 494 odst. 2 nařízení (EU) č. 575/2013, uvede se v tomto řádku celá částka bez uplatnění 3,5%, případně 2,5% horní hranice.</w:t>
            </w:r>
          </w:p>
        </w:tc>
      </w:tr>
      <w:tr w:rsidR="00EA28E5" w:rsidRPr="001562B3" w14:paraId="11F3B154" w14:textId="77777777" w:rsidTr="007674DE">
        <w:tc>
          <w:tcPr>
            <w:tcW w:w="1129" w:type="dxa"/>
            <w:vAlign w:val="center"/>
          </w:tcPr>
          <w:p w14:paraId="0A3863D3" w14:textId="12D058F9" w:rsidR="00EA28E5" w:rsidRPr="001562B3" w:rsidRDefault="00EA28E5" w:rsidP="00E05B92">
            <w:pPr>
              <w:pStyle w:val="InstructionsText"/>
            </w:pPr>
            <w:r>
              <w:rPr>
                <w:rStyle w:val="FormatvorlageInstructionsTabelleText"/>
                <w:rFonts w:ascii="Times New Roman" w:hAnsi="Times New Roman"/>
                <w:sz w:val="24"/>
              </w:rPr>
              <w:t>0170</w:t>
            </w:r>
          </w:p>
        </w:tc>
        <w:tc>
          <w:tcPr>
            <w:tcW w:w="7620" w:type="dxa"/>
            <w:vAlign w:val="center"/>
          </w:tcPr>
          <w:p w14:paraId="616148D5" w14:textId="5B73B67F" w:rsidR="00EA28E5" w:rsidRPr="001562B3" w:rsidRDefault="00EA28E5"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Částky způsobilé po uplatnění horní hranice uvedené v čl. 72b odst. 3 nařízení (EU) č. 575/2013 (bez zachování právních účinků)</w:t>
            </w:r>
          </w:p>
          <w:p w14:paraId="13F2D135" w14:textId="77777777" w:rsidR="00FC063F" w:rsidRPr="001562B3" w:rsidRDefault="00F36F9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B93C9D6" w14:textId="55B86D85" w:rsidR="00EA28E5" w:rsidRPr="001562B3" w:rsidRDefault="00FC063F"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Způsobilé závazky, které splňují požadavky stanovené v článcích 72a až 72d nařízení (EU) č. 575/2013, s výjimkou čl. 72b odst. 2 písm. d) uvedeného nařízení, po uplatnění čl. 72b odst. 3 až 5 uvedeného nařízení, s výjimkou závazků vykázaných v souladu se zachováním právních účinků podle čl. 494b odst. 3 uvedeného nařízení.</w:t>
            </w:r>
          </w:p>
          <w:p w14:paraId="305A441C" w14:textId="01F58D68" w:rsidR="00E45961" w:rsidRPr="001562B3" w:rsidRDefault="00D301E1" w:rsidP="00E05B92">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Pokud se použije čl. 72b odst. 3 </w:t>
            </w:r>
            <w:r>
              <w:t>nařízení (EU) č. 575/2013</w:t>
            </w:r>
            <w:r>
              <w:rPr>
                <w:rStyle w:val="FormatvorlageInstructionsTabelleText"/>
                <w:rFonts w:ascii="Times New Roman" w:hAnsi="Times New Roman"/>
                <w:sz w:val="24"/>
              </w:rPr>
              <w:t xml:space="preserve"> do 31. prosince 2021, vykáže se v tomto řádku částka po uplatnění čl. 494 odst. 2 uvedeného nařízení (2,5% horní hranice).</w:t>
            </w:r>
          </w:p>
        </w:tc>
      </w:tr>
      <w:tr w:rsidR="00EA28E5" w:rsidRPr="001562B3" w14:paraId="4BB935B5" w14:textId="77777777" w:rsidTr="007674DE">
        <w:tc>
          <w:tcPr>
            <w:tcW w:w="1129" w:type="dxa"/>
            <w:vAlign w:val="center"/>
          </w:tcPr>
          <w:p w14:paraId="61DA2F84" w14:textId="4BFF468A" w:rsidR="00EA28E5" w:rsidRPr="001562B3" w:rsidRDefault="00EA28E5" w:rsidP="00E05B92">
            <w:pPr>
              <w:pStyle w:val="InstructionsText"/>
            </w:pPr>
            <w:r>
              <w:rPr>
                <w:rStyle w:val="FormatvorlageInstructionsTabelleText"/>
                <w:rFonts w:ascii="Times New Roman" w:hAnsi="Times New Roman"/>
                <w:sz w:val="24"/>
              </w:rPr>
              <w:t>0180</w:t>
            </w:r>
          </w:p>
        </w:tc>
        <w:tc>
          <w:tcPr>
            <w:tcW w:w="7620" w:type="dxa"/>
            <w:vAlign w:val="center"/>
          </w:tcPr>
          <w:p w14:paraId="17E7C796" w14:textId="1A628FF6" w:rsidR="00EA28E5" w:rsidRPr="001562B3" w:rsidRDefault="00EA28E5"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Částky způsobilé po uplatnění horní hranice uvedené v čl. 72b odst. 3 nařízení (EU) č. 575/2013, které se skládají z položek vydaných před 27. červnem 2019 </w:t>
            </w:r>
          </w:p>
          <w:p w14:paraId="53A05F4F" w14:textId="77777777" w:rsidR="00FC063F" w:rsidRPr="001562B3" w:rsidRDefault="000B1772" w:rsidP="00E05B9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06D6DBE" w14:textId="7F7CC175" w:rsidR="000B1772" w:rsidRPr="001562B3" w:rsidRDefault="00FC063F"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Způsobilé závazky, které splňují tyto podmínky:</w:t>
            </w:r>
          </w:p>
          <w:p w14:paraId="3AE4F260" w14:textId="31F4952D" w:rsidR="000B1772" w:rsidRPr="001562B3" w:rsidRDefault="00D301E1"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byly vydané před 27. červnem 2019;</w:t>
            </w:r>
          </w:p>
          <w:p w14:paraId="59FE9F26" w14:textId="4A24AE48" w:rsidR="000B1772" w:rsidRPr="001562B3" w:rsidRDefault="00D301E1"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splňují požadavky stanovené v článcích 72a až 72d nařízení (EU) č. 575/2013, s výjimkou čl. 72b odst. 2 písm. d) uvedeného nařízení, po použití čl. 72b odst. 3 až 5 uvedeného nařízení;</w:t>
            </w:r>
          </w:p>
          <w:p w14:paraId="114EE1F8" w14:textId="260F9651" w:rsidR="000B1772" w:rsidRPr="001562B3" w:rsidRDefault="00D301E1"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jsou považovány za způsobilé závazky v důsledku zachování právních účinků v souladu s čl. 494b odst. 3</w:t>
            </w:r>
            <w:r>
              <w:t xml:space="preserve"> nařízení (EU) č. 575/2013</w:t>
            </w:r>
            <w:r>
              <w:rPr>
                <w:rStyle w:val="FormatvorlageInstructionsTabelleText"/>
                <w:rFonts w:ascii="Times New Roman" w:hAnsi="Times New Roman"/>
                <w:sz w:val="24"/>
              </w:rPr>
              <w:t>.</w:t>
            </w:r>
          </w:p>
          <w:p w14:paraId="0A5DCE1F" w14:textId="34EB8733" w:rsidR="00E45961" w:rsidRPr="001562B3" w:rsidRDefault="00D301E1" w:rsidP="00E05B9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Pokud se použije čl. 72b odst. 3 </w:t>
            </w:r>
            <w:r>
              <w:t>nařízení (EU) č. 575/2013</w:t>
            </w:r>
            <w:r>
              <w:rPr>
                <w:rStyle w:val="FormatvorlageInstructionsTabelleText"/>
                <w:rFonts w:ascii="Times New Roman" w:hAnsi="Times New Roman"/>
                <w:sz w:val="24"/>
              </w:rPr>
              <w:t xml:space="preserve"> do 31. prosince 2021, vykáže se v tomto řádku částka po uplatnění čl. 494 odst. 2 uvedeného nařízení (2,5% horní hranice).</w:t>
            </w:r>
          </w:p>
        </w:tc>
      </w:tr>
      <w:tr w:rsidR="00A63011" w:rsidRPr="001562B3" w14:paraId="692AEFC6" w14:textId="77777777" w:rsidTr="007674DE">
        <w:tc>
          <w:tcPr>
            <w:tcW w:w="1129" w:type="dxa"/>
            <w:vAlign w:val="center"/>
          </w:tcPr>
          <w:p w14:paraId="3D783C0C" w14:textId="6DDA4312" w:rsidR="00A63011" w:rsidRPr="001562B3" w:rsidRDefault="00A63011" w:rsidP="00E05B92">
            <w:pPr>
              <w:pStyle w:val="InstructionsText"/>
            </w:pPr>
            <w:r>
              <w:rPr>
                <w:rStyle w:val="FormatvorlageInstructionsTabelleText"/>
                <w:rFonts w:ascii="Times New Roman" w:hAnsi="Times New Roman"/>
                <w:sz w:val="24"/>
              </w:rPr>
              <w:t>0190</w:t>
            </w:r>
          </w:p>
        </w:tc>
        <w:tc>
          <w:tcPr>
            <w:tcW w:w="7620" w:type="dxa"/>
            <w:vAlign w:val="center"/>
          </w:tcPr>
          <w:p w14:paraId="48A47BB7" w14:textId="58C2F8F9" w:rsidR="00A63011" w:rsidRPr="001562B3" w:rsidRDefault="00EA28E5"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 Odpočty</w:t>
            </w:r>
          </w:p>
        </w:tc>
      </w:tr>
      <w:tr w:rsidR="00A63011" w:rsidRPr="001562B3" w14:paraId="5F32D0E3" w14:textId="77777777" w:rsidTr="007674DE">
        <w:tc>
          <w:tcPr>
            <w:tcW w:w="1129" w:type="dxa"/>
            <w:vAlign w:val="center"/>
          </w:tcPr>
          <w:p w14:paraId="3E47080A" w14:textId="2297CCF2" w:rsidR="00A63011" w:rsidRPr="001562B3" w:rsidRDefault="00A63011" w:rsidP="00E05B92">
            <w:pPr>
              <w:pStyle w:val="InstructionsText"/>
            </w:pPr>
            <w:r>
              <w:rPr>
                <w:rStyle w:val="FormatvorlageInstructionsTabelleText"/>
                <w:rFonts w:ascii="Times New Roman" w:hAnsi="Times New Roman"/>
                <w:sz w:val="24"/>
              </w:rPr>
              <w:t>0200</w:t>
            </w:r>
          </w:p>
        </w:tc>
        <w:tc>
          <w:tcPr>
            <w:tcW w:w="7620" w:type="dxa"/>
            <w:vAlign w:val="center"/>
          </w:tcPr>
          <w:p w14:paraId="5A2E902B" w14:textId="2920CF5C" w:rsidR="00A63011" w:rsidRPr="001562B3" w:rsidRDefault="00EA28E5"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Expozice mezi skupinami řešícími krizi ve více okamžicích </w:t>
            </w:r>
          </w:p>
          <w:p w14:paraId="750816D8" w14:textId="45220EA8" w:rsidR="0052529D" w:rsidRPr="001562B3" w:rsidRDefault="00FC063F"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460C4152" w14:textId="7EB04F24" w:rsidR="00A63011" w:rsidRPr="001562B3" w:rsidRDefault="0052529D" w:rsidP="00E05B9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 tomto řádku jsou uvedeny odpočty expozic mezi skupinami řešícími krizi banky systémového významu (G-SVI) ve více okamžicích, které odpovídají přímým, nepřímým nebo syntetickým kapitálovým investicím do kapitálových nástrojů nebo nástrojů způsobilých závazků jednoho nebo více dceřiných podniků, které nepatří do stejné skupiny řešící krizi jako subjekt řešící krizi, v souladu s čl. 72e odst. 4 nařízení (EU) č. 575/2013.</w:t>
            </w:r>
          </w:p>
        </w:tc>
      </w:tr>
      <w:tr w:rsidR="00A63011" w:rsidRPr="001562B3" w14:paraId="5835F98E" w14:textId="77777777" w:rsidTr="007674DE">
        <w:tc>
          <w:tcPr>
            <w:tcW w:w="1129" w:type="dxa"/>
            <w:vAlign w:val="center"/>
          </w:tcPr>
          <w:p w14:paraId="32F5C825" w14:textId="325A3279" w:rsidR="00A63011" w:rsidRPr="001562B3" w:rsidRDefault="00327CA4" w:rsidP="00E05B92">
            <w:pPr>
              <w:pStyle w:val="InstructionsText"/>
            </w:pPr>
            <w:r>
              <w:rPr>
                <w:rStyle w:val="FormatvorlageInstructionsTabelleText"/>
                <w:rFonts w:ascii="Times New Roman" w:hAnsi="Times New Roman"/>
                <w:sz w:val="24"/>
              </w:rPr>
              <w:t>0210</w:t>
            </w:r>
          </w:p>
        </w:tc>
        <w:tc>
          <w:tcPr>
            <w:tcW w:w="7620" w:type="dxa"/>
            <w:vAlign w:val="center"/>
          </w:tcPr>
          <w:p w14:paraId="70CDC53F" w14:textId="6AA8C423" w:rsidR="00A63011" w:rsidRPr="001562B3" w:rsidRDefault="00EA28E5"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 Investice do jiných nástrojů způsobilých závazků</w:t>
            </w:r>
          </w:p>
          <w:p w14:paraId="6D6E0AE5" w14:textId="7C627841" w:rsidR="00FC063F" w:rsidRPr="001562B3" w:rsidRDefault="00FC063F"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1A0BF801" w14:textId="3E1284A9" w:rsidR="00A63011" w:rsidRPr="001562B3" w:rsidRDefault="00E645F5" w:rsidP="00E05B9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Subjekty vykazují odpočet investic do jiných nástrojů způsobilých závazků ve smyslu čl. 72e odst. 1 až 3 a článků 72f až 72j </w:t>
            </w:r>
            <w:r>
              <w:t>nařízení (EU) č. 575/2013</w:t>
            </w:r>
            <w:r>
              <w:rPr>
                <w:rStyle w:val="FormatvorlageInstructionsTabelleText"/>
                <w:rFonts w:ascii="Times New Roman" w:hAnsi="Times New Roman"/>
                <w:sz w:val="24"/>
              </w:rPr>
              <w:t>, přičemž částka, která má být odečtena od položek způsobilých závazků se určuje v souladu s částí druhou hlavou I kapitolou 5a oddílem 2 uvedeného nařízení.</w:t>
            </w:r>
          </w:p>
        </w:tc>
      </w:tr>
      <w:tr w:rsidR="00A63011" w:rsidRPr="001562B3" w14:paraId="1E39D578" w14:textId="77777777" w:rsidTr="007674DE">
        <w:tc>
          <w:tcPr>
            <w:tcW w:w="1129" w:type="dxa"/>
            <w:vAlign w:val="center"/>
          </w:tcPr>
          <w:p w14:paraId="33758206" w14:textId="3E9120C1" w:rsidR="00A63011" w:rsidRPr="001562B3" w:rsidRDefault="00327CA4" w:rsidP="00E05B92">
            <w:pPr>
              <w:pStyle w:val="InstructionsText"/>
            </w:pPr>
            <w:r>
              <w:rPr>
                <w:rStyle w:val="FormatvorlageInstructionsTabelleText"/>
                <w:rFonts w:ascii="Times New Roman" w:hAnsi="Times New Roman"/>
                <w:sz w:val="24"/>
              </w:rPr>
              <w:t>0220</w:t>
            </w:r>
          </w:p>
        </w:tc>
        <w:tc>
          <w:tcPr>
            <w:tcW w:w="7620" w:type="dxa"/>
            <w:vAlign w:val="center"/>
          </w:tcPr>
          <w:p w14:paraId="3D31E736" w14:textId="4E1C375C" w:rsidR="00A63011" w:rsidRPr="001562B3" w:rsidRDefault="00A63011"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Odpočty od způsobilých závazků, které přesahují výši způsobilých závazků</w:t>
            </w:r>
          </w:p>
          <w:p w14:paraId="7BA038D3" w14:textId="2EA39D26" w:rsidR="00913681" w:rsidRPr="001562B3" w:rsidRDefault="00EA28E5"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Způsobilé závazky nemohou být záporné, je ale možné, že odpočty od způsobilých závazků jsou vyšší než způsobilé závazky. V takovém případě se způsobilé závazky musí rovnat nule a odpočty, které přesahují výši způsobilých závazků, se musí odečíst od kapitálu tier 2 v souladu s čl. 66 písm. e) </w:t>
            </w:r>
            <w:r>
              <w:t>nařízení (EU) č. 575/2013</w:t>
            </w:r>
            <w:r>
              <w:rPr>
                <w:rStyle w:val="FormatvorlageInstructionsTabelleText"/>
                <w:rFonts w:ascii="Times New Roman" w:hAnsi="Times New Roman"/>
                <w:sz w:val="24"/>
              </w:rPr>
              <w:t>.</w:t>
            </w:r>
          </w:p>
          <w:p w14:paraId="3E09EF9B" w14:textId="2F11A2BE" w:rsidR="00A63011" w:rsidRPr="001562B3" w:rsidRDefault="00913681" w:rsidP="00E05B9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Na základě této položky se dosáhne toho, že způsobilé závazky vykázané v řádku 0060 nejsou nikdy nižší než nula </w:t>
            </w:r>
          </w:p>
        </w:tc>
      </w:tr>
      <w:tr w:rsidR="004B26E4" w:rsidRPr="001562B3" w:rsidDel="000A3889" w14:paraId="55A5288B" w14:textId="77777777" w:rsidTr="00EF1BBD">
        <w:tc>
          <w:tcPr>
            <w:tcW w:w="1129" w:type="dxa"/>
            <w:vAlign w:val="center"/>
          </w:tcPr>
          <w:p w14:paraId="0469F718" w14:textId="77777777" w:rsidR="004B26E4" w:rsidRPr="001562B3" w:rsidRDefault="004B26E4"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0400–0500</w:t>
            </w:r>
          </w:p>
        </w:tc>
        <w:tc>
          <w:tcPr>
            <w:tcW w:w="7620" w:type="dxa"/>
            <w:vAlign w:val="center"/>
          </w:tcPr>
          <w:p w14:paraId="7038FF40" w14:textId="77777777" w:rsidR="004B26E4" w:rsidRPr="001562B3" w:rsidRDefault="004B26E4"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Doplňkové položky</w:t>
            </w:r>
          </w:p>
        </w:tc>
      </w:tr>
      <w:tr w:rsidR="004B26E4" w:rsidRPr="001562B3" w:rsidDel="000A3889" w14:paraId="1F7040BA" w14:textId="77777777" w:rsidTr="007674DE">
        <w:tc>
          <w:tcPr>
            <w:tcW w:w="1129" w:type="dxa"/>
            <w:vAlign w:val="center"/>
          </w:tcPr>
          <w:p w14:paraId="335E3648" w14:textId="0E055C41" w:rsidR="004B26E4" w:rsidRPr="001562B3" w:rsidRDefault="004B26E4" w:rsidP="00E05B92">
            <w:pPr>
              <w:pStyle w:val="InstructionsText"/>
            </w:pPr>
            <w:r>
              <w:rPr>
                <w:rStyle w:val="FormatvorlageInstructionsTabelleText"/>
                <w:rFonts w:ascii="Times New Roman" w:hAnsi="Times New Roman"/>
                <w:sz w:val="24"/>
              </w:rPr>
              <w:t>0400</w:t>
            </w:r>
          </w:p>
        </w:tc>
        <w:tc>
          <w:tcPr>
            <w:tcW w:w="7620" w:type="dxa"/>
            <w:vAlign w:val="center"/>
          </w:tcPr>
          <w:p w14:paraId="0120BDD9" w14:textId="77777777" w:rsidR="004B26E4" w:rsidRPr="001562B3" w:rsidRDefault="004B26E4"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Kmenový kapitál tier 1 (%) dostupný po splnění požadavků subjektem </w:t>
            </w:r>
          </w:p>
          <w:p w14:paraId="536CE450" w14:textId="54BE15EA" w:rsidR="004B26E4" w:rsidRPr="001562B3" w:rsidRDefault="004B26E4"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Výše kmenového kapitálu tier 1, která se rovná nule nebo je kladná, po splnění všech požadavků uvedených v čl. 141a odst. 1 písm. a), b) a c) směrnice 2013/36/EU</w:t>
            </w:r>
            <w:r w:rsidR="006876BA" w:rsidRPr="001562B3">
              <w:rPr>
                <w:rStyle w:val="FootnoteReference"/>
              </w:rPr>
              <w:footnoteReference w:id="5"/>
            </w:r>
            <w:r>
              <w:rPr>
                <w:rStyle w:val="FormatvorlageInstructionsTabelleText"/>
                <w:rFonts w:ascii="Times New Roman" w:hAnsi="Times New Roman"/>
                <w:sz w:val="24"/>
              </w:rPr>
              <w:t xml:space="preserve"> a vyšší z </w:t>
            </w:r>
            <w:r w:rsidR="00CD49AE">
              <w:rPr>
                <w:rStyle w:val="FormatvorlageInstructionsTabelleText"/>
                <w:rFonts w:ascii="Times New Roman" w:hAnsi="Times New Roman"/>
                <w:sz w:val="24"/>
              </w:rPr>
              <w:t>následujících hodnot</w:t>
            </w:r>
            <w:r>
              <w:rPr>
                <w:rStyle w:val="FormatvorlageInstructionsTabelleText"/>
                <w:rFonts w:ascii="Times New Roman" w:hAnsi="Times New Roman"/>
                <w:sz w:val="24"/>
              </w:rPr>
              <w:t>:</w:t>
            </w:r>
          </w:p>
          <w:p w14:paraId="1016D212" w14:textId="08EB8685" w:rsidR="004B26E4" w:rsidRPr="001562B3" w:rsidRDefault="004B26E4"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v příslušných případech požadavek na kapitál a způsobilé závazky G-SVI stanovený v článku 92a </w:t>
            </w:r>
            <w:r>
              <w:t>nařízení (EU) č. 575/2013</w:t>
            </w:r>
            <w:r>
              <w:rPr>
                <w:rStyle w:val="FormatvorlageInstructionsTabelleText"/>
                <w:rFonts w:ascii="Times New Roman" w:hAnsi="Times New Roman"/>
                <w:sz w:val="24"/>
              </w:rPr>
              <w:t xml:space="preserve"> (požadavek TLAC), pokud je vypočítán v souladu s odst. 1 písm. a) uvedeného článku, </w:t>
            </w:r>
          </w:p>
          <w:p w14:paraId="78E1074D" w14:textId="3DEFB8C3" w:rsidR="004B26E4" w:rsidRPr="001562B3" w:rsidRDefault="004B26E4"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minimální požadavek na kapitál a způsobilé závazky podle článku 45 </w:t>
            </w:r>
            <w:r>
              <w:t>směrnice 2014/59/EU</w:t>
            </w:r>
            <w:r>
              <w:rPr>
                <w:rStyle w:val="FormatvorlageInstructionsTabelleText"/>
                <w:rFonts w:ascii="Times New Roman" w:hAnsi="Times New Roman"/>
                <w:sz w:val="24"/>
              </w:rPr>
              <w:t>, pokud je vypočítán v souladu s čl. 45 odst. 2 písm. a) uvedené směrnice.</w:t>
            </w:r>
          </w:p>
          <w:p w14:paraId="4922B454" w14:textId="09574DDE" w:rsidR="004B26E4" w:rsidRPr="001562B3" w:rsidRDefault="004B26E4"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Dostupný kmenový kapitál tier 1 se vyjádří jako procentní podíl celkového objemu rizikové expozice uvedeného v řádku 0100 šablony M 01.00.</w:t>
            </w:r>
          </w:p>
          <w:p w14:paraId="584E56EB" w14:textId="63B909F8" w:rsidR="004B26E4" w:rsidRPr="001562B3" w:rsidRDefault="004B26E4" w:rsidP="00E05B9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Vykazovaný údaj musí být ve sloupcích MREL i TLAC stejný.</w:t>
            </w:r>
          </w:p>
          <w:p w14:paraId="4055321C" w14:textId="67782940" w:rsidR="004B26E4" w:rsidRPr="001562B3" w:rsidRDefault="004B26E4" w:rsidP="00E05B9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Zohlední vliv přechodných ustanovení na kapitál a způsobilé závazky, celkový objem rizikové expozice a samotné požadavky. Nezohlední se pokyn k držení dodatečného kapitálu uvedený v článku 104b směrnice 2013/36/EU, ani požadavek kombinovaných kapitálových rezerv podle čl. 128 prvního pododstavce bodu 6 uvedené směrnice.</w:t>
            </w:r>
          </w:p>
        </w:tc>
      </w:tr>
      <w:tr w:rsidR="004B26E4" w:rsidRPr="001562B3" w:rsidDel="000A3889" w14:paraId="4009374D" w14:textId="77777777" w:rsidTr="007674DE">
        <w:tc>
          <w:tcPr>
            <w:tcW w:w="1129" w:type="dxa"/>
            <w:vAlign w:val="center"/>
          </w:tcPr>
          <w:p w14:paraId="45843D1F" w14:textId="0AF81A10" w:rsidR="004B26E4" w:rsidRPr="001562B3" w:rsidRDefault="004B26E4" w:rsidP="00E05B92">
            <w:pPr>
              <w:pStyle w:val="InstructionsText"/>
            </w:pPr>
            <w:r>
              <w:rPr>
                <w:rStyle w:val="FormatvorlageInstructionsTabelleText"/>
                <w:rFonts w:ascii="Times New Roman" w:hAnsi="Times New Roman"/>
                <w:sz w:val="24"/>
              </w:rPr>
              <w:t>0410</w:t>
            </w:r>
          </w:p>
        </w:tc>
        <w:tc>
          <w:tcPr>
            <w:tcW w:w="7620" w:type="dxa"/>
            <w:vAlign w:val="center"/>
          </w:tcPr>
          <w:p w14:paraId="07181A26" w14:textId="13872A80" w:rsidR="004B26E4" w:rsidRPr="001562B3" w:rsidRDefault="004B26E4"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Požadavek kombinovaných kapitálových rezerv (%)</w:t>
            </w:r>
          </w:p>
          <w:p w14:paraId="287F6D1A" w14:textId="1CE645DE" w:rsidR="004B26E4" w:rsidRPr="001562B3" w:rsidRDefault="004B26E4" w:rsidP="00E05B9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Ustanovení čl. 128 </w:t>
            </w:r>
            <w:r>
              <w:rPr>
                <w:rStyle w:val="FormatvorlageInstructionsTabelleText"/>
                <w:rFonts w:ascii="Times New Roman" w:hAnsi="Times New Roman"/>
                <w:sz w:val="24"/>
              </w:rPr>
              <w:t xml:space="preserve">prvního pododstavce bodu 6 </w:t>
            </w:r>
            <w:r>
              <w:t xml:space="preserve">směrnice 2013/36/EU. </w:t>
            </w:r>
          </w:p>
          <w:p w14:paraId="7D299A16" w14:textId="40FF678D" w:rsidR="004B26E4" w:rsidRPr="001562B3" w:rsidRDefault="004B26E4" w:rsidP="00E05B9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Požadavek kombinovaných kapitálových rezerv se vyjádří jako procentní podíl celkového objemu </w:t>
            </w:r>
            <w:r>
              <w:rPr>
                <w:rStyle w:val="InstructionsTabelleberschrift"/>
                <w:rFonts w:ascii="Times New Roman" w:hAnsi="Times New Roman"/>
                <w:b w:val="0"/>
                <w:sz w:val="24"/>
                <w:u w:val="none"/>
              </w:rPr>
              <w:t>rizikové expozice</w:t>
            </w:r>
            <w:r>
              <w:rPr>
                <w:rStyle w:val="FormatvorlageInstructionsTabelleText"/>
                <w:rFonts w:ascii="Times New Roman" w:hAnsi="Times New Roman"/>
                <w:sz w:val="24"/>
              </w:rPr>
              <w:t>.</w:t>
            </w:r>
          </w:p>
        </w:tc>
      </w:tr>
      <w:tr w:rsidR="004B26E4" w:rsidRPr="001562B3" w:rsidDel="000A3889" w14:paraId="69621A66" w14:textId="77777777" w:rsidTr="007674DE">
        <w:tc>
          <w:tcPr>
            <w:tcW w:w="1129" w:type="dxa"/>
            <w:vAlign w:val="center"/>
          </w:tcPr>
          <w:p w14:paraId="206B49C7" w14:textId="6928727F" w:rsidR="004B26E4" w:rsidRPr="001562B3" w:rsidRDefault="004B26E4"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06E9467D" w14:textId="2C3A4D50" w:rsidR="004B26E4" w:rsidRPr="001562B3" w:rsidRDefault="00E05B92"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w:t>
            </w:r>
            <w:r w:rsidR="004B26E4">
              <w:rPr>
                <w:rStyle w:val="InstructionsTabelleberschrift"/>
                <w:rFonts w:ascii="Times New Roman" w:hAnsi="Times New Roman"/>
                <w:sz w:val="24"/>
              </w:rPr>
              <w:t xml:space="preserve"> toho: požadavek na bezpečnostní kapitálovou rezervu </w:t>
            </w:r>
          </w:p>
          <w:p w14:paraId="4EFA0A18" w14:textId="5AE605AD" w:rsidR="004B26E4" w:rsidRPr="001562B3" w:rsidRDefault="004B26E4" w:rsidP="00E05B92">
            <w:pPr>
              <w:pStyle w:val="InstructionsText"/>
              <w:rPr>
                <w:rStyle w:val="InstructionsTabelleberschrift"/>
                <w:rFonts w:ascii="Times New Roman" w:hAnsi="Times New Roman"/>
                <w:sz w:val="24"/>
              </w:rPr>
            </w:pPr>
            <w:r>
              <w:t xml:space="preserve">Objem kombinovaných kapitálových rezerv stanovených konkrétně pro danou instituci (vyjádřený jako procentní podíl </w:t>
            </w:r>
            <w:r>
              <w:rPr>
                <w:rStyle w:val="FormatvorlageInstructionsTabelleText"/>
                <w:rFonts w:ascii="Times New Roman" w:hAnsi="Times New Roman"/>
                <w:sz w:val="24"/>
              </w:rPr>
              <w:t xml:space="preserve">celkového objemu </w:t>
            </w:r>
            <w:r>
              <w:rPr>
                <w:rStyle w:val="InstructionsTabelleberschrift"/>
                <w:rFonts w:ascii="Times New Roman" w:hAnsi="Times New Roman"/>
                <w:b w:val="0"/>
                <w:sz w:val="24"/>
                <w:u w:val="none"/>
              </w:rPr>
              <w:t>rizikové expozice</w:t>
            </w:r>
            <w:r>
              <w:t>), který se týká požadavku na bezpečnostní kapitálovou rezervu.</w:t>
            </w:r>
          </w:p>
        </w:tc>
      </w:tr>
      <w:tr w:rsidR="004B26E4" w:rsidRPr="001562B3" w:rsidDel="000A3889" w14:paraId="39E2CDFC" w14:textId="77777777" w:rsidTr="00C15B90">
        <w:tc>
          <w:tcPr>
            <w:tcW w:w="1129" w:type="dxa"/>
            <w:vAlign w:val="center"/>
          </w:tcPr>
          <w:p w14:paraId="2C44CA49" w14:textId="2C472C8B" w:rsidR="004B26E4" w:rsidRPr="001562B3" w:rsidRDefault="004B26E4"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2C432667" w14:textId="469ADA52" w:rsidR="004B26E4" w:rsidRPr="001562B3" w:rsidRDefault="00E05B92"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w:t>
            </w:r>
            <w:r w:rsidR="004B26E4">
              <w:rPr>
                <w:rStyle w:val="InstructionsTabelleberschrift"/>
                <w:rFonts w:ascii="Times New Roman" w:hAnsi="Times New Roman"/>
                <w:sz w:val="24"/>
              </w:rPr>
              <w:t xml:space="preserve"> toho: požadavek na proticyklickou kapitálovou rezervu </w:t>
            </w:r>
          </w:p>
          <w:p w14:paraId="66111F18" w14:textId="6AC08DF1" w:rsidR="004B26E4" w:rsidRPr="001562B3" w:rsidRDefault="004B26E4" w:rsidP="00E05B92">
            <w:pPr>
              <w:pStyle w:val="InstructionsText"/>
              <w:rPr>
                <w:rStyle w:val="InstructionsTabelleberschrift"/>
                <w:rFonts w:ascii="Times New Roman" w:hAnsi="Times New Roman"/>
                <w:sz w:val="24"/>
              </w:rPr>
            </w:pPr>
            <w:r>
              <w:t xml:space="preserve">Objem kombinovaných kapitálových rezerv stanovených konkrétně pro danou instituci (vyjádřený jako procentní podíl </w:t>
            </w:r>
            <w:r>
              <w:rPr>
                <w:rStyle w:val="FormatvorlageInstructionsTabelleText"/>
                <w:rFonts w:ascii="Times New Roman" w:hAnsi="Times New Roman"/>
                <w:sz w:val="24"/>
              </w:rPr>
              <w:t xml:space="preserve">celkového objemu </w:t>
            </w:r>
            <w:r>
              <w:rPr>
                <w:rStyle w:val="InstructionsTabelleberschrift"/>
                <w:rFonts w:ascii="Times New Roman" w:hAnsi="Times New Roman"/>
                <w:b w:val="0"/>
                <w:sz w:val="24"/>
                <w:u w:val="none"/>
              </w:rPr>
              <w:t>rizikové expozice</w:t>
            </w:r>
            <w:r>
              <w:t>), který se týká požadavku na proticyklickou kapitálovou rezervu.</w:t>
            </w:r>
          </w:p>
        </w:tc>
      </w:tr>
      <w:tr w:rsidR="004B26E4" w:rsidRPr="001562B3" w:rsidDel="000A3889" w14:paraId="59FE41E4" w14:textId="77777777" w:rsidTr="00C15B90">
        <w:tc>
          <w:tcPr>
            <w:tcW w:w="1129" w:type="dxa"/>
            <w:vAlign w:val="center"/>
          </w:tcPr>
          <w:p w14:paraId="217DA17F" w14:textId="3479E338" w:rsidR="004B26E4" w:rsidRPr="001562B3" w:rsidRDefault="004B26E4"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519E9751" w14:textId="70BB3090" w:rsidR="004B26E4" w:rsidRPr="001562B3" w:rsidRDefault="00E05B92"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w:t>
            </w:r>
            <w:r w:rsidR="004B26E4">
              <w:rPr>
                <w:rStyle w:val="InstructionsTabelleberschrift"/>
                <w:rFonts w:ascii="Times New Roman" w:hAnsi="Times New Roman"/>
                <w:sz w:val="24"/>
              </w:rPr>
              <w:t xml:space="preserve"> toho: požadavek na kapitálovou rezervu pro krytí systémového rizika </w:t>
            </w:r>
          </w:p>
          <w:p w14:paraId="6BA953BC" w14:textId="3A467DC0" w:rsidR="004B26E4" w:rsidRPr="001562B3" w:rsidRDefault="004B26E4" w:rsidP="00E05B92">
            <w:pPr>
              <w:pStyle w:val="InstructionsText"/>
              <w:rPr>
                <w:rStyle w:val="InstructionsTabelleberschrift"/>
                <w:rFonts w:ascii="Times New Roman" w:hAnsi="Times New Roman"/>
                <w:b w:val="0"/>
                <w:sz w:val="24"/>
              </w:rPr>
            </w:pPr>
            <w:r>
              <w:t xml:space="preserve">Objem kombinovaných kapitálových rezerv stanovených konkrétně pro danou instituci (vyjádřený jako procentní podíl </w:t>
            </w:r>
            <w:r>
              <w:rPr>
                <w:rStyle w:val="FormatvorlageInstructionsTabelleText"/>
                <w:rFonts w:ascii="Times New Roman" w:hAnsi="Times New Roman"/>
                <w:sz w:val="24"/>
              </w:rPr>
              <w:t xml:space="preserve">celkového objemu </w:t>
            </w:r>
            <w:r>
              <w:rPr>
                <w:rStyle w:val="InstructionsTabelleberschrift"/>
                <w:rFonts w:ascii="Times New Roman" w:hAnsi="Times New Roman"/>
                <w:b w:val="0"/>
                <w:sz w:val="24"/>
                <w:u w:val="none"/>
              </w:rPr>
              <w:t>rizikové expozice</w:t>
            </w:r>
            <w:r>
              <w:t>), který se týká požadavku na kapitálovou rezervu pro krytí systémového rizika.</w:t>
            </w:r>
          </w:p>
        </w:tc>
      </w:tr>
      <w:tr w:rsidR="004B26E4" w:rsidRPr="001562B3" w:rsidDel="000A3889" w14:paraId="3DCE6243" w14:textId="77777777" w:rsidTr="00C15B90">
        <w:tc>
          <w:tcPr>
            <w:tcW w:w="1129" w:type="dxa"/>
            <w:vAlign w:val="center"/>
          </w:tcPr>
          <w:p w14:paraId="5A22262F" w14:textId="5C0B7ADC" w:rsidR="004B26E4" w:rsidRPr="001562B3" w:rsidRDefault="004B26E4"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609E7EEE" w14:textId="439577E5" w:rsidR="004B26E4" w:rsidRPr="001562B3" w:rsidRDefault="00E05B92"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w:t>
            </w:r>
            <w:r w:rsidR="004B26E4">
              <w:rPr>
                <w:rStyle w:val="InstructionsTabelleberschrift"/>
                <w:rFonts w:ascii="Times New Roman" w:hAnsi="Times New Roman"/>
                <w:sz w:val="24"/>
              </w:rPr>
              <w:t xml:space="preserve"> toho: kapitálová rezerva pro globální systémově významnou instituci (G-SVI) nebo jinou systémově významnou instituci (J-SVI)</w:t>
            </w:r>
          </w:p>
          <w:p w14:paraId="6B1FCB7D" w14:textId="7282D718" w:rsidR="004B26E4" w:rsidRPr="001562B3" w:rsidRDefault="004B26E4" w:rsidP="00E05B92">
            <w:pPr>
              <w:pStyle w:val="InstructionsText"/>
              <w:rPr>
                <w:rStyle w:val="InstructionsTabelleberschrift"/>
                <w:rFonts w:ascii="Times New Roman" w:hAnsi="Times New Roman"/>
                <w:b w:val="0"/>
                <w:sz w:val="24"/>
              </w:rPr>
            </w:pPr>
            <w:r>
              <w:t>Objem kombinovaných kapitálových rezerv stanovených konkrétně pro danou instituci (vyjádřený jako procentní podíl celkového objemu rizikové expozice), který se týká požadavku na kapitálovou rezervu pro instituci G-SVI nebo J-SVI.</w:t>
            </w:r>
          </w:p>
        </w:tc>
      </w:tr>
      <w:tr w:rsidR="004B26E4" w:rsidRPr="001562B3" w:rsidDel="000A3889" w14:paraId="30EDA47C" w14:textId="77777777" w:rsidTr="005F608F">
        <w:tc>
          <w:tcPr>
            <w:tcW w:w="1129" w:type="dxa"/>
            <w:vAlign w:val="center"/>
          </w:tcPr>
          <w:p w14:paraId="7D952F17" w14:textId="19B8B068" w:rsidR="004B26E4" w:rsidRPr="001562B3" w:rsidRDefault="004B26E4"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253143B2" w14:textId="77777777" w:rsidR="004B26E4" w:rsidRPr="001562B3" w:rsidRDefault="004B26E4"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Investice do podřízených způsobilých závazků jiných institucí</w:t>
            </w:r>
          </w:p>
          <w:p w14:paraId="5F3C8CAD" w14:textId="51CDE3CF" w:rsidR="004B26E4" w:rsidRPr="001562B3" w:rsidRDefault="004B26E4" w:rsidP="00E05B92">
            <w:pPr>
              <w:pStyle w:val="InstructionsText"/>
            </w:pPr>
            <w:r>
              <w:t>Pozice uvedené v tomto řádku a v řádcích 0470 až 0490 se určí s ohledem na zásady stanovené v článku 72h nařízení o kapitálových požadavcích (čisté dlouhé pozice, přístup se zohledněním).</w:t>
            </w:r>
          </w:p>
        </w:tc>
      </w:tr>
      <w:tr w:rsidR="004B26E4" w:rsidRPr="001562B3" w:rsidDel="000A3889" w14:paraId="429E36A7" w14:textId="77777777" w:rsidTr="005F608F">
        <w:tc>
          <w:tcPr>
            <w:tcW w:w="1129" w:type="dxa"/>
            <w:vAlign w:val="center"/>
          </w:tcPr>
          <w:p w14:paraId="05FC840F" w14:textId="60FA98C2" w:rsidR="004B26E4" w:rsidRPr="001562B3" w:rsidRDefault="004B26E4"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642E47E4" w14:textId="20D0C8BD" w:rsidR="004B26E4" w:rsidRPr="001562B3" w:rsidRDefault="004B26E4"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Investice do podřízených způsobilých závazků institucí G-SVI</w:t>
            </w:r>
          </w:p>
          <w:p w14:paraId="4362DBFC" w14:textId="36173A4D" w:rsidR="004B26E4" w:rsidRPr="001562B3" w:rsidRDefault="004B26E4" w:rsidP="00E05B9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Objem kapitálových investic do nástrojů způsobilých závazků, jak je uvedeno v čl. 72b odst. 2 nařízení (EU) č. 575/2013, s výjimkou nástrojů podle čl. 72b odst. 3 až 5 uvedeného nařízení, které jsou vydány institucemi G-SVI.</w:t>
            </w:r>
          </w:p>
        </w:tc>
      </w:tr>
      <w:tr w:rsidR="004B26E4" w:rsidRPr="001562B3" w:rsidDel="000A3889" w14:paraId="7650C255" w14:textId="77777777" w:rsidTr="008E6E73">
        <w:trPr>
          <w:trHeight w:val="996"/>
        </w:trPr>
        <w:tc>
          <w:tcPr>
            <w:tcW w:w="1129" w:type="dxa"/>
            <w:vAlign w:val="center"/>
          </w:tcPr>
          <w:p w14:paraId="6A96DF1D" w14:textId="132F91C1" w:rsidR="004B26E4" w:rsidRPr="001562B3" w:rsidRDefault="004B26E4"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70DB94C0" w14:textId="33495A29" w:rsidR="004B26E4" w:rsidRPr="001562B3" w:rsidRDefault="004B26E4"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Investice do podřízených způsobilých závazků institucí J-SVI</w:t>
            </w:r>
          </w:p>
          <w:p w14:paraId="7CD464ED" w14:textId="141E401F" w:rsidR="004B26E4" w:rsidRPr="001562B3" w:rsidRDefault="004B26E4" w:rsidP="00E05B9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Objem kapitálových investic do nástrojů způsobilých závazků, jak je uvedeno v čl. 72b odst. 2 </w:t>
            </w:r>
            <w:r>
              <w:t>nařízení (EU) č. 575/2013</w:t>
            </w:r>
            <w:r>
              <w:rPr>
                <w:rStyle w:val="InstructionsTabelleberschrift"/>
                <w:rFonts w:ascii="Times New Roman" w:hAnsi="Times New Roman"/>
                <w:b w:val="0"/>
                <w:sz w:val="24"/>
                <w:u w:val="none"/>
              </w:rPr>
              <w:t>, které jsou vydány institucemi J-SVI.</w:t>
            </w:r>
          </w:p>
          <w:p w14:paraId="38FA530C" w14:textId="678EB475" w:rsidR="004B26E4" w:rsidRPr="001562B3" w:rsidRDefault="004B26E4" w:rsidP="00E05B9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Investice do podřízených způsobilých závazků institucí J-SVI, které jsou zároveň instituce G-SVI, se nevykazují v tomto řádku, ale výhradně v řádku 0470.</w:t>
            </w:r>
          </w:p>
        </w:tc>
      </w:tr>
      <w:tr w:rsidR="004B26E4" w:rsidRPr="001562B3" w:rsidDel="000A3889" w14:paraId="4DE21622" w14:textId="77777777" w:rsidTr="005F608F">
        <w:tc>
          <w:tcPr>
            <w:tcW w:w="1129" w:type="dxa"/>
            <w:vAlign w:val="center"/>
          </w:tcPr>
          <w:p w14:paraId="24857184" w14:textId="1A8E3AB8" w:rsidR="004B26E4" w:rsidRPr="001562B3" w:rsidRDefault="004B26E4"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7A6FD579" w14:textId="77777777" w:rsidR="004B26E4" w:rsidRPr="001562B3" w:rsidRDefault="004B26E4"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Investice do podřízených způsobilých závazků jiných institucí</w:t>
            </w:r>
          </w:p>
          <w:p w14:paraId="2E60AD38" w14:textId="475CCA51" w:rsidR="004B26E4" w:rsidRPr="001562B3" w:rsidRDefault="004B26E4" w:rsidP="00E05B9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Objem kapitálových investic do nástrojů způsobilých závazků, jak je uvedeno v čl. 72b odst. 2 </w:t>
            </w:r>
            <w:r>
              <w:t>nařízení (EU) č. 575/2013</w:t>
            </w:r>
            <w:r>
              <w:rPr>
                <w:rStyle w:val="InstructionsTabelleberschrift"/>
                <w:rFonts w:ascii="Times New Roman" w:hAnsi="Times New Roman"/>
                <w:b w:val="0"/>
                <w:sz w:val="24"/>
                <w:u w:val="none"/>
              </w:rPr>
              <w:t>, které jsou vydány institucemi, které nejsou ani instituce G-SVI, ani instituce J-SVI.</w:t>
            </w:r>
          </w:p>
        </w:tc>
      </w:tr>
      <w:tr w:rsidR="004B26E4" w:rsidRPr="001562B3" w:rsidDel="000A3889" w14:paraId="64D619AB" w14:textId="77777777" w:rsidTr="005F608F">
        <w:tc>
          <w:tcPr>
            <w:tcW w:w="1129" w:type="dxa"/>
            <w:vAlign w:val="center"/>
          </w:tcPr>
          <w:p w14:paraId="6ACE68D1" w14:textId="6650FAE0" w:rsidR="004B26E4" w:rsidRPr="001562B3" w:rsidRDefault="004B26E4"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63ABFEFC" w14:textId="77777777" w:rsidR="004B26E4" w:rsidRPr="001562B3" w:rsidRDefault="004B26E4"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Vyloučené závazky</w:t>
            </w:r>
          </w:p>
          <w:p w14:paraId="0B9817CF" w14:textId="5B950FA2" w:rsidR="004B26E4" w:rsidRPr="001562B3" w:rsidRDefault="004B26E4" w:rsidP="00E05B9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Ustanovení čl. </w:t>
            </w:r>
            <w:r>
              <w:t>72a odst. 2 nařízení (EU) č. 575/2013</w:t>
            </w:r>
            <w:r>
              <w:rPr>
                <w:rStyle w:val="InstructionsTabelleberschrift"/>
                <w:rFonts w:ascii="Times New Roman" w:hAnsi="Times New Roman"/>
                <w:b w:val="0"/>
                <w:sz w:val="24"/>
                <w:u w:val="none"/>
              </w:rPr>
              <w:t>.</w:t>
            </w:r>
          </w:p>
        </w:tc>
      </w:tr>
    </w:tbl>
    <w:p w14:paraId="56EB0CAA" w14:textId="633BECAD" w:rsidR="00A63011" w:rsidRPr="001562B3" w:rsidRDefault="00A63011"/>
    <w:p w14:paraId="155D68FA" w14:textId="13C73186" w:rsidR="00482729" w:rsidRPr="001562B3" w:rsidRDefault="00482729" w:rsidP="00873459">
      <w:pPr>
        <w:pStyle w:val="Numberedtilelevel1"/>
        <w:numPr>
          <w:ilvl w:val="1"/>
          <w:numId w:val="30"/>
        </w:numPr>
      </w:pPr>
      <w:bookmarkStart w:id="46" w:name="_Toc45558486"/>
      <w:r>
        <w:t>M 03.00 – Interní MREL a interní TLAC (ILAC)</w:t>
      </w:r>
      <w:bookmarkEnd w:id="46"/>
    </w:p>
    <w:p w14:paraId="3B90FFA9" w14:textId="51811D4F" w:rsidR="00482729" w:rsidRPr="001562B3" w:rsidRDefault="00482729" w:rsidP="00873459">
      <w:pPr>
        <w:pStyle w:val="Numberedtilelevel1"/>
        <w:numPr>
          <w:ilvl w:val="2"/>
          <w:numId w:val="30"/>
        </w:numPr>
      </w:pPr>
      <w:bookmarkStart w:id="47" w:name="_Toc16868638"/>
      <w:bookmarkStart w:id="48" w:name="_Toc20316751"/>
      <w:bookmarkStart w:id="49" w:name="_Toc45558487"/>
      <w:r>
        <w:t>Obecné poznámky</w:t>
      </w:r>
      <w:bookmarkEnd w:id="47"/>
      <w:bookmarkEnd w:id="48"/>
      <w:bookmarkEnd w:id="49"/>
    </w:p>
    <w:p w14:paraId="1C147C02" w14:textId="6DCE8FA1" w:rsidR="00B94302" w:rsidRPr="001562B3" w:rsidRDefault="000466F4" w:rsidP="00E05B92">
      <w:pPr>
        <w:pStyle w:val="InstructionsText2"/>
      </w:pPr>
      <w:r>
        <w:t xml:space="preserve">Šablona M 03.00 zahrnuje kapitál a způsobilé závazky pro účely </w:t>
      </w:r>
    </w:p>
    <w:p w14:paraId="12678ACA" w14:textId="1FD31B39" w:rsidR="00B94302" w:rsidRPr="001562B3" w:rsidRDefault="00B11263" w:rsidP="00E05B92">
      <w:pPr>
        <w:pStyle w:val="InstructionsText2"/>
      </w:pPr>
      <w:r>
        <w:t xml:space="preserve">a) požadavku na kapitál a způsobilé závazky subjektů, které samy nejsou subjekty řešícími krizi podle článku 45f směrnice 2014/59/EU (interní MREL), a </w:t>
      </w:r>
    </w:p>
    <w:p w14:paraId="39FE2B42" w14:textId="71469DD6" w:rsidR="000466F4" w:rsidRPr="001562B3" w:rsidRDefault="00B11263" w:rsidP="00E05B92">
      <w:pPr>
        <w:pStyle w:val="InstructionsText2"/>
      </w:pPr>
      <w:r>
        <w:t>b) požadavku na kapitál a způsobilé závazky G-SVI mimo EU platného pro významné dceřiné podniky institucí G-SVI ve třetích zemích podle článku 92b nařízení (EU) č. 575/2013 (interní TLAC).</w:t>
      </w:r>
    </w:p>
    <w:p w14:paraId="30A80998" w14:textId="5AA97853" w:rsidR="00095D0D" w:rsidRPr="001562B3" w:rsidRDefault="00095D0D" w:rsidP="00E05B92">
      <w:pPr>
        <w:pStyle w:val="InstructionsText2"/>
      </w:pPr>
      <w:r>
        <w:t xml:space="preserve">Sloupec odkazující na interní MREL vyplní subjekty, na které se vztahuje minimální požadavek na kapitál a způsobilé závazky v souladu s článkem 45 a 45f směrnice 2014/59/EU. Položky odkazující na požadavek na kapitál a způsobilé závazky </w:t>
      </w:r>
      <w:r w:rsidR="00CD49AE">
        <w:t>G-SVI (TLAC)</w:t>
      </w:r>
      <w:r>
        <w:t xml:space="preserve"> vykazují pouze ty subjekty, které jsou povinny splnit požadavek článku 92b nařízení (EU) č. 575/2013.</w:t>
      </w:r>
    </w:p>
    <w:p w14:paraId="36894AC7" w14:textId="364E5CF8" w:rsidR="00482729" w:rsidRPr="001562B3" w:rsidRDefault="00482729" w:rsidP="00873459">
      <w:pPr>
        <w:pStyle w:val="Numberedtilelevel1"/>
        <w:numPr>
          <w:ilvl w:val="2"/>
          <w:numId w:val="30"/>
        </w:numPr>
      </w:pPr>
      <w:bookmarkStart w:id="50" w:name="_Toc45558488"/>
      <w:bookmarkStart w:id="51" w:name="_Toc18593305"/>
      <w:bookmarkStart w:id="52" w:name="_Toc16868639"/>
      <w:bookmarkStart w:id="53" w:name="_Toc20316752"/>
      <w:bookmarkStart w:id="54" w:name="_Toc45558489"/>
      <w:bookmarkEnd w:id="50"/>
      <w:bookmarkEnd w:id="51"/>
      <w:r>
        <w:t>Pokyny pro konkrétní pozice</w:t>
      </w:r>
      <w:bookmarkEnd w:id="52"/>
      <w:bookmarkEnd w:id="53"/>
      <w:bookmarkEnd w:id="54"/>
    </w:p>
    <w:tbl>
      <w:tblPr>
        <w:tblW w:w="8749" w:type="dxa"/>
        <w:tblInd w:w="539" w:type="dxa"/>
        <w:tblLayout w:type="fixed"/>
        <w:tblLook w:val="00A0" w:firstRow="1" w:lastRow="0" w:firstColumn="1" w:lastColumn="0" w:noHBand="0" w:noVBand="0"/>
      </w:tblPr>
      <w:tblGrid>
        <w:gridCol w:w="1129"/>
        <w:gridCol w:w="7620"/>
      </w:tblGrid>
      <w:tr w:rsidR="00D94B63" w:rsidRPr="001562B3"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1562B3" w:rsidRDefault="00D94B63" w:rsidP="00E05B92">
            <w:pPr>
              <w:pStyle w:val="InstructionsText"/>
            </w:pPr>
            <w:r>
              <w:rPr>
                <w:rStyle w:val="FormatvorlageInstructionsTabelleText"/>
                <w:rFonts w:ascii="Times New Roman" w:hAnsi="Times New Roman"/>
                <w:sz w:val="24"/>
              </w:rPr>
              <w:t>Sloupce</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1562B3" w:rsidRDefault="00D94B63" w:rsidP="00E05B92">
            <w:pPr>
              <w:pStyle w:val="InstructionsText"/>
            </w:pPr>
            <w:r>
              <w:t>Odkazy na právní předpisy a pokyny</w:t>
            </w:r>
          </w:p>
        </w:tc>
      </w:tr>
      <w:tr w:rsidR="001B51A1" w:rsidRPr="001562B3"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1562B3" w:rsidRDefault="001B51A1" w:rsidP="00E05B92">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1562B3" w:rsidRDefault="001B51A1"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Interní MREL</w:t>
            </w:r>
          </w:p>
          <w:p w14:paraId="201A3B71" w14:textId="00D90FED" w:rsidR="001B51A1" w:rsidRPr="001562B3" w:rsidRDefault="001B51A1" w:rsidP="00E05B92">
            <w:pPr>
              <w:pStyle w:val="InstructionsText"/>
            </w:pPr>
            <w:r>
              <w:rPr>
                <w:rStyle w:val="InstructionsTabelleberschrift"/>
                <w:rFonts w:ascii="Times New Roman" w:hAnsi="Times New Roman"/>
                <w:b w:val="0"/>
                <w:sz w:val="24"/>
                <w:u w:val="none"/>
              </w:rPr>
              <w:t xml:space="preserve">Články 45 a 45f </w:t>
            </w:r>
            <w:r>
              <w:t>směrnice 2014/59/EU</w:t>
            </w:r>
            <w:r>
              <w:rPr>
                <w:rStyle w:val="InstructionsTabelleberschrift"/>
                <w:rFonts w:ascii="Times New Roman" w:hAnsi="Times New Roman"/>
                <w:b w:val="0"/>
                <w:sz w:val="24"/>
                <w:u w:val="none"/>
              </w:rPr>
              <w:t>.</w:t>
            </w:r>
          </w:p>
        </w:tc>
      </w:tr>
      <w:tr w:rsidR="001B51A1" w:rsidRPr="001562B3"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1562B3" w:rsidRDefault="001B51A1"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1562B3" w:rsidRDefault="005B3F5D"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Interní TLAC</w:t>
            </w:r>
          </w:p>
          <w:p w14:paraId="4CED47A8" w14:textId="3FFFF330" w:rsidR="001B51A1" w:rsidRPr="001562B3" w:rsidRDefault="001B51A1" w:rsidP="00E05B9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Článek 92b nařízení (EU) č. 575/2013.</w:t>
            </w:r>
          </w:p>
        </w:tc>
      </w:tr>
    </w:tbl>
    <w:p w14:paraId="6B5C3257" w14:textId="77777777" w:rsidR="00D94B63" w:rsidRPr="001562B3"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482729" w:rsidRPr="001562B3" w14:paraId="4C57F7FD" w14:textId="77777777" w:rsidTr="003D419A">
        <w:tc>
          <w:tcPr>
            <w:tcW w:w="1130" w:type="dxa"/>
            <w:shd w:val="clear" w:color="auto" w:fill="D9D9D9"/>
          </w:tcPr>
          <w:p w14:paraId="04790BF0" w14:textId="77777777" w:rsidR="00482729" w:rsidRPr="001562B3" w:rsidRDefault="00482729" w:rsidP="00E05B92">
            <w:pPr>
              <w:pStyle w:val="InstructionsText"/>
              <w:rPr>
                <w:rStyle w:val="InstructionsTabelleText"/>
                <w:rFonts w:ascii="Times New Roman" w:hAnsi="Times New Roman"/>
                <w:bCs/>
                <w:sz w:val="24"/>
              </w:rPr>
            </w:pPr>
            <w:r>
              <w:rPr>
                <w:rStyle w:val="InstructionsTabelleText"/>
                <w:rFonts w:ascii="Times New Roman" w:hAnsi="Times New Roman"/>
                <w:sz w:val="24"/>
              </w:rPr>
              <w:t>Řádek</w:t>
            </w:r>
          </w:p>
        </w:tc>
        <w:tc>
          <w:tcPr>
            <w:tcW w:w="7624" w:type="dxa"/>
            <w:shd w:val="clear" w:color="auto" w:fill="D9D9D9"/>
          </w:tcPr>
          <w:p w14:paraId="32CBB7D3" w14:textId="77777777" w:rsidR="00482729" w:rsidRPr="001562B3" w:rsidRDefault="00482729" w:rsidP="00E05B92">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Odkazy na právní předpisy a pokyny</w:t>
            </w:r>
          </w:p>
        </w:tc>
      </w:tr>
      <w:tr w:rsidR="00482729" w:rsidRPr="001562B3" w14:paraId="41AF0D4A" w14:textId="77777777" w:rsidTr="003D419A">
        <w:tc>
          <w:tcPr>
            <w:tcW w:w="1130" w:type="dxa"/>
          </w:tcPr>
          <w:p w14:paraId="1DB3C03E" w14:textId="7AE25700" w:rsidR="00482729" w:rsidRPr="001562B3" w:rsidRDefault="00482729"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4" w:type="dxa"/>
          </w:tcPr>
          <w:p w14:paraId="13E2D408" w14:textId="6AAA9F68" w:rsidR="00482729" w:rsidRPr="001562B3" w:rsidRDefault="00B827DB"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Úroveň použití</w:t>
            </w:r>
          </w:p>
          <w:p w14:paraId="7FECF1A5" w14:textId="60A40903" w:rsidR="00482729" w:rsidRPr="001562B3" w:rsidRDefault="00482729" w:rsidP="00482729">
            <w:pPr>
              <w:rPr>
                <w:rStyle w:val="FormatvorlageInstructionsTabelleText"/>
                <w:rFonts w:ascii="Times New Roman" w:hAnsi="Times New Roman"/>
                <w:sz w:val="24"/>
              </w:rPr>
            </w:pPr>
            <w:r>
              <w:rPr>
                <w:rStyle w:val="FormatvorlageInstructionsTabelleText"/>
                <w:rFonts w:ascii="Times New Roman" w:hAnsi="Times New Roman"/>
                <w:sz w:val="24"/>
              </w:rPr>
              <w:t>Pokud se na subjekt vztahuje interní MREL a případně interní TLAC na individuálním základě, uvede se „individuální“.</w:t>
            </w:r>
          </w:p>
          <w:p w14:paraId="3FFF56BB" w14:textId="1F40B525" w:rsidR="00482729" w:rsidRPr="001562B3" w:rsidRDefault="00482729"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Pokud se na subjekt vztahuje interní MREL a případně interní TLAC na konsolidovaném základě, uvede se „konsolidované“.</w:t>
            </w:r>
          </w:p>
        </w:tc>
      </w:tr>
      <w:tr w:rsidR="00482729" w:rsidRPr="001562B3" w14:paraId="6A7893EE" w14:textId="77777777" w:rsidTr="003D419A">
        <w:tc>
          <w:tcPr>
            <w:tcW w:w="1130" w:type="dxa"/>
          </w:tcPr>
          <w:p w14:paraId="739DA30D" w14:textId="77777777" w:rsidR="00482729" w:rsidRPr="001562B3" w:rsidRDefault="00482729"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0100–0110</w:t>
            </w:r>
          </w:p>
        </w:tc>
        <w:tc>
          <w:tcPr>
            <w:tcW w:w="7624" w:type="dxa"/>
          </w:tcPr>
          <w:p w14:paraId="01851B65" w14:textId="77777777" w:rsidR="00482729" w:rsidRPr="001562B3" w:rsidRDefault="00482729" w:rsidP="00E05B9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Celkový objem rizikové expozice a celková míra expozic</w:t>
            </w:r>
          </w:p>
        </w:tc>
      </w:tr>
      <w:tr w:rsidR="00482729" w:rsidRPr="001562B3" w14:paraId="4DBB3E48" w14:textId="77777777" w:rsidTr="003D419A">
        <w:tc>
          <w:tcPr>
            <w:tcW w:w="1130" w:type="dxa"/>
          </w:tcPr>
          <w:p w14:paraId="2ED0120A" w14:textId="77777777" w:rsidR="00482729" w:rsidRPr="001562B3" w:rsidRDefault="00482729"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4" w:type="dxa"/>
          </w:tcPr>
          <w:p w14:paraId="7F50E33E" w14:textId="5921481F" w:rsidR="00482729" w:rsidRPr="001562B3" w:rsidRDefault="00482729"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Celkový objem rizikové expozice</w:t>
            </w:r>
          </w:p>
          <w:p w14:paraId="4199D149" w14:textId="1D3DC4EF" w:rsidR="00482729" w:rsidRPr="001562B3" w:rsidRDefault="00EB663A"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45 odst. 2 písm. a) </w:t>
            </w:r>
            <w:r>
              <w:t>směrnice 2014/59/EU</w:t>
            </w:r>
            <w:r>
              <w:rPr>
                <w:rStyle w:val="FormatvorlageInstructionsTabelleText"/>
                <w:rFonts w:ascii="Times New Roman" w:hAnsi="Times New Roman"/>
                <w:sz w:val="24"/>
              </w:rPr>
              <w:t xml:space="preserve"> a čl. 92 odst. 3 nařízení (EU) č. 575/2013.</w:t>
            </w:r>
          </w:p>
          <w:p w14:paraId="5D2ACB04" w14:textId="4ACD35FE" w:rsidR="00EB663A" w:rsidRPr="001562B3" w:rsidRDefault="00EB663A"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Celkový objem rizikové expozice vykázaný v tomto řádku představuje celkový objem rizikové expozice, který tvoří základ pro splnění požadavků článku 45 </w:t>
            </w:r>
            <w:r>
              <w:t>směrnice 2014/59/EU</w:t>
            </w:r>
            <w:r>
              <w:rPr>
                <w:rStyle w:val="FormatvorlageInstructionsTabelleText"/>
                <w:rFonts w:ascii="Times New Roman" w:hAnsi="Times New Roman"/>
                <w:sz w:val="24"/>
              </w:rPr>
              <w:t xml:space="preserve"> nebo případně článku 92b nařízení (EU) č. 575/2013.</w:t>
            </w:r>
          </w:p>
        </w:tc>
      </w:tr>
      <w:tr w:rsidR="00482729" w:rsidRPr="001562B3" w14:paraId="02CB25F9" w14:textId="77777777" w:rsidTr="003D419A">
        <w:tc>
          <w:tcPr>
            <w:tcW w:w="1130" w:type="dxa"/>
          </w:tcPr>
          <w:p w14:paraId="2351243A" w14:textId="77777777" w:rsidR="00482729" w:rsidRPr="001562B3" w:rsidRDefault="00482729"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4" w:type="dxa"/>
          </w:tcPr>
          <w:p w14:paraId="7AE79743" w14:textId="77777777" w:rsidR="00482729" w:rsidRPr="001562B3" w:rsidRDefault="00482729"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Celková míra expozic</w:t>
            </w:r>
          </w:p>
          <w:p w14:paraId="2E2DFC02" w14:textId="21E9C26A" w:rsidR="00482729" w:rsidRPr="001562B3" w:rsidRDefault="00EB663A"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45 odst. 2 písm. b) </w:t>
            </w:r>
            <w:r>
              <w:t>směrnice 2014/59/EU</w:t>
            </w:r>
            <w:r>
              <w:rPr>
                <w:rStyle w:val="FormatvorlageInstructionsTabelleText"/>
                <w:rFonts w:ascii="Times New Roman" w:hAnsi="Times New Roman"/>
                <w:sz w:val="24"/>
              </w:rPr>
              <w:t>, čl. 429 odst. 4 a článku 429a nařízení (EU) č. 575/2013.</w:t>
            </w:r>
          </w:p>
          <w:p w14:paraId="21A2EF83" w14:textId="41F9EF08" w:rsidR="00EB663A" w:rsidRPr="001562B3" w:rsidRDefault="00EB663A"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Celková míra expozic vykázaná v tomto řádku představuje celkovou míru expozic, která tvoří základ pro splnění požadavků článku 45 </w:t>
            </w:r>
            <w:r>
              <w:t>směrnice 2014/59/EU</w:t>
            </w:r>
            <w:r>
              <w:rPr>
                <w:rStyle w:val="FormatvorlageInstructionsTabelleText"/>
                <w:rFonts w:ascii="Times New Roman" w:hAnsi="Times New Roman"/>
                <w:sz w:val="24"/>
              </w:rPr>
              <w:t xml:space="preserve"> nebo případně článku 92b nařízení (EU) č. 575/2013.</w:t>
            </w:r>
          </w:p>
        </w:tc>
      </w:tr>
      <w:tr w:rsidR="005F18D0" w:rsidRPr="001562B3" w14:paraId="4F1A3591" w14:textId="77777777" w:rsidTr="003D419A">
        <w:tc>
          <w:tcPr>
            <w:tcW w:w="1130" w:type="dxa"/>
          </w:tcPr>
          <w:p w14:paraId="785AFE92" w14:textId="118E1425" w:rsidR="005F18D0" w:rsidRPr="001562B3" w:rsidRDefault="005F18D0"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0200–0270</w:t>
            </w:r>
          </w:p>
        </w:tc>
        <w:tc>
          <w:tcPr>
            <w:tcW w:w="7624" w:type="dxa"/>
          </w:tcPr>
          <w:p w14:paraId="55E50C6B" w14:textId="10895EF1" w:rsidR="005F18D0" w:rsidRPr="001562B3" w:rsidRDefault="005F18D0"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Způsobilý kapitál a způsobilé závazky</w:t>
            </w:r>
          </w:p>
        </w:tc>
      </w:tr>
      <w:tr w:rsidR="005F18D0" w:rsidRPr="001562B3" w14:paraId="34A1EF6D" w14:textId="77777777" w:rsidTr="003D419A">
        <w:tc>
          <w:tcPr>
            <w:tcW w:w="1130" w:type="dxa"/>
          </w:tcPr>
          <w:p w14:paraId="5ACE189C" w14:textId="3066F1ED" w:rsidR="005F18D0" w:rsidRPr="001562B3" w:rsidRDefault="005F18D0"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4" w:type="dxa"/>
          </w:tcPr>
          <w:p w14:paraId="5C1CA237" w14:textId="3B324586" w:rsidR="005F18D0" w:rsidRPr="001562B3" w:rsidRDefault="005F18D0"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Způsobilý kapitál a způsobilé závazky</w:t>
            </w:r>
          </w:p>
          <w:p w14:paraId="534DA971" w14:textId="4929E71C" w:rsidR="003E7AB6" w:rsidRPr="001562B3" w:rsidRDefault="003E7AB6" w:rsidP="00E05B9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Interní MREL</w:t>
            </w:r>
          </w:p>
          <w:p w14:paraId="3311F538" w14:textId="12E10E48" w:rsidR="003E7AB6" w:rsidRPr="001562B3" w:rsidRDefault="005F18D0" w:rsidP="00E05B92">
            <w:pPr>
              <w:pStyle w:val="InstructionsText"/>
              <w:rPr>
                <w:rStyle w:val="InstructionsTabelleberschrift"/>
                <w:rFonts w:ascii="Times New Roman" w:hAnsi="Times New Roman"/>
                <w:b w:val="0"/>
                <w:sz w:val="24"/>
                <w:u w:val="none"/>
              </w:rPr>
            </w:pPr>
            <w:r>
              <w:rPr>
                <w:rStyle w:val="FormatvorlageInstructionsTabelleText"/>
              </w:rPr>
              <w:t>Součet způsobilého kapitálu, způsobilých závazků a záruk, které mohou být započítány do interního MREL v souladu s </w:t>
            </w:r>
            <w:r>
              <w:rPr>
                <w:rStyle w:val="InstructionsTabelleberschrift"/>
                <w:b w:val="0"/>
                <w:u w:val="none"/>
              </w:rPr>
              <w:t xml:space="preserve">čl. 45f odst. 2 </w:t>
            </w:r>
            <w:r>
              <w:t>směrnice 2014/59/EU</w:t>
            </w:r>
            <w:r>
              <w:rPr>
                <w:rStyle w:val="InstructionsTabelleberschrift"/>
                <w:rFonts w:ascii="Times New Roman" w:hAnsi="Times New Roman"/>
                <w:b w:val="0"/>
                <w:sz w:val="24"/>
                <w:u w:val="none"/>
              </w:rPr>
              <w:t>, v příslušných případech taktéž s přihlédnutím k čl. 89 odst. 2 čtvrtému pododstavci uvedené směrnice.</w:t>
            </w:r>
          </w:p>
          <w:p w14:paraId="1E457A5C" w14:textId="5EED9E7F" w:rsidR="00184B3F" w:rsidRPr="001562B3" w:rsidRDefault="00184B3F" w:rsidP="00E05B9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Nástroj, který se řídí právem třetí země, se do tohoto řádku zahrne pouze v případě, že splňuje požadavky článku 55 </w:t>
            </w:r>
            <w:r>
              <w:t>směrnice 2014/59/EU</w:t>
            </w:r>
            <w:r>
              <w:rPr>
                <w:rStyle w:val="InstructionsTabelleberschrift"/>
                <w:rFonts w:ascii="Times New Roman" w:hAnsi="Times New Roman"/>
                <w:b w:val="0"/>
                <w:sz w:val="24"/>
                <w:u w:val="none"/>
              </w:rPr>
              <w:t>.</w:t>
            </w:r>
          </w:p>
          <w:p w14:paraId="186388A3" w14:textId="70E71B2A" w:rsidR="009237BC" w:rsidRPr="001562B3" w:rsidRDefault="009237BC" w:rsidP="00E05B9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 tomto řádku se vykáže částka po odpočtech nebo rovnocenném přístupu, jak je vyžadováno v souladu s metodou stanovenou v nařízení v přenesené pravomoci uvedeném v čl. 45f odst. 6 </w:t>
            </w:r>
            <w:r>
              <w:t>směrnice 2014/59/EU</w:t>
            </w:r>
            <w:r>
              <w:rPr>
                <w:rStyle w:val="InstructionsTabelleberschrift"/>
                <w:rFonts w:ascii="Times New Roman" w:hAnsi="Times New Roman"/>
                <w:b w:val="0"/>
                <w:sz w:val="24"/>
                <w:u w:val="none"/>
              </w:rPr>
              <w:t>.</w:t>
            </w:r>
          </w:p>
          <w:p w14:paraId="6BB8F2AA" w14:textId="196F3E1F" w:rsidR="003E7AB6" w:rsidRPr="001562B3" w:rsidRDefault="003E7AB6" w:rsidP="00E05B92">
            <w:pPr>
              <w:pStyle w:val="InstructionsText"/>
              <w:rPr>
                <w:rStyle w:val="InstructionsTabelleberschrift"/>
                <w:rFonts w:ascii="Times New Roman" w:hAnsi="Times New Roman"/>
                <w:b w:val="0"/>
                <w:i/>
                <w:sz w:val="24"/>
                <w:u w:val="none"/>
              </w:rPr>
            </w:pPr>
            <w:r>
              <w:rPr>
                <w:rStyle w:val="InstructionsTabelleberschrift"/>
                <w:rFonts w:ascii="Times New Roman" w:hAnsi="Times New Roman"/>
                <w:b w:val="0"/>
                <w:i/>
                <w:sz w:val="24"/>
                <w:u w:val="none"/>
              </w:rPr>
              <w:t>Interní TLAC</w:t>
            </w:r>
          </w:p>
          <w:p w14:paraId="2F92FA88" w14:textId="33C07F6B" w:rsidR="007056F7" w:rsidRPr="001562B3" w:rsidRDefault="003E7AB6" w:rsidP="00E05B92">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Způsobilý kapitál a způsobilé závazky, které mohou být započítány </w:t>
            </w:r>
            <w:r>
              <w:rPr>
                <w:rStyle w:val="InstructionsTabelleberschrift"/>
                <w:rFonts w:ascii="Times New Roman" w:hAnsi="Times New Roman"/>
                <w:b w:val="0"/>
                <w:sz w:val="24"/>
                <w:u w:val="none"/>
              </w:rPr>
              <w:t>do interního TLAC v souladu s čl. 92b odst. 2 a 3 nařízení (EU) č. 575/2013.</w:t>
            </w:r>
          </w:p>
        </w:tc>
      </w:tr>
      <w:tr w:rsidR="005F18D0" w:rsidRPr="001562B3" w14:paraId="52695ECE" w14:textId="77777777" w:rsidTr="003D419A">
        <w:tc>
          <w:tcPr>
            <w:tcW w:w="1130" w:type="dxa"/>
          </w:tcPr>
          <w:p w14:paraId="00EDFF0E" w14:textId="0467C223" w:rsidR="005F18D0" w:rsidRPr="001562B3" w:rsidRDefault="005F18D0"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4" w:type="dxa"/>
          </w:tcPr>
          <w:p w14:paraId="64674845" w14:textId="77777777" w:rsidR="005F18D0" w:rsidRPr="001562B3" w:rsidRDefault="005F18D0"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Způsobilý kapitál</w:t>
            </w:r>
          </w:p>
          <w:p w14:paraId="5A61F12E" w14:textId="3EC25C34" w:rsidR="005F18D0" w:rsidRPr="001562B3" w:rsidRDefault="005F18D0"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Součet kmenového kapitálu tier 1, způsobilého vedlejšího kapitálu tier 1 a způsobilého kapitálu tier 2.</w:t>
            </w:r>
          </w:p>
          <w:p w14:paraId="455E6C31" w14:textId="58FE2CF3" w:rsidR="00184B3F" w:rsidRPr="001562B3" w:rsidRDefault="00DD50DC"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 případě interního MREL se do tohoto řádku a řádků 0230 a 0240 zahrnou nástroje uvedené v čl. 89 odst. 2 čtvrtém pododstavci </w:t>
            </w:r>
            <w:r>
              <w:t>směrnice 2014/59/EU</w:t>
            </w:r>
            <w:r>
              <w:rPr>
                <w:rStyle w:val="FormatvorlageInstructionsTabelleText"/>
                <w:rFonts w:ascii="Times New Roman" w:hAnsi="Times New Roman"/>
                <w:sz w:val="24"/>
              </w:rPr>
              <w:t>, pokud se tento odstavec použije. Nástroje, které se řídí právem třetí země, se do tohoto řádku a řádků 0230 a 0240 zahrnou pouze v případě, že splňují požadavky stanovené v článku 55 uvedené směrnice.</w:t>
            </w:r>
            <w:r>
              <w:rPr>
                <w:rStyle w:val="FormatvorlageInstructionsTabelleText"/>
                <w:rFonts w:ascii="Times New Roman" w:hAnsi="Times New Roman"/>
                <w:sz w:val="24"/>
                <w:u w:val="single"/>
              </w:rPr>
              <w:t xml:space="preserve"> </w:t>
            </w:r>
          </w:p>
        </w:tc>
      </w:tr>
      <w:tr w:rsidR="005F18D0" w:rsidRPr="001562B3" w14:paraId="1239298E" w14:textId="77777777" w:rsidTr="003D419A">
        <w:tc>
          <w:tcPr>
            <w:tcW w:w="1130" w:type="dxa"/>
          </w:tcPr>
          <w:p w14:paraId="2F66E352" w14:textId="67069279" w:rsidR="005F18D0" w:rsidRPr="001562B3" w:rsidRDefault="005F18D0"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4" w:type="dxa"/>
          </w:tcPr>
          <w:p w14:paraId="192B9C81" w14:textId="77777777" w:rsidR="005F18D0" w:rsidRPr="001562B3" w:rsidRDefault="005F18D0"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Kmenový kapitál tier 1</w:t>
            </w:r>
          </w:p>
          <w:p w14:paraId="391FC0ED" w14:textId="2504BD1E" w:rsidR="005F18D0" w:rsidRPr="001562B3" w:rsidRDefault="005F18D0"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Článek 50 nařízení (EU) č. 575/2013.</w:t>
            </w:r>
          </w:p>
        </w:tc>
      </w:tr>
      <w:tr w:rsidR="005F18D0" w:rsidRPr="001562B3" w14:paraId="2EFA4CA0" w14:textId="77777777" w:rsidTr="003D419A">
        <w:tc>
          <w:tcPr>
            <w:tcW w:w="1130" w:type="dxa"/>
          </w:tcPr>
          <w:p w14:paraId="35FBDDD1" w14:textId="32E85087" w:rsidR="005F18D0" w:rsidRPr="001562B3" w:rsidRDefault="005F18D0"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4" w:type="dxa"/>
          </w:tcPr>
          <w:p w14:paraId="1A795B5E" w14:textId="41D7EB09" w:rsidR="005F18D0" w:rsidRPr="001562B3" w:rsidRDefault="005F18D0"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Způsobilý vedlejší kapitál tier 1</w:t>
            </w:r>
          </w:p>
          <w:p w14:paraId="3CB2E0B8" w14:textId="4021DC45" w:rsidR="005F18D0" w:rsidRPr="001562B3"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Článek 61 nařízení (EU) č. 575/2013</w:t>
            </w:r>
          </w:p>
          <w:p w14:paraId="704BD2D0" w14:textId="77777777" w:rsidR="003E7AB6" w:rsidRPr="001562B3" w:rsidRDefault="003E7AB6" w:rsidP="00E05B9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Interní MREL</w:t>
            </w:r>
          </w:p>
          <w:p w14:paraId="3563B5D5" w14:textId="6E0C0C32" w:rsidR="005F18D0" w:rsidRPr="001562B3"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 xml:space="preserve">Zohlední se pouze nástroje, které splňují kritéria uvedená v čl. 45f odst. 2 písm. b) bodě ii) směrnice 2014/59/EU. </w:t>
            </w:r>
          </w:p>
          <w:p w14:paraId="4F571476" w14:textId="60A65E40"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Interní TLAC</w:t>
            </w:r>
          </w:p>
          <w:p w14:paraId="4D436EB1" w14:textId="46C00EC9" w:rsidR="005F18D0" w:rsidRPr="001562B3" w:rsidRDefault="003E7AB6"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Zohlední se pouze nástroje, které splňují kritéria stanovená v čl. 92b odst. 2 nařízení (EU) č. 575/2013.</w:t>
            </w:r>
          </w:p>
        </w:tc>
      </w:tr>
      <w:tr w:rsidR="005F18D0" w:rsidRPr="001562B3" w14:paraId="09AB5E26" w14:textId="77777777" w:rsidTr="003D419A">
        <w:tc>
          <w:tcPr>
            <w:tcW w:w="1130" w:type="dxa"/>
          </w:tcPr>
          <w:p w14:paraId="535A652C" w14:textId="1871B789" w:rsidR="005F18D0" w:rsidRPr="001562B3" w:rsidRDefault="005F18D0"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4" w:type="dxa"/>
          </w:tcPr>
          <w:p w14:paraId="4DE83B06" w14:textId="51040EB5" w:rsidR="005F18D0" w:rsidRPr="001562B3" w:rsidRDefault="005F18D0"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Způsobilý kapitál tier 2</w:t>
            </w:r>
          </w:p>
          <w:p w14:paraId="612D408D" w14:textId="42DD45B8" w:rsidR="005F18D0" w:rsidRPr="001562B3"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Článek 71 nařízení (EU) č. 575/2013</w:t>
            </w:r>
          </w:p>
          <w:p w14:paraId="6229C6AA" w14:textId="15A67666" w:rsidR="003E7AB6" w:rsidRPr="001562B3" w:rsidRDefault="003E7AB6" w:rsidP="00E05B9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Interní MREL</w:t>
            </w:r>
          </w:p>
          <w:p w14:paraId="2012463A" w14:textId="3DC8809B" w:rsidR="005F18D0" w:rsidRPr="001562B3"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Zohlední se pouze nástroje, které splňují kritéria stanovená v čl. 45f odst. 2 písm. b) bodě ii) směrnice 2014/59/EU.</w:t>
            </w:r>
          </w:p>
          <w:p w14:paraId="15C285E6" w14:textId="7A34A784"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Interní TLAC</w:t>
            </w:r>
          </w:p>
          <w:p w14:paraId="781CF336" w14:textId="79259FEC" w:rsidR="005F18D0" w:rsidRPr="001562B3" w:rsidRDefault="003E7AB6"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Zohlední se pouze nástroje, které splňují kritéria stanovená v čl. 92b odst. 2 </w:t>
            </w:r>
            <w:r>
              <w:t>nařízení (EU) č. 575/2013</w:t>
            </w:r>
            <w:r>
              <w:rPr>
                <w:rStyle w:val="FormatvorlageInstructionsTabelleText"/>
                <w:rFonts w:ascii="Times New Roman" w:hAnsi="Times New Roman"/>
                <w:sz w:val="24"/>
              </w:rPr>
              <w:t>.</w:t>
            </w:r>
          </w:p>
        </w:tc>
      </w:tr>
      <w:tr w:rsidR="005F18D0" w:rsidRPr="001562B3" w14:paraId="64DE2EC8" w14:textId="77777777" w:rsidTr="003D419A">
        <w:tc>
          <w:tcPr>
            <w:tcW w:w="1130" w:type="dxa"/>
          </w:tcPr>
          <w:p w14:paraId="710A49FF" w14:textId="41C0C919" w:rsidR="005F18D0" w:rsidRPr="001562B3" w:rsidRDefault="00BE557E"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4" w:type="dxa"/>
          </w:tcPr>
          <w:p w14:paraId="32C5AF2D" w14:textId="3D030751" w:rsidR="005F18D0" w:rsidRPr="001562B3" w:rsidRDefault="005F18D0" w:rsidP="00E05B9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Způsobilé závazky a záruky</w:t>
            </w:r>
          </w:p>
        </w:tc>
      </w:tr>
      <w:tr w:rsidR="005F18D0" w:rsidRPr="001562B3" w14:paraId="048DBBF5" w14:textId="77777777" w:rsidTr="003D419A">
        <w:tc>
          <w:tcPr>
            <w:tcW w:w="1130" w:type="dxa"/>
          </w:tcPr>
          <w:p w14:paraId="3AB59BE7" w14:textId="615DE75D" w:rsidR="005F18D0" w:rsidRPr="001562B3" w:rsidRDefault="005F18D0"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4" w:type="dxa"/>
          </w:tcPr>
          <w:p w14:paraId="642AC050" w14:textId="53D28D4F" w:rsidR="005F18D0" w:rsidRPr="001562B3" w:rsidRDefault="005F18D0"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Způsobilé závazky (bez záruk)</w:t>
            </w:r>
          </w:p>
          <w:p w14:paraId="7FFDA680" w14:textId="5DD968F5" w:rsidR="003E7AB6" w:rsidRPr="001562B3" w:rsidRDefault="003E7AB6" w:rsidP="00E05B9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Interní MREL</w:t>
            </w:r>
          </w:p>
          <w:p w14:paraId="5366075E" w14:textId="1A9F841A" w:rsidR="00184B3F" w:rsidRPr="001562B3" w:rsidRDefault="003E7AB6" w:rsidP="00437CF3">
            <w:pPr>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Způsobilé závazky, které splňují podmínky stanovené v čl. 45f odst. 2 písm. a) směrnice 2014/59/EU, </w:t>
            </w:r>
            <w:r>
              <w:rPr>
                <w:rStyle w:val="InstructionsTabelleberschrift"/>
                <w:rFonts w:ascii="Times New Roman" w:hAnsi="Times New Roman"/>
                <w:b w:val="0"/>
                <w:sz w:val="24"/>
                <w:u w:val="none"/>
              </w:rPr>
              <w:t>v příslušných případech rovněž s ohledem na čl. 89 odst. 2 čtvrtý pododstavec uvedené směrnice.</w:t>
            </w:r>
          </w:p>
          <w:p w14:paraId="57209D45" w14:textId="749BA98A" w:rsidR="005F18D0" w:rsidRPr="001562B3" w:rsidRDefault="00184B3F" w:rsidP="00437CF3">
            <w:pPr>
              <w:rPr>
                <w:rStyle w:val="FormatvorlageInstructionsTabelleText"/>
                <w:rFonts w:ascii="Times New Roman" w:hAnsi="Times New Roman"/>
                <w:sz w:val="24"/>
              </w:rPr>
            </w:pPr>
            <w:r>
              <w:rPr>
                <w:rStyle w:val="InstructionsTabelleberschrift"/>
                <w:rFonts w:ascii="Times New Roman" w:hAnsi="Times New Roman"/>
                <w:b w:val="0"/>
                <w:sz w:val="24"/>
                <w:u w:val="none"/>
              </w:rPr>
              <w:t>Nástroj, který se řídí právem třetí země, se do tohoto řádku zahrne pouze v případě, že splňuje požadavky článku 55 směrnice 2014/59/EU.</w:t>
            </w:r>
          </w:p>
          <w:p w14:paraId="7FC16AEF" w14:textId="6593B239"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Interní TLAC</w:t>
            </w:r>
          </w:p>
          <w:p w14:paraId="193E429A" w14:textId="45B309AB" w:rsidR="005F18D0" w:rsidRPr="001562B3" w:rsidRDefault="00443BEC"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Výše způsobilých závazků se vypočítá v souladu s článkem 72k nařízení (EU) č. 575/2013, pokud tyto závazky splňují podmínky stanovené v čl. 92b odst. 3 uvedeného nařízení.</w:t>
            </w:r>
          </w:p>
        </w:tc>
      </w:tr>
      <w:tr w:rsidR="005F18D0" w:rsidRPr="001562B3" w14:paraId="008441F0" w14:textId="77777777" w:rsidTr="003D419A">
        <w:tc>
          <w:tcPr>
            <w:tcW w:w="1130" w:type="dxa"/>
          </w:tcPr>
          <w:p w14:paraId="4C704759" w14:textId="3507A2B2" w:rsidR="005F18D0" w:rsidRPr="001562B3" w:rsidRDefault="005F18D0"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4" w:type="dxa"/>
          </w:tcPr>
          <w:p w14:paraId="0A6DF4A8" w14:textId="56570D04" w:rsidR="005F18D0" w:rsidRPr="001562B3" w:rsidRDefault="005F18D0"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Záruky poskytované subjektem řešícím krizi a povolené orgánem příslušným k řešení krize</w:t>
            </w:r>
          </w:p>
          <w:p w14:paraId="374F83E9" w14:textId="0086AE55" w:rsidR="00B253EA" w:rsidRPr="001562B3" w:rsidRDefault="00BA3D22"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Pokud orgán příslušný k řešení krize dceřiného podniku povolí vykazujícímu subjektu splnění interního požadavku MREL se zárukami, vykáže se výše záruk, které poskytuje subjekt řešící krizi a které splňují všechny podmínky stanovené v čl. 45f odst. 5 </w:t>
            </w:r>
            <w:r>
              <w:t>směrnice 2014/59/EU</w:t>
            </w:r>
            <w:r>
              <w:rPr>
                <w:rStyle w:val="FormatvorlageInstructionsTabelleText"/>
                <w:rFonts w:ascii="Times New Roman" w:hAnsi="Times New Roman"/>
                <w:sz w:val="24"/>
              </w:rPr>
              <w:t>.</w:t>
            </w:r>
          </w:p>
        </w:tc>
      </w:tr>
      <w:tr w:rsidR="00585408" w:rsidRPr="001562B3" w14:paraId="64B2DBBF" w14:textId="77777777" w:rsidTr="003D419A">
        <w:tc>
          <w:tcPr>
            <w:tcW w:w="1130" w:type="dxa"/>
          </w:tcPr>
          <w:p w14:paraId="30EE14F3" w14:textId="68466EFD" w:rsidR="00585408" w:rsidRPr="001562B3" w:rsidRDefault="0058540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4" w:type="dxa"/>
          </w:tcPr>
          <w:p w14:paraId="5CE64777" w14:textId="77777777" w:rsidR="00585408" w:rsidRPr="001562B3" w:rsidRDefault="00585408"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Doplňková položka: Zajištěná část záruky</w:t>
            </w:r>
          </w:p>
          <w:p w14:paraId="38A673BD" w14:textId="6116464B" w:rsidR="00585408" w:rsidRPr="001562B3" w:rsidRDefault="00585408" w:rsidP="00E05B92">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Část záruky vykázaná na řádku 0270, která je zajištěna prostřednictvím dohody o finančním zajištění uvedené v čl. 45f odst. 5 písm. c) </w:t>
            </w:r>
            <w:r>
              <w:t>směrnice 2014/59/EU</w:t>
            </w:r>
            <w:r>
              <w:rPr>
                <w:rStyle w:val="FormatvorlageInstructionsTabelleText"/>
                <w:rFonts w:ascii="Times New Roman" w:hAnsi="Times New Roman"/>
                <w:sz w:val="24"/>
              </w:rPr>
              <w:t>.</w:t>
            </w:r>
          </w:p>
        </w:tc>
      </w:tr>
      <w:tr w:rsidR="00585408" w:rsidRPr="001562B3" w14:paraId="212DD81A" w14:textId="77777777" w:rsidTr="003D419A">
        <w:tc>
          <w:tcPr>
            <w:tcW w:w="1130" w:type="dxa"/>
          </w:tcPr>
          <w:p w14:paraId="1CAAC26F" w14:textId="5E899B7F" w:rsidR="00585408" w:rsidRPr="001562B3" w:rsidRDefault="0058540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4" w:type="dxa"/>
          </w:tcPr>
          <w:p w14:paraId="303D6E75" w14:textId="193B6239" w:rsidR="00585408" w:rsidRPr="001562B3" w:rsidRDefault="00585408"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 Odpočty nebo rovnocenný přístup</w:t>
            </w:r>
          </w:p>
          <w:p w14:paraId="5DF1D2B8" w14:textId="2EF2AACA" w:rsidR="00585408" w:rsidRPr="001562B3" w:rsidRDefault="00585408" w:rsidP="00E05B9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Odpočty nebo rovnocenný přístup vyžadované v souladu s metodou stanovenou v nařízení v přenesené pravomoci uvedeném čl. 45f odst. 6 směrnice 2014/59/EU. Tento řádek se vyplní až poté, co se použije nařízení v přenesené pravomoci.</w:t>
            </w:r>
          </w:p>
        </w:tc>
      </w:tr>
      <w:tr w:rsidR="00BE557E" w:rsidRPr="001562B3" w14:paraId="4C6B668C" w14:textId="77777777" w:rsidTr="003D419A">
        <w:tc>
          <w:tcPr>
            <w:tcW w:w="1130" w:type="dxa"/>
          </w:tcPr>
          <w:p w14:paraId="1443EEEE" w14:textId="56213E28" w:rsidR="00BE557E" w:rsidRPr="001562B3" w:rsidRDefault="00443BEC"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0400–0440</w:t>
            </w:r>
          </w:p>
        </w:tc>
        <w:tc>
          <w:tcPr>
            <w:tcW w:w="7624" w:type="dxa"/>
          </w:tcPr>
          <w:p w14:paraId="0D31D956" w14:textId="68870AD9" w:rsidR="00BE557E" w:rsidRPr="001562B3" w:rsidRDefault="00BE557E"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Poměry způsobilého kapitálu a způsobilých závazků</w:t>
            </w:r>
          </w:p>
        </w:tc>
      </w:tr>
      <w:tr w:rsidR="00CC432E" w:rsidRPr="001562B3" w14:paraId="45BCEF11" w14:textId="77777777" w:rsidTr="003D419A">
        <w:tc>
          <w:tcPr>
            <w:tcW w:w="1130" w:type="dxa"/>
          </w:tcPr>
          <w:p w14:paraId="48372301" w14:textId="2ABACA7C" w:rsidR="00CC432E" w:rsidRPr="001562B3" w:rsidRDefault="00443BEC"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4" w:type="dxa"/>
          </w:tcPr>
          <w:p w14:paraId="54F4D6AB" w14:textId="26AE1CBC" w:rsidR="00CC432E" w:rsidRPr="001562B3" w:rsidRDefault="00CC432E"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Kapitál a způsobilé závazky jako procentní podíl celkového objemu rizikové expozice</w:t>
            </w:r>
          </w:p>
          <w:p w14:paraId="638A2511" w14:textId="34438C98" w:rsidR="00CC432E" w:rsidRPr="001562B3" w:rsidRDefault="00CC432E"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Výše způsobilého kapitálu, způsobilých závazků a povolených záruk vykazujícího subjektu, která se započítává do interního MREL, resp. interního TLAC, vyjádřená jako procentní podíl celkového objemu rizikové expozice vypočítaného v souladu s čl. 92 odst. 3</w:t>
            </w:r>
            <w:r>
              <w:t xml:space="preserve"> </w:t>
            </w:r>
            <w:r>
              <w:rPr>
                <w:rStyle w:val="FormatvorlageInstructionsTabelleText"/>
                <w:rFonts w:ascii="Times New Roman" w:hAnsi="Times New Roman"/>
                <w:sz w:val="24"/>
              </w:rPr>
              <w:t>nařízení (EU) č. 575/2013.</w:t>
            </w:r>
          </w:p>
        </w:tc>
      </w:tr>
      <w:tr w:rsidR="00CC432E" w:rsidRPr="001562B3" w14:paraId="4FA4FC47" w14:textId="77777777" w:rsidTr="003D419A">
        <w:tc>
          <w:tcPr>
            <w:tcW w:w="1130" w:type="dxa"/>
          </w:tcPr>
          <w:p w14:paraId="72742DBD" w14:textId="0C90E56F" w:rsidR="00CC432E" w:rsidRPr="001562B3" w:rsidRDefault="00443BEC"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4" w:type="dxa"/>
          </w:tcPr>
          <w:p w14:paraId="76B8F18F" w14:textId="242857C9" w:rsidR="00CC432E" w:rsidRPr="001562B3" w:rsidRDefault="00E05B92"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w:t>
            </w:r>
            <w:r w:rsidR="00CC432E">
              <w:rPr>
                <w:rStyle w:val="InstructionsTabelleberschrift"/>
                <w:rFonts w:ascii="Times New Roman" w:hAnsi="Times New Roman"/>
                <w:sz w:val="24"/>
              </w:rPr>
              <w:t xml:space="preserve"> toho povolené záruky</w:t>
            </w:r>
          </w:p>
          <w:p w14:paraId="6E0BA424" w14:textId="75A3DA62" w:rsidR="00CC432E" w:rsidRPr="001562B3" w:rsidRDefault="00CC432E" w:rsidP="00E05B9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Výše způsobilého kapitálu, způsobilých závazků a povolených záruk vykazujícího subjektu, které představují záruky poskytnuté subjektem řešícím krizi a které jsou uznány orgánem příslušným k řešení krize v souladu s čl. 45f odst. 5 </w:t>
            </w:r>
            <w:r>
              <w:t>směrnice 2014/59/EU</w:t>
            </w:r>
            <w:r>
              <w:rPr>
                <w:rStyle w:val="FormatvorlageInstructionsTabelleText"/>
                <w:rFonts w:ascii="Times New Roman" w:hAnsi="Times New Roman"/>
                <w:sz w:val="24"/>
              </w:rPr>
              <w:t xml:space="preserve">, která se započítává do interního MREL, vyjádřená jako procentní podíl celkového objemu rizikové expozice vypočítaného v souladu s čl. 92 odst. 3 </w:t>
            </w:r>
            <w:r>
              <w:t>nařízení (EU) č. 575/2013</w:t>
            </w:r>
            <w:r>
              <w:rPr>
                <w:rStyle w:val="FormatvorlageInstructionsTabelleText"/>
                <w:rFonts w:ascii="Times New Roman" w:hAnsi="Times New Roman"/>
                <w:sz w:val="24"/>
              </w:rPr>
              <w:t>.</w:t>
            </w:r>
          </w:p>
        </w:tc>
      </w:tr>
      <w:tr w:rsidR="00CC432E" w:rsidRPr="001562B3" w14:paraId="111C9D43" w14:textId="77777777" w:rsidTr="003D419A">
        <w:tc>
          <w:tcPr>
            <w:tcW w:w="1130" w:type="dxa"/>
          </w:tcPr>
          <w:p w14:paraId="467C6978" w14:textId="2DBE9902" w:rsidR="00CC432E" w:rsidRPr="001562B3" w:rsidRDefault="00443BEC"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4" w:type="dxa"/>
          </w:tcPr>
          <w:p w14:paraId="58A4D821" w14:textId="77777777" w:rsidR="00CC432E" w:rsidRPr="001562B3" w:rsidRDefault="00CC432E"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Kapitál a způsobilé závazky jako procentní podíl celkové míry expozic</w:t>
            </w:r>
          </w:p>
          <w:p w14:paraId="2DE6FA49" w14:textId="243C393C" w:rsidR="00CC432E" w:rsidRPr="001562B3" w:rsidRDefault="00CC432E"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Výše způsobilého kapitálu a způsobilých závazků vykazujícího subjektu, která se započítává do interního MREL, resp. interního TLAC, vyjádřená jako procentní podíl celkové míry expozic vypočítané v souladu s čl. 429 odst. 4 a článkem 429a nařízení (EU) č. 575/2013.</w:t>
            </w:r>
          </w:p>
        </w:tc>
      </w:tr>
      <w:tr w:rsidR="00CC432E" w:rsidRPr="001562B3" w14:paraId="44A3123C" w14:textId="77777777" w:rsidTr="003D419A">
        <w:tc>
          <w:tcPr>
            <w:tcW w:w="1130" w:type="dxa"/>
          </w:tcPr>
          <w:p w14:paraId="11C9C58C" w14:textId="3E187751" w:rsidR="00CC432E" w:rsidRPr="001562B3" w:rsidRDefault="00443BEC"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4" w:type="dxa"/>
          </w:tcPr>
          <w:p w14:paraId="58EA40B5" w14:textId="01929F67" w:rsidR="00CC432E" w:rsidRPr="001562B3" w:rsidRDefault="00E05B92"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w:t>
            </w:r>
            <w:r w:rsidR="00CC432E">
              <w:rPr>
                <w:rStyle w:val="InstructionsTabelleberschrift"/>
                <w:rFonts w:ascii="Times New Roman" w:hAnsi="Times New Roman"/>
                <w:sz w:val="24"/>
              </w:rPr>
              <w:t xml:space="preserve"> toho povolené záruky</w:t>
            </w:r>
          </w:p>
          <w:p w14:paraId="5D4BEBD4" w14:textId="29134CEE" w:rsidR="00CC432E" w:rsidRPr="001562B3" w:rsidRDefault="00CC432E"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Výše způsobilého kapitálu a způsobilých závazků vykazujícího subjektu, které představují záruky poskytnuté subjektem řešícím krizi a které jsou uznány orgánem příslušným k řešení krize v souladu s čl. 45f odst. 5 </w:t>
            </w:r>
            <w:r>
              <w:t>směrnice 2014/59/EU</w:t>
            </w:r>
            <w:r>
              <w:rPr>
                <w:rStyle w:val="FormatvorlageInstructionsTabelleText"/>
                <w:rFonts w:ascii="Times New Roman" w:hAnsi="Times New Roman"/>
                <w:sz w:val="24"/>
              </w:rPr>
              <w:t>, která se započítává do interního MREL, vyjádřená jako procentní podíl celkové míry expozic vypočítané v souladu s čl. 429 odst. 4 a článkem 429a</w:t>
            </w:r>
            <w:r>
              <w:t>nařízení (EU) č. 575/2013</w:t>
            </w:r>
            <w:r>
              <w:rPr>
                <w:rStyle w:val="FormatvorlageInstructionsTabelleText"/>
                <w:rFonts w:ascii="Times New Roman" w:hAnsi="Times New Roman"/>
                <w:sz w:val="24"/>
              </w:rPr>
              <w:t>.</w:t>
            </w:r>
          </w:p>
        </w:tc>
      </w:tr>
      <w:tr w:rsidR="00CC432E" w:rsidRPr="001562B3" w14:paraId="69D5BE89" w14:textId="77777777" w:rsidTr="003D419A">
        <w:tc>
          <w:tcPr>
            <w:tcW w:w="1130" w:type="dxa"/>
          </w:tcPr>
          <w:p w14:paraId="15398885" w14:textId="4BA644A1" w:rsidR="00CC432E" w:rsidRPr="001562B3" w:rsidRDefault="00443BEC"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4" w:type="dxa"/>
          </w:tcPr>
          <w:p w14:paraId="7658B11D" w14:textId="05E4D2E9" w:rsidR="00A612E2" w:rsidRPr="001562B3" w:rsidRDefault="00CC432E"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Kmenový kapitál tier 1 (%) dostupný po splnění požadavků subjektem</w:t>
            </w:r>
          </w:p>
          <w:p w14:paraId="58C29D7C" w14:textId="3368687C" w:rsidR="008561CE" w:rsidRPr="001562B3" w:rsidRDefault="008561CE"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Výše kmenového kapitálu tier 1, která se rovná nule nebo je kladná, dostupná po splnění všech požadavků uvedených v čl. 141a odst. 1 písm. a), b) a c) </w:t>
            </w:r>
            <w:r>
              <w:t>směrnice 2013/36/EU</w:t>
            </w:r>
            <w:r>
              <w:rPr>
                <w:rStyle w:val="FormatvorlageInstructionsTabelleText"/>
                <w:rFonts w:ascii="Times New Roman" w:hAnsi="Times New Roman"/>
                <w:sz w:val="24"/>
              </w:rPr>
              <w:t xml:space="preserve"> a vyšší z </w:t>
            </w:r>
            <w:r w:rsidR="00CD49AE">
              <w:rPr>
                <w:rStyle w:val="FormatvorlageInstructionsTabelleText"/>
                <w:rFonts w:ascii="Times New Roman" w:hAnsi="Times New Roman"/>
                <w:sz w:val="24"/>
              </w:rPr>
              <w:t>následujících hodnot</w:t>
            </w:r>
            <w:r>
              <w:rPr>
                <w:rStyle w:val="FormatvorlageInstructionsTabelleText"/>
                <w:rFonts w:ascii="Times New Roman" w:hAnsi="Times New Roman"/>
                <w:sz w:val="24"/>
              </w:rPr>
              <w:t>:</w:t>
            </w:r>
          </w:p>
          <w:p w14:paraId="57381FCD" w14:textId="5BC7F484" w:rsidR="008561CE" w:rsidRPr="001562B3" w:rsidRDefault="008561CE"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v příslušných případech interní požadavek TLAC podle článku 92b </w:t>
            </w:r>
            <w:r>
              <w:t>nařízení (EU) č. 575/2013</w:t>
            </w:r>
            <w:r>
              <w:rPr>
                <w:rStyle w:val="FormatvorlageInstructionsTabelleText"/>
                <w:rFonts w:ascii="Times New Roman" w:hAnsi="Times New Roman"/>
                <w:sz w:val="24"/>
              </w:rPr>
              <w:t>, pokud je vypočítán v souladu s čl. 92b odst. 1 uvedeného nařízení jako 90 % požadavku čl. 92a odst. 1 písm. a) uvedeného nařízení;</w:t>
            </w:r>
          </w:p>
          <w:p w14:paraId="1F28DC82" w14:textId="71992F1A" w:rsidR="008561CE" w:rsidRPr="001562B3" w:rsidRDefault="008561CE"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interní požadavek MREL podle článku 45f </w:t>
            </w:r>
            <w:r>
              <w:t>směrnice 2014/59/EU</w:t>
            </w:r>
            <w:r>
              <w:rPr>
                <w:rStyle w:val="FormatvorlageInstructionsTabelleText"/>
                <w:rFonts w:ascii="Times New Roman" w:hAnsi="Times New Roman"/>
                <w:sz w:val="24"/>
              </w:rPr>
              <w:t>, pokud je vypočítán v souladu s čl. 45 odst. 2 písm. a) uvedené směrnice.</w:t>
            </w:r>
          </w:p>
          <w:p w14:paraId="39B4A403" w14:textId="7A71894C" w:rsidR="00B012C5" w:rsidRPr="001562B3" w:rsidRDefault="00B012C5"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Dostupný kmenový kapitál tier 1 se vyjádří jako procentní podíl celkového objemu rizikové expozice uvedeného v řádku 0100.</w:t>
            </w:r>
          </w:p>
          <w:p w14:paraId="64F956E6" w14:textId="77777777" w:rsidR="00B012C5" w:rsidRPr="001562B3" w:rsidRDefault="008561CE" w:rsidP="00E05B9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Vykazovaný údaj musí být ve sloupcích interního požadavku MREL i interního požadavku TLAC stejný. </w:t>
            </w:r>
          </w:p>
          <w:p w14:paraId="5B370C0A" w14:textId="4CE9627F" w:rsidR="00CC432E" w:rsidRPr="001562B3" w:rsidRDefault="008561CE" w:rsidP="00E05B9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Zohlední vliv přechodných ustanovení na kapitál a způsobilé závazky, celkový objem rizikové expozice a samotné požadavky. Nezohlední se ani pokyn k držení dodatečného kapitálu uvedený v článku 104b </w:t>
            </w:r>
            <w:r>
              <w:t>směrnice 2013/36/EU</w:t>
            </w:r>
            <w:r>
              <w:rPr>
                <w:rStyle w:val="InstructionsTabelleberschrift"/>
                <w:rFonts w:ascii="Times New Roman" w:hAnsi="Times New Roman"/>
                <w:b w:val="0"/>
                <w:sz w:val="24"/>
                <w:u w:val="none"/>
              </w:rPr>
              <w:t>, ani požadavek kombinovaných kapitálových rezerv podle čl. 128 prvního pododstavce bodu 6 uvedené směrnice.</w:t>
            </w:r>
          </w:p>
        </w:tc>
      </w:tr>
      <w:tr w:rsidR="00CC432E" w:rsidRPr="001562B3" w14:paraId="5B18A184" w14:textId="77777777" w:rsidTr="003D419A">
        <w:tc>
          <w:tcPr>
            <w:tcW w:w="1130" w:type="dxa"/>
          </w:tcPr>
          <w:p w14:paraId="283EF212" w14:textId="449188CE" w:rsidR="00CC432E" w:rsidRPr="001562B3" w:rsidRDefault="00443BEC"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0500–0550</w:t>
            </w:r>
          </w:p>
        </w:tc>
        <w:tc>
          <w:tcPr>
            <w:tcW w:w="7624" w:type="dxa"/>
          </w:tcPr>
          <w:p w14:paraId="11D95EDB" w14:textId="1E3A12BE" w:rsidR="00CC432E" w:rsidRPr="001562B3" w:rsidRDefault="007C3317" w:rsidP="00E05B9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Doplňkové položky</w:t>
            </w:r>
          </w:p>
        </w:tc>
      </w:tr>
      <w:tr w:rsidR="00437CF3" w:rsidRPr="001562B3" w14:paraId="0F211788" w14:textId="77777777" w:rsidTr="003D419A">
        <w:tc>
          <w:tcPr>
            <w:tcW w:w="1130" w:type="dxa"/>
          </w:tcPr>
          <w:p w14:paraId="57743B4C" w14:textId="1E81FE0B" w:rsidR="00437CF3" w:rsidRPr="001562B3" w:rsidDel="00437CF3" w:rsidRDefault="00443BEC"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4" w:type="dxa"/>
          </w:tcPr>
          <w:p w14:paraId="3AECC7AA" w14:textId="24E34A7D" w:rsidR="00437CF3" w:rsidRPr="001562B3" w:rsidRDefault="00437CF3"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Požadavek kombinovaných kapitálových rezerv (%)</w:t>
            </w:r>
          </w:p>
          <w:p w14:paraId="6C2996F7" w14:textId="30747C80" w:rsidR="00437CF3" w:rsidRPr="001562B3" w:rsidRDefault="005C3D80" w:rsidP="00E05B9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Ustanovení čl. 128 </w:t>
            </w:r>
            <w:r>
              <w:rPr>
                <w:rStyle w:val="FormatvorlageInstructionsTabelleText"/>
                <w:rFonts w:ascii="Times New Roman" w:hAnsi="Times New Roman"/>
                <w:sz w:val="24"/>
              </w:rPr>
              <w:t xml:space="preserve">prvního pododstavce bodu 6 </w:t>
            </w:r>
            <w:r>
              <w:t xml:space="preserve">směrnice 2013/36/EU. </w:t>
            </w:r>
          </w:p>
          <w:p w14:paraId="2113C95F" w14:textId="74DBE512" w:rsidR="00437CF3" w:rsidRPr="001562B3" w:rsidRDefault="00437CF3" w:rsidP="00E05B9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Požadavek kombinovaných kapitálových rezerv se vyjádří jako procentní podíl celkového objemu rizikové expozice.</w:t>
            </w:r>
          </w:p>
        </w:tc>
      </w:tr>
      <w:tr w:rsidR="008C1E88" w:rsidRPr="001562B3" w:rsidDel="000A3889" w14:paraId="09231B65" w14:textId="77777777" w:rsidTr="003D419A">
        <w:tc>
          <w:tcPr>
            <w:tcW w:w="1130" w:type="dxa"/>
            <w:vAlign w:val="center"/>
          </w:tcPr>
          <w:p w14:paraId="3A18AE1F" w14:textId="1174A4A5" w:rsidR="008C1E88" w:rsidRPr="001562B3" w:rsidRDefault="00443BEC"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4" w:type="dxa"/>
            <w:vAlign w:val="center"/>
          </w:tcPr>
          <w:p w14:paraId="5FDCA6A3" w14:textId="45F76595" w:rsidR="008C1E88" w:rsidRPr="001562B3" w:rsidRDefault="00E05B92"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w:t>
            </w:r>
            <w:r w:rsidR="008C1E88">
              <w:rPr>
                <w:rStyle w:val="InstructionsTabelleberschrift"/>
                <w:rFonts w:ascii="Times New Roman" w:hAnsi="Times New Roman"/>
                <w:sz w:val="24"/>
              </w:rPr>
              <w:t xml:space="preserve"> toho: požadavek na bezpečnostní kapitálovou rezervu </w:t>
            </w:r>
          </w:p>
          <w:p w14:paraId="2EF1B114" w14:textId="1AE53AED" w:rsidR="008C1E88" w:rsidRPr="001562B3" w:rsidRDefault="008C1E88" w:rsidP="00E05B92">
            <w:pPr>
              <w:pStyle w:val="InstructionsText"/>
              <w:rPr>
                <w:rStyle w:val="InstructionsTabelleberschrift"/>
                <w:rFonts w:ascii="Times New Roman" w:hAnsi="Times New Roman"/>
                <w:sz w:val="24"/>
              </w:rPr>
            </w:pPr>
            <w:r>
              <w:t xml:space="preserve">Objem kombinovaných kapitálových rezerv stanovených konkrétně pro danou instituci (vyjádřený jako procentní podíl </w:t>
            </w:r>
            <w:r>
              <w:rPr>
                <w:rStyle w:val="FormatvorlageInstructionsTabelleText"/>
                <w:rFonts w:ascii="Times New Roman" w:hAnsi="Times New Roman"/>
                <w:sz w:val="24"/>
              </w:rPr>
              <w:t>celkového objemu rizikové expozice</w:t>
            </w:r>
            <w:r>
              <w:t>), který se týká požadavku na bezpečnostní kapitálovou rezervu.</w:t>
            </w:r>
          </w:p>
        </w:tc>
      </w:tr>
      <w:tr w:rsidR="008C1E88" w:rsidRPr="001562B3" w:rsidDel="000A3889" w14:paraId="5F62F9F9" w14:textId="77777777" w:rsidTr="003D419A">
        <w:tc>
          <w:tcPr>
            <w:tcW w:w="1130" w:type="dxa"/>
            <w:vAlign w:val="center"/>
          </w:tcPr>
          <w:p w14:paraId="22DE9DFA" w14:textId="352D04CB" w:rsidR="008C1E88" w:rsidRPr="001562B3" w:rsidRDefault="00443BEC"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4" w:type="dxa"/>
          </w:tcPr>
          <w:p w14:paraId="515F40B5" w14:textId="3EF3C018" w:rsidR="008C1E88" w:rsidRPr="001562B3" w:rsidRDefault="00E05B92"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w:t>
            </w:r>
            <w:r w:rsidR="008C1E88">
              <w:rPr>
                <w:rStyle w:val="InstructionsTabelleberschrift"/>
                <w:rFonts w:ascii="Times New Roman" w:hAnsi="Times New Roman"/>
                <w:sz w:val="24"/>
              </w:rPr>
              <w:t xml:space="preserve"> toho: požadavek na proticyklickou kapitálovou rezervu </w:t>
            </w:r>
          </w:p>
          <w:p w14:paraId="4E424522" w14:textId="1A5077C0" w:rsidR="008C1E88" w:rsidRPr="001562B3" w:rsidRDefault="008C1E88" w:rsidP="00E05B92">
            <w:pPr>
              <w:pStyle w:val="InstructionsText"/>
              <w:rPr>
                <w:rStyle w:val="InstructionsTabelleberschrift"/>
                <w:rFonts w:ascii="Times New Roman" w:hAnsi="Times New Roman"/>
                <w:sz w:val="24"/>
              </w:rPr>
            </w:pPr>
            <w:r>
              <w:t xml:space="preserve">Objem kombinovaných kapitálových rezerv stanovených konkrétně pro danou instituci (vyjádřený jako procentní podíl </w:t>
            </w:r>
            <w:r>
              <w:rPr>
                <w:rStyle w:val="FormatvorlageInstructionsTabelleText"/>
                <w:rFonts w:ascii="Times New Roman" w:hAnsi="Times New Roman"/>
                <w:sz w:val="24"/>
              </w:rPr>
              <w:t>celkového objemu rizikové expozice</w:t>
            </w:r>
            <w:r>
              <w:t>), který se týká požadavku na proticyklickou kapitálovou rezervu.</w:t>
            </w:r>
          </w:p>
        </w:tc>
      </w:tr>
      <w:tr w:rsidR="008C1E88" w:rsidRPr="001562B3" w:rsidDel="000A3889" w14:paraId="3DD0E60F" w14:textId="77777777" w:rsidTr="003D419A">
        <w:tc>
          <w:tcPr>
            <w:tcW w:w="1130" w:type="dxa"/>
            <w:vAlign w:val="center"/>
          </w:tcPr>
          <w:p w14:paraId="731CB060" w14:textId="4E4E808F" w:rsidR="008C1E88" w:rsidRPr="001562B3" w:rsidRDefault="00443BEC"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4" w:type="dxa"/>
          </w:tcPr>
          <w:p w14:paraId="2EA75ACC" w14:textId="645AED9F" w:rsidR="008C1E88" w:rsidRPr="001562B3" w:rsidRDefault="00E05B92"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w:t>
            </w:r>
            <w:r w:rsidR="008C1E88">
              <w:rPr>
                <w:rStyle w:val="InstructionsTabelleberschrift"/>
                <w:rFonts w:ascii="Times New Roman" w:hAnsi="Times New Roman"/>
                <w:sz w:val="24"/>
              </w:rPr>
              <w:t xml:space="preserve"> toho: požadavek na kapitálovou rezervu pro krytí systémového rizika </w:t>
            </w:r>
          </w:p>
          <w:p w14:paraId="65530AC4" w14:textId="655A20A0" w:rsidR="008C1E88" w:rsidRPr="001562B3" w:rsidRDefault="008C1E88" w:rsidP="00E05B92">
            <w:pPr>
              <w:pStyle w:val="InstructionsText"/>
              <w:rPr>
                <w:rStyle w:val="InstructionsTabelleberschrift"/>
                <w:rFonts w:ascii="Times New Roman" w:hAnsi="Times New Roman"/>
                <w:b w:val="0"/>
                <w:sz w:val="24"/>
              </w:rPr>
            </w:pPr>
            <w:r>
              <w:t xml:space="preserve">Objem kombinovaných kapitálových rezerv stanovených konkrétně pro danou instituci (vyjádřený jako procentní podíl </w:t>
            </w:r>
            <w:r>
              <w:rPr>
                <w:rStyle w:val="FormatvorlageInstructionsTabelleText"/>
                <w:rFonts w:ascii="Times New Roman" w:hAnsi="Times New Roman"/>
                <w:sz w:val="24"/>
              </w:rPr>
              <w:t>celkového objemu rizikové expozice</w:t>
            </w:r>
            <w:r>
              <w:t>), který se týká požadavku na kapitálovou rezervu pro krytí systémového rizika.</w:t>
            </w:r>
          </w:p>
        </w:tc>
      </w:tr>
      <w:tr w:rsidR="008C1E88" w:rsidRPr="001562B3" w:rsidDel="000A3889" w14:paraId="5D343AEB" w14:textId="77777777" w:rsidTr="003D419A">
        <w:tc>
          <w:tcPr>
            <w:tcW w:w="1130" w:type="dxa"/>
            <w:vAlign w:val="center"/>
          </w:tcPr>
          <w:p w14:paraId="121693A9" w14:textId="7BE6F216" w:rsidR="008C1E88" w:rsidRPr="001562B3" w:rsidRDefault="00443BEC"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4" w:type="dxa"/>
          </w:tcPr>
          <w:p w14:paraId="072B7571" w14:textId="339F7EE8" w:rsidR="008C1E88" w:rsidRPr="001562B3" w:rsidRDefault="00E05B92"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w:t>
            </w:r>
            <w:r w:rsidR="008C1E88">
              <w:rPr>
                <w:rStyle w:val="InstructionsTabelleberschrift"/>
                <w:rFonts w:ascii="Times New Roman" w:hAnsi="Times New Roman"/>
                <w:sz w:val="24"/>
              </w:rPr>
              <w:t xml:space="preserve"> toho: kapitálová rezerva pro globální systémově významnou instituci (G-SVI) nebo jinou systémově významnou instituci (J-SVI)</w:t>
            </w:r>
          </w:p>
          <w:p w14:paraId="294528A0" w14:textId="78EBD6C0" w:rsidR="008C1E88" w:rsidRPr="001562B3" w:rsidRDefault="008C1E88" w:rsidP="00E05B92">
            <w:pPr>
              <w:pStyle w:val="InstructionsText"/>
              <w:rPr>
                <w:rStyle w:val="InstructionsTabelleberschrift"/>
                <w:rFonts w:ascii="Times New Roman" w:hAnsi="Times New Roman"/>
                <w:b w:val="0"/>
                <w:sz w:val="24"/>
              </w:rPr>
            </w:pPr>
            <w:r>
              <w:t xml:space="preserve">Objem kombinovaných kapitálových rezerv stanovených konkrétně pro danou instituci (vyjádřený jako procentní podíl </w:t>
            </w:r>
            <w:r>
              <w:rPr>
                <w:rStyle w:val="FormatvorlageInstructionsTabelleText"/>
                <w:rFonts w:ascii="Times New Roman" w:hAnsi="Times New Roman"/>
                <w:sz w:val="24"/>
              </w:rPr>
              <w:t>celkového objemu rizikové expozice</w:t>
            </w:r>
            <w:r>
              <w:t>), který se týká požadavku na kapitálovou rezervu pro instituci G-SVI nebo J-SVI.</w:t>
            </w:r>
          </w:p>
        </w:tc>
      </w:tr>
      <w:tr w:rsidR="003D419A" w:rsidRPr="001562B3" w14:paraId="0BE86C45" w14:textId="77777777" w:rsidTr="003D419A">
        <w:tc>
          <w:tcPr>
            <w:tcW w:w="1129" w:type="dxa"/>
          </w:tcPr>
          <w:p w14:paraId="121F7357" w14:textId="54E1542B" w:rsidR="003D419A" w:rsidRPr="001562B3" w:rsidRDefault="003D419A"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0550–0600</w:t>
            </w:r>
          </w:p>
        </w:tc>
        <w:tc>
          <w:tcPr>
            <w:tcW w:w="7620" w:type="dxa"/>
          </w:tcPr>
          <w:p w14:paraId="5B988009" w14:textId="77777777" w:rsidR="003D419A" w:rsidRPr="001562B3" w:rsidRDefault="003D419A"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Jiné závazky použitelné k rekapitalizaci z vnitřních zdrojů</w:t>
            </w:r>
          </w:p>
          <w:p w14:paraId="0474B24A" w14:textId="1C041249" w:rsidR="003D419A" w:rsidRPr="001562B3" w:rsidRDefault="00093411" w:rsidP="00E05B9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Subjekty, které ke dni podání této informace drží kapitál a způsobilé závazky ve výši alespoň 150 % požadavku stanoveného v čl. 45 odst. 1 </w:t>
            </w:r>
            <w:r>
              <w:rPr>
                <w:rStyle w:val="FormatvorlageInstructionsTabelleText"/>
                <w:rFonts w:ascii="Times New Roman" w:hAnsi="Times New Roman"/>
                <w:sz w:val="24"/>
              </w:rPr>
              <w:t xml:space="preserve">směrnice 2014/59/EU, jsou osvobozeny od vykazování údajů v </w:t>
            </w:r>
            <w:r>
              <w:rPr>
                <w:rStyle w:val="InstructionsTabelleberschrift"/>
                <w:rFonts w:ascii="Times New Roman" w:hAnsi="Times New Roman"/>
                <w:b w:val="0"/>
                <w:sz w:val="24"/>
                <w:u w:val="none"/>
              </w:rPr>
              <w:t>řádcích 0550 až 0600. Tyto subjekty mohou tyto údaje v této šabloně vykazovat dobrovolně.</w:t>
            </w:r>
          </w:p>
        </w:tc>
      </w:tr>
      <w:tr w:rsidR="003D419A" w:rsidRPr="001562B3" w14:paraId="6EAD6E2C" w14:textId="77777777" w:rsidTr="003D419A">
        <w:tc>
          <w:tcPr>
            <w:tcW w:w="1129" w:type="dxa"/>
          </w:tcPr>
          <w:p w14:paraId="6E8E4D0F" w14:textId="685E80A8" w:rsidR="003D419A" w:rsidRPr="001562B3" w:rsidRDefault="003D419A"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620" w:type="dxa"/>
          </w:tcPr>
          <w:p w14:paraId="642F28EA" w14:textId="77777777" w:rsidR="003D419A" w:rsidRPr="001562B3" w:rsidRDefault="003D419A"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Jiné závazky použitelné k rekapitalizaci z vnitřních zdrojů</w:t>
            </w:r>
          </w:p>
          <w:p w14:paraId="6D9455D3" w14:textId="6C74E985" w:rsidR="003D419A" w:rsidRPr="001562B3" w:rsidRDefault="003D419A" w:rsidP="00E05B9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Výše závazků použitelných k rekapitalizaci z vnitřních zdrojů ve smyslu čl. 2 odst. 1 bodu 71 </w:t>
            </w:r>
            <w:r>
              <w:rPr>
                <w:rStyle w:val="FormatvorlageInstructionsTabelleText"/>
                <w:rFonts w:ascii="Times New Roman" w:hAnsi="Times New Roman"/>
                <w:sz w:val="24"/>
              </w:rPr>
              <w:t>směrnice 2014/59/EU</w:t>
            </w:r>
            <w:r>
              <w:rPr>
                <w:rStyle w:val="InstructionsTabelleberschrift"/>
                <w:rFonts w:ascii="Times New Roman" w:hAnsi="Times New Roman"/>
                <w:b w:val="0"/>
                <w:sz w:val="24"/>
                <w:u w:val="none"/>
              </w:rPr>
              <w:t xml:space="preserve">, které nejsou způsobilé ke splnění požadavků článku 45 a 45f </w:t>
            </w:r>
            <w:r>
              <w:rPr>
                <w:rStyle w:val="FormatvorlageInstructionsTabelleText"/>
                <w:rFonts w:ascii="Times New Roman" w:hAnsi="Times New Roman"/>
                <w:sz w:val="24"/>
              </w:rPr>
              <w:t>uvedené směrnice.</w:t>
            </w:r>
          </w:p>
        </w:tc>
      </w:tr>
      <w:tr w:rsidR="003D419A" w:rsidRPr="001562B3" w14:paraId="09D32370" w14:textId="77777777" w:rsidTr="003D419A">
        <w:tc>
          <w:tcPr>
            <w:tcW w:w="1129" w:type="dxa"/>
          </w:tcPr>
          <w:p w14:paraId="0E687337" w14:textId="4D51B3C2" w:rsidR="003D419A" w:rsidRPr="001562B3" w:rsidRDefault="003D419A"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5818C7BE" w14:textId="4D66DA95" w:rsidR="003D419A" w:rsidRPr="001562B3" w:rsidRDefault="00E05B92"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w:t>
            </w:r>
            <w:r w:rsidR="003D419A">
              <w:rPr>
                <w:rStyle w:val="InstructionsTabelleberschrift"/>
                <w:rFonts w:ascii="Times New Roman" w:hAnsi="Times New Roman"/>
                <w:sz w:val="24"/>
              </w:rPr>
              <w:t> toho se řídí právem třetí země</w:t>
            </w:r>
          </w:p>
          <w:p w14:paraId="49B397CB" w14:textId="77777777" w:rsidR="003D419A" w:rsidRPr="001562B3" w:rsidRDefault="003D419A" w:rsidP="00E05B9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Výše jiných závazků použitelných k rekapitalizaci z vnitřních zdrojů, které se řídí právem třetí země, jak je uvedeno v článku 55</w:t>
            </w:r>
            <w:r>
              <w:t xml:space="preserve"> směrnice 2014/59/EU</w:t>
            </w:r>
            <w:r>
              <w:rPr>
                <w:rStyle w:val="InstructionsTabelleberschrift"/>
                <w:rFonts w:ascii="Times New Roman" w:hAnsi="Times New Roman"/>
                <w:b w:val="0"/>
                <w:sz w:val="24"/>
                <w:u w:val="none"/>
              </w:rPr>
              <w:t>.</w:t>
            </w:r>
          </w:p>
        </w:tc>
      </w:tr>
      <w:tr w:rsidR="003D419A" w:rsidRPr="001562B3" w14:paraId="016E3B2F" w14:textId="77777777" w:rsidTr="003D419A">
        <w:tc>
          <w:tcPr>
            <w:tcW w:w="1129" w:type="dxa"/>
          </w:tcPr>
          <w:p w14:paraId="04032741" w14:textId="20410858" w:rsidR="003D419A" w:rsidRPr="001562B3" w:rsidRDefault="003D419A"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620" w:type="dxa"/>
          </w:tcPr>
          <w:p w14:paraId="0805987F" w14:textId="4FF0966B" w:rsidR="003D419A" w:rsidRPr="001562B3" w:rsidRDefault="00E05B92"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w:t>
            </w:r>
            <w:r w:rsidR="003D419A">
              <w:rPr>
                <w:rStyle w:val="InstructionsTabelleberschrift"/>
                <w:rFonts w:ascii="Times New Roman" w:hAnsi="Times New Roman"/>
                <w:sz w:val="24"/>
              </w:rPr>
              <w:t> toho obsahující ustanovení o odpisu a konverzi uvedené v článku 55 směrnice 2014/59/EU</w:t>
            </w:r>
          </w:p>
          <w:p w14:paraId="59B7F63C" w14:textId="77777777" w:rsidR="003D419A" w:rsidRPr="001562B3" w:rsidRDefault="003D419A" w:rsidP="00E05B9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Výše jiných závazků použitelných k rekapitalizaci z vnitřních zdrojů, které se řídí právem třetí země a které obsahují ustanovení o odpisu a konverzi, jak je uvedeno v článku 55 směrnice 2014/59/EU.</w:t>
            </w:r>
          </w:p>
        </w:tc>
      </w:tr>
      <w:tr w:rsidR="003D419A" w:rsidRPr="001562B3" w14:paraId="44A3DA67" w14:textId="77777777" w:rsidTr="003D419A">
        <w:tc>
          <w:tcPr>
            <w:tcW w:w="1129" w:type="dxa"/>
          </w:tcPr>
          <w:p w14:paraId="7CE13650" w14:textId="796C2343" w:rsidR="003D419A" w:rsidRPr="001562B3" w:rsidRDefault="003D419A"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0580–0600</w:t>
            </w:r>
          </w:p>
        </w:tc>
        <w:tc>
          <w:tcPr>
            <w:tcW w:w="7620" w:type="dxa"/>
          </w:tcPr>
          <w:p w14:paraId="66ED9CC3" w14:textId="77777777" w:rsidR="003D419A" w:rsidRPr="001562B3" w:rsidRDefault="003D419A"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Rozčlenění jiných závazků použitelných k rekapitalizaci z vnitřních zdrojů podle zbytkové splatnosti</w:t>
            </w:r>
          </w:p>
        </w:tc>
      </w:tr>
      <w:tr w:rsidR="003D419A" w:rsidRPr="001562B3" w14:paraId="300DD006" w14:textId="77777777" w:rsidTr="003D419A">
        <w:tc>
          <w:tcPr>
            <w:tcW w:w="1129" w:type="dxa"/>
          </w:tcPr>
          <w:p w14:paraId="5CFE7B08" w14:textId="085E597A" w:rsidR="003D419A" w:rsidRPr="001562B3" w:rsidRDefault="003D419A"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29C2C50A" w14:textId="77777777" w:rsidR="003D419A" w:rsidRPr="001562B3" w:rsidRDefault="003D419A" w:rsidP="00E05B92">
            <w:pPr>
              <w:pStyle w:val="InstructionsText"/>
              <w:rPr>
                <w:rStyle w:val="InstructionsTabelleberschrift"/>
                <w:rFonts w:ascii="Times New Roman" w:hAnsi="Times New Roman"/>
                <w:b w:val="0"/>
                <w:sz w:val="24"/>
              </w:rPr>
            </w:pPr>
            <w:r>
              <w:t>zbytková splatnost &lt; 1 rok</w:t>
            </w:r>
          </w:p>
        </w:tc>
      </w:tr>
      <w:tr w:rsidR="003D419A" w:rsidRPr="001562B3" w14:paraId="0721C064" w14:textId="77777777" w:rsidTr="003D419A">
        <w:tc>
          <w:tcPr>
            <w:tcW w:w="1129" w:type="dxa"/>
          </w:tcPr>
          <w:p w14:paraId="1CF24349" w14:textId="7201FBB8" w:rsidR="003D419A" w:rsidRPr="001562B3" w:rsidRDefault="003D419A"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150BF77A" w14:textId="77777777" w:rsidR="003D419A" w:rsidRPr="001562B3" w:rsidRDefault="003D419A" w:rsidP="00E05B92">
            <w:pPr>
              <w:pStyle w:val="InstructionsText"/>
              <w:rPr>
                <w:rStyle w:val="InstructionsTabelleberschrift"/>
                <w:rFonts w:ascii="Times New Roman" w:hAnsi="Times New Roman"/>
                <w:b w:val="0"/>
                <w:sz w:val="24"/>
              </w:rPr>
            </w:pPr>
            <w:r>
              <w:t>zbytková splatnost &gt;= 1 rok a &lt; 2 roky</w:t>
            </w:r>
          </w:p>
        </w:tc>
      </w:tr>
      <w:tr w:rsidR="003D419A" w:rsidRPr="001562B3" w14:paraId="30F1478A" w14:textId="77777777" w:rsidTr="003D419A">
        <w:tc>
          <w:tcPr>
            <w:tcW w:w="1129" w:type="dxa"/>
          </w:tcPr>
          <w:p w14:paraId="34DE713A" w14:textId="3C7DD6BD" w:rsidR="003D419A" w:rsidRPr="001562B3" w:rsidRDefault="003D419A"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0" w:type="dxa"/>
          </w:tcPr>
          <w:p w14:paraId="54AAA10D" w14:textId="77777777" w:rsidR="003D419A" w:rsidRPr="001562B3" w:rsidRDefault="003D419A" w:rsidP="00E05B92">
            <w:pPr>
              <w:pStyle w:val="InstructionsText"/>
              <w:rPr>
                <w:rStyle w:val="InstructionsTabelleberschrift"/>
                <w:rFonts w:ascii="Times New Roman" w:hAnsi="Times New Roman"/>
                <w:b w:val="0"/>
                <w:sz w:val="24"/>
              </w:rPr>
            </w:pPr>
            <w:r>
              <w:t>zbytková splatnost &gt;= 2 roky</w:t>
            </w:r>
          </w:p>
        </w:tc>
      </w:tr>
      <w:tr w:rsidR="00DC4984" w:rsidRPr="001562B3" w:rsidDel="000A3889" w14:paraId="1A70910A" w14:textId="77777777" w:rsidTr="003D419A">
        <w:tc>
          <w:tcPr>
            <w:tcW w:w="1130" w:type="dxa"/>
            <w:vAlign w:val="center"/>
          </w:tcPr>
          <w:p w14:paraId="38CB7734" w14:textId="5A2BE7DA" w:rsidR="00DC4984" w:rsidRPr="001562B3" w:rsidRDefault="007D143F"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4" w:type="dxa"/>
          </w:tcPr>
          <w:p w14:paraId="16FA0669" w14:textId="77777777" w:rsidR="00DC4984" w:rsidRPr="001562B3" w:rsidRDefault="00DC4984"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Vyloučené závazky</w:t>
            </w:r>
          </w:p>
          <w:p w14:paraId="70A8E546" w14:textId="429FC290" w:rsidR="00DC4984" w:rsidRPr="001562B3" w:rsidRDefault="00DC4984" w:rsidP="00E05B9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Ustanovení čl. 72a odst. 2 </w:t>
            </w:r>
            <w:r>
              <w:t>nařízení (EU) č. 575/2013</w:t>
            </w:r>
            <w:r>
              <w:rPr>
                <w:rStyle w:val="InstructionsTabelleberschrift"/>
                <w:rFonts w:ascii="Times New Roman" w:hAnsi="Times New Roman"/>
                <w:b w:val="0"/>
                <w:sz w:val="24"/>
                <w:u w:val="none"/>
              </w:rPr>
              <w:t>.</w:t>
            </w:r>
          </w:p>
        </w:tc>
      </w:tr>
    </w:tbl>
    <w:p w14:paraId="18144D67" w14:textId="61C583E0" w:rsidR="00762AE8" w:rsidRPr="001562B3" w:rsidRDefault="00762AE8" w:rsidP="00873459">
      <w:pPr>
        <w:pStyle w:val="Numberedtilelevel1"/>
        <w:numPr>
          <w:ilvl w:val="1"/>
          <w:numId w:val="30"/>
        </w:numPr>
      </w:pPr>
      <w:bookmarkStart w:id="55" w:name="_Toc45558490"/>
      <w:r>
        <w:t>M 04.00 – Struktura financování způsobilých závazků (LIAB – MREL)</w:t>
      </w:r>
      <w:bookmarkEnd w:id="55"/>
    </w:p>
    <w:p w14:paraId="7A39E67B" w14:textId="35F32692" w:rsidR="00762AE8" w:rsidRPr="001562B3" w:rsidRDefault="00762AE8" w:rsidP="00873459">
      <w:pPr>
        <w:pStyle w:val="Numberedtilelevel1"/>
        <w:numPr>
          <w:ilvl w:val="2"/>
          <w:numId w:val="30"/>
        </w:numPr>
      </w:pPr>
      <w:bookmarkStart w:id="56" w:name="_Toc16868641"/>
      <w:bookmarkStart w:id="57" w:name="_Toc20316754"/>
      <w:bookmarkStart w:id="58" w:name="_Toc45558491"/>
      <w:r>
        <w:t>Obecné poznámky</w:t>
      </w:r>
      <w:bookmarkEnd w:id="56"/>
      <w:bookmarkEnd w:id="57"/>
      <w:bookmarkEnd w:id="58"/>
    </w:p>
    <w:p w14:paraId="3591A4DC" w14:textId="13176F8B" w:rsidR="00AD2DA9" w:rsidRPr="001562B3" w:rsidRDefault="00762AE8" w:rsidP="00E05B92">
      <w:pPr>
        <w:pStyle w:val="InstructionsText2"/>
      </w:pPr>
      <w:r>
        <w:t>Do této šablony se vyplňují informace o struktuře financování způsobilých závazků subjektů, na které se vztahuje požadavek MREL. Způsobilé závazky jsou rozčleněny podle druhu závazku a splatnosti.</w:t>
      </w:r>
    </w:p>
    <w:p w14:paraId="051EEF6E" w14:textId="11A35C94" w:rsidR="00E645F5" w:rsidRPr="001562B3" w:rsidRDefault="00E645F5" w:rsidP="00E05B92">
      <w:pPr>
        <w:pStyle w:val="InstructionsText2"/>
      </w:pPr>
      <w:r>
        <w:t>Subjekty v této šabloně vykazují pouze závazky způsobilé ke splnění minimálního požadavku na kapitál a způsobilé závazky stanoveného ve směrnici 2014/59/EU (MREL / interní MREL).</w:t>
      </w:r>
    </w:p>
    <w:p w14:paraId="5A88828B" w14:textId="585AB3E9" w:rsidR="00095D0D" w:rsidRPr="001562B3" w:rsidRDefault="00AD2DA9" w:rsidP="00E05B92">
      <w:pPr>
        <w:pStyle w:val="InstructionsText2"/>
      </w:pPr>
      <w:r>
        <w:t>Pokud je vykazujícím subjektem subjekt řešící krizi, vykazují se způsobilé závazky ve smyslu čl. 2 odst. 1 bodu 71a směrnice 2014/59/EU. Způsobilé závazky, které se řídí právem třetí země, budou zahrnuty pouze v případě, že splňují požadavky článku 55 uvedené směrnice.</w:t>
      </w:r>
    </w:p>
    <w:p w14:paraId="1A4BEB0E" w14:textId="6FAE6C21" w:rsidR="00762AE8" w:rsidRPr="001562B3" w:rsidRDefault="00AD2DA9" w:rsidP="00E05B92">
      <w:pPr>
        <w:pStyle w:val="InstructionsText2"/>
      </w:pPr>
      <w:r>
        <w:t xml:space="preserve">Pokud je vykazujícím subjektem jiný subjekt než subjekt řešící krizi, vykazují se v této šabloně způsobilé závazky podle čl. 45f odst. 2 písm. a) směrnice 2014/59/EU, přičemž v příslušných případech se rovněž zohlední čl. 89 odst. 2 čtvrtý pododstavec uvedené směrnice. </w:t>
      </w:r>
      <w:r>
        <w:rPr>
          <w:rStyle w:val="InstructionsTabelleberschrift"/>
          <w:rFonts w:ascii="Times New Roman" w:hAnsi="Times New Roman"/>
          <w:b w:val="0"/>
          <w:sz w:val="24"/>
          <w:u w:val="none"/>
        </w:rPr>
        <w:t>Nástroj, který se řídí právem třetí země, se do tohoto řádku zahrne pouze v případě, že splňuje požadavky článku 55 uvedené směrnice</w:t>
      </w:r>
      <w:r>
        <w:t>.</w:t>
      </w:r>
    </w:p>
    <w:p w14:paraId="2C1B2000" w14:textId="1D037CCB" w:rsidR="00762AE8" w:rsidRPr="001562B3" w:rsidRDefault="00762AE8" w:rsidP="00E05B92">
      <w:pPr>
        <w:pStyle w:val="InstructionsText2"/>
      </w:pPr>
      <w:r>
        <w:t xml:space="preserve">Rozčlenění podle druhu závazku vychází ze stejného souboru druhů závazků, které se používají při vykazování pro účely plánování řešení krize v souladu s nařízením (EU) 2018/1624. Uvedené odkazy na toto nařízení jsou poskytnuty s cílem vymezit různé druhy závazků. </w:t>
      </w:r>
    </w:p>
    <w:p w14:paraId="27A75DAB" w14:textId="209C08EF" w:rsidR="00762AE8" w:rsidRPr="001562B3" w:rsidRDefault="00762AE8" w:rsidP="00E05B92">
      <w:pPr>
        <w:pStyle w:val="InstructionsText2"/>
      </w:pPr>
      <w:r>
        <w:t>Je-li požadováno rozčlenění podle splatnosti, je zbytkovou splatností doba zbývající do smluvní splatnosti nebo v souladu s podmínkami uvedenými v čl. 72c odst. 2 nebo 3 nařízení (EU) č. 575/2013 první možný den, kdy lze tuto opci uskutečnit. V případě průběžných plateb jistiny se jistina rozdělí a přidělí do příslušných košů splatnosti. V příslušných případech se splatnost uvažuje samostatně pro částku jistiny a pro vzniklý úrok.</w:t>
      </w:r>
    </w:p>
    <w:p w14:paraId="1BC1C890" w14:textId="7F347CCA" w:rsidR="00762AE8" w:rsidRPr="001562B3" w:rsidRDefault="00762AE8" w:rsidP="00873459">
      <w:pPr>
        <w:pStyle w:val="Numberedtilelevel1"/>
        <w:numPr>
          <w:ilvl w:val="2"/>
          <w:numId w:val="30"/>
        </w:numPr>
      </w:pPr>
      <w:bookmarkStart w:id="59" w:name="_Toc18593309"/>
      <w:bookmarkStart w:id="60" w:name="_Toc16868642"/>
      <w:bookmarkStart w:id="61" w:name="_Toc20316755"/>
      <w:bookmarkStart w:id="62" w:name="_Toc45558492"/>
      <w:bookmarkEnd w:id="59"/>
      <w:r>
        <w:t>Pokyny pro konkrétní pozice</w:t>
      </w:r>
      <w:bookmarkEnd w:id="60"/>
      <w:bookmarkEnd w:id="61"/>
      <w:bookmarkEnd w:id="6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62AE8" w:rsidRPr="001562B3" w14:paraId="78656450" w14:textId="77777777" w:rsidTr="00762AE8">
        <w:tc>
          <w:tcPr>
            <w:tcW w:w="1129" w:type="dxa"/>
            <w:shd w:val="clear" w:color="auto" w:fill="D9D9D9"/>
          </w:tcPr>
          <w:p w14:paraId="7437F57B" w14:textId="77777777" w:rsidR="00762AE8" w:rsidRPr="001562B3" w:rsidRDefault="00762AE8" w:rsidP="00E05B92">
            <w:pPr>
              <w:pStyle w:val="InstructionsText"/>
              <w:rPr>
                <w:rStyle w:val="InstructionsTabelleText"/>
                <w:rFonts w:ascii="Times New Roman" w:hAnsi="Times New Roman"/>
                <w:bCs/>
                <w:sz w:val="24"/>
              </w:rPr>
            </w:pPr>
            <w:r>
              <w:rPr>
                <w:rStyle w:val="InstructionsTabelleText"/>
                <w:rFonts w:ascii="Times New Roman" w:hAnsi="Times New Roman"/>
                <w:sz w:val="24"/>
              </w:rPr>
              <w:t>Řádek</w:t>
            </w:r>
          </w:p>
        </w:tc>
        <w:tc>
          <w:tcPr>
            <w:tcW w:w="7620" w:type="dxa"/>
            <w:shd w:val="clear" w:color="auto" w:fill="D9D9D9"/>
          </w:tcPr>
          <w:p w14:paraId="21D1603A" w14:textId="77777777" w:rsidR="00762AE8" w:rsidRPr="001562B3" w:rsidRDefault="00762AE8" w:rsidP="00E05B92">
            <w:pPr>
              <w:pStyle w:val="InstructionsText"/>
              <w:rPr>
                <w:rStyle w:val="InstructionsTabelleText"/>
                <w:rFonts w:ascii="Times New Roman" w:hAnsi="Times New Roman"/>
                <w:bCs/>
                <w:sz w:val="24"/>
              </w:rPr>
            </w:pPr>
            <w:r>
              <w:rPr>
                <w:rStyle w:val="InstructionsTabelleText"/>
                <w:rFonts w:ascii="Times New Roman" w:hAnsi="Times New Roman"/>
                <w:sz w:val="24"/>
              </w:rPr>
              <w:t>Odkazy na právní předpisy a pokyny</w:t>
            </w:r>
          </w:p>
        </w:tc>
      </w:tr>
      <w:tr w:rsidR="00762AE8" w:rsidRPr="001562B3" w14:paraId="5383880C" w14:textId="77777777" w:rsidTr="00762AE8">
        <w:tc>
          <w:tcPr>
            <w:tcW w:w="1129" w:type="dxa"/>
            <w:vAlign w:val="center"/>
          </w:tcPr>
          <w:p w14:paraId="64C649B2" w14:textId="77777777" w:rsidR="00762AE8" w:rsidRPr="001562B3" w:rsidRDefault="00762AE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vAlign w:val="center"/>
          </w:tcPr>
          <w:p w14:paraId="26061C97" w14:textId="3AFD9F85" w:rsidR="00762AE8" w:rsidRPr="001562B3" w:rsidRDefault="00762AE8" w:rsidP="00E05B9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ZPŮSOBILÉ ZÁVAZKY</w:t>
            </w:r>
          </w:p>
        </w:tc>
      </w:tr>
      <w:tr w:rsidR="00762AE8" w:rsidRPr="001562B3" w14:paraId="0F28EE1A" w14:textId="77777777" w:rsidTr="00762AE8">
        <w:tc>
          <w:tcPr>
            <w:tcW w:w="1129" w:type="dxa"/>
            <w:vAlign w:val="center"/>
          </w:tcPr>
          <w:p w14:paraId="7807213A" w14:textId="77777777" w:rsidR="00762AE8" w:rsidRPr="001562B3" w:rsidRDefault="00762AE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vAlign w:val="center"/>
          </w:tcPr>
          <w:p w14:paraId="4492AB5A" w14:textId="77777777" w:rsidR="00762AE8" w:rsidRPr="001562B3" w:rsidRDefault="00762AE8"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Vklady, které nejsou pojištěné a nejsou přednostní &gt;= 1 rok</w:t>
            </w:r>
          </w:p>
          <w:p w14:paraId="49C46A25" w14:textId="65078167" w:rsidR="00762AE8" w:rsidRPr="001562B3" w:rsidRDefault="00762AE8" w:rsidP="00E05B9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Vklady, které nejsou pojištěné a nejsou přednostní, dle jejich definice pro účely řádku 0320 vzoru Z 02.00 přílohy I nařízení (EU) 2018/1624, jež jsou způsobilé pro účely článku 45 </w:t>
            </w:r>
            <w:r>
              <w:t>směrnice 2014/59/EU</w:t>
            </w:r>
            <w:r>
              <w:rPr>
                <w:rStyle w:val="FormatvorlageInstructionsTabelleText"/>
                <w:rFonts w:ascii="Times New Roman" w:hAnsi="Times New Roman"/>
                <w:sz w:val="24"/>
              </w:rPr>
              <w:t>.</w:t>
            </w:r>
          </w:p>
        </w:tc>
      </w:tr>
      <w:tr w:rsidR="00762AE8" w:rsidRPr="001562B3" w14:paraId="43228275" w14:textId="77777777" w:rsidTr="00762AE8">
        <w:tc>
          <w:tcPr>
            <w:tcW w:w="1129" w:type="dxa"/>
            <w:vAlign w:val="center"/>
          </w:tcPr>
          <w:p w14:paraId="30431B10" w14:textId="77777777" w:rsidR="00762AE8" w:rsidRPr="001562B3" w:rsidRDefault="00762AE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vAlign w:val="center"/>
          </w:tcPr>
          <w:p w14:paraId="1971F075" w14:textId="6C9C3008" w:rsidR="00762AE8" w:rsidRPr="001562B3" w:rsidRDefault="00E05B92" w:rsidP="00E05B92">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z</w:t>
            </w:r>
            <w:r w:rsidR="00762AE8">
              <w:rPr>
                <w:rStyle w:val="InstructionsTabelleberschrift"/>
                <w:rFonts w:ascii="Times New Roman" w:hAnsi="Times New Roman"/>
                <w:sz w:val="24"/>
              </w:rPr>
              <w:t xml:space="preserve"> toho: zbytková splatnost &gt;= 1 rok a &lt; 2 roky</w:t>
            </w:r>
          </w:p>
        </w:tc>
      </w:tr>
      <w:tr w:rsidR="00762AE8" w:rsidRPr="001562B3" w14:paraId="2B846C55" w14:textId="77777777" w:rsidTr="00762AE8">
        <w:tc>
          <w:tcPr>
            <w:tcW w:w="1129" w:type="dxa"/>
            <w:vAlign w:val="center"/>
          </w:tcPr>
          <w:p w14:paraId="1DF3A70F" w14:textId="77777777" w:rsidR="00762AE8" w:rsidRPr="001562B3" w:rsidRDefault="00762AE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vAlign w:val="center"/>
          </w:tcPr>
          <w:p w14:paraId="275CBB26" w14:textId="4E112021" w:rsidR="00762AE8" w:rsidRPr="001562B3" w:rsidRDefault="00E05B92" w:rsidP="00E05B92">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z</w:t>
            </w:r>
            <w:r w:rsidR="00762AE8">
              <w:rPr>
                <w:rStyle w:val="InstructionsTabelleberschrift"/>
                <w:rFonts w:ascii="Times New Roman" w:hAnsi="Times New Roman"/>
                <w:sz w:val="24"/>
              </w:rPr>
              <w:t xml:space="preserve"> toho: zbytková splatnost &gt;= 2 roky</w:t>
            </w:r>
          </w:p>
        </w:tc>
      </w:tr>
      <w:tr w:rsidR="00762AE8" w:rsidRPr="001562B3" w14:paraId="0BA3B219" w14:textId="77777777" w:rsidTr="00762AE8">
        <w:tc>
          <w:tcPr>
            <w:tcW w:w="1129" w:type="dxa"/>
            <w:vAlign w:val="center"/>
          </w:tcPr>
          <w:p w14:paraId="123CD651" w14:textId="77777777" w:rsidR="00762AE8" w:rsidRPr="001562B3" w:rsidRDefault="00762AE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vAlign w:val="center"/>
          </w:tcPr>
          <w:p w14:paraId="42F6A84F" w14:textId="2EA57C62" w:rsidR="00762AE8" w:rsidRPr="001562B3" w:rsidRDefault="00E05B92" w:rsidP="00E05B92">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z</w:t>
            </w:r>
            <w:r w:rsidR="00762AE8">
              <w:rPr>
                <w:rStyle w:val="InstructionsTabelleberschrift"/>
                <w:rFonts w:ascii="Times New Roman" w:hAnsi="Times New Roman"/>
                <w:sz w:val="24"/>
              </w:rPr>
              <w:t xml:space="preserve"> toho: vydané dceřinými podniky</w:t>
            </w:r>
          </w:p>
        </w:tc>
      </w:tr>
      <w:tr w:rsidR="00762AE8" w:rsidRPr="001562B3" w14:paraId="0C7523A2" w14:textId="77777777" w:rsidTr="00762AE8">
        <w:tc>
          <w:tcPr>
            <w:tcW w:w="1129" w:type="dxa"/>
            <w:vAlign w:val="center"/>
          </w:tcPr>
          <w:p w14:paraId="21F422EE" w14:textId="77777777" w:rsidR="00762AE8" w:rsidRPr="001562B3" w:rsidRDefault="00762AE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vAlign w:val="center"/>
          </w:tcPr>
          <w:p w14:paraId="2DECC0A1" w14:textId="77777777" w:rsidR="00762AE8" w:rsidRPr="001562B3" w:rsidRDefault="00762AE8" w:rsidP="00E05B92">
            <w:pPr>
              <w:pStyle w:val="InstructionsText"/>
              <w:rPr>
                <w:rStyle w:val="FormatvorlageInstructionsTabelleText"/>
                <w:rFonts w:ascii="Times New Roman" w:hAnsi="Times New Roman"/>
                <w:bCs w:val="0"/>
                <w:color w:val="4F81BD" w:themeColor="accent1"/>
                <w:sz w:val="24"/>
              </w:rPr>
            </w:pPr>
            <w:r>
              <w:rPr>
                <w:rStyle w:val="InstructionsTabelleberschrift"/>
                <w:rFonts w:ascii="Times New Roman" w:hAnsi="Times New Roman"/>
                <w:sz w:val="24"/>
              </w:rPr>
              <w:t xml:space="preserve">Nekolateralizované zajištěné závazky &gt;= 1 rok </w:t>
            </w:r>
          </w:p>
          <w:p w14:paraId="6EA6B4DB" w14:textId="76DC938F" w:rsidR="00762AE8" w:rsidRPr="001562B3" w:rsidRDefault="00762AE8" w:rsidP="00E05B9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Nekolateralizované zajištěné závazky dle jejich definice pro účely řádku 0340 vzoru Z 02.00 přílohy I nařízení (EU) 2018/1624, jež jsou způsobilé pro účely článku 45 </w:t>
            </w:r>
            <w:r>
              <w:t>směrnice 2014/59/EU</w:t>
            </w:r>
            <w:r>
              <w:rPr>
                <w:rStyle w:val="FormatvorlageInstructionsTabelleText"/>
                <w:rFonts w:ascii="Times New Roman" w:hAnsi="Times New Roman"/>
                <w:sz w:val="24"/>
              </w:rPr>
              <w:t>.</w:t>
            </w:r>
          </w:p>
        </w:tc>
      </w:tr>
      <w:tr w:rsidR="00762AE8" w:rsidRPr="001562B3" w14:paraId="6A53393A" w14:textId="77777777" w:rsidTr="00762AE8">
        <w:tc>
          <w:tcPr>
            <w:tcW w:w="1129" w:type="dxa"/>
            <w:vAlign w:val="center"/>
          </w:tcPr>
          <w:p w14:paraId="04E4AAE3" w14:textId="77777777" w:rsidR="00762AE8" w:rsidRPr="001562B3" w:rsidRDefault="00762AE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vAlign w:val="center"/>
          </w:tcPr>
          <w:p w14:paraId="537C804F" w14:textId="6EAFC0E8" w:rsidR="00762AE8" w:rsidRPr="001562B3" w:rsidRDefault="00E05B92" w:rsidP="00E05B92">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z</w:t>
            </w:r>
            <w:r w:rsidR="00762AE8">
              <w:rPr>
                <w:rStyle w:val="InstructionsTabelleberschrift"/>
                <w:rFonts w:ascii="Times New Roman" w:hAnsi="Times New Roman"/>
                <w:sz w:val="24"/>
              </w:rPr>
              <w:t xml:space="preserve"> toho: zbytková splatnost &gt;= 1 rok a &lt; 2 roky</w:t>
            </w:r>
          </w:p>
        </w:tc>
      </w:tr>
      <w:tr w:rsidR="00762AE8" w:rsidRPr="001562B3" w14:paraId="600B55D1" w14:textId="77777777" w:rsidTr="00762AE8">
        <w:tc>
          <w:tcPr>
            <w:tcW w:w="1129" w:type="dxa"/>
            <w:vAlign w:val="center"/>
          </w:tcPr>
          <w:p w14:paraId="15C760CE" w14:textId="77777777" w:rsidR="00762AE8" w:rsidRPr="001562B3" w:rsidRDefault="00762AE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vAlign w:val="center"/>
          </w:tcPr>
          <w:p w14:paraId="1CD9868B" w14:textId="1724CC75" w:rsidR="00762AE8" w:rsidRPr="001562B3" w:rsidRDefault="00E05B92" w:rsidP="00E05B92">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z</w:t>
            </w:r>
            <w:r w:rsidR="00762AE8">
              <w:rPr>
                <w:rStyle w:val="InstructionsTabelleberschrift"/>
                <w:rFonts w:ascii="Times New Roman" w:hAnsi="Times New Roman"/>
                <w:sz w:val="24"/>
              </w:rPr>
              <w:t xml:space="preserve"> toho: zbytková splatnost &gt;= 2 roky</w:t>
            </w:r>
          </w:p>
        </w:tc>
      </w:tr>
      <w:tr w:rsidR="00762AE8" w:rsidRPr="001562B3" w14:paraId="1A7BF7A4" w14:textId="77777777" w:rsidTr="00762AE8">
        <w:tc>
          <w:tcPr>
            <w:tcW w:w="1129" w:type="dxa"/>
            <w:vAlign w:val="center"/>
          </w:tcPr>
          <w:p w14:paraId="2DE80C2B" w14:textId="77777777" w:rsidR="00762AE8" w:rsidRPr="001562B3" w:rsidRDefault="00762AE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vAlign w:val="center"/>
          </w:tcPr>
          <w:p w14:paraId="3A278DE9" w14:textId="05CAA350" w:rsidR="00762AE8" w:rsidRPr="001562B3" w:rsidRDefault="00E05B92" w:rsidP="00E05B92">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z</w:t>
            </w:r>
            <w:r w:rsidR="00762AE8">
              <w:rPr>
                <w:rStyle w:val="InstructionsTabelleberschrift"/>
                <w:rFonts w:ascii="Times New Roman" w:hAnsi="Times New Roman"/>
                <w:sz w:val="24"/>
              </w:rPr>
              <w:t xml:space="preserve"> toho: vydané dceřinými podniky</w:t>
            </w:r>
          </w:p>
        </w:tc>
      </w:tr>
      <w:tr w:rsidR="00762AE8" w:rsidRPr="001562B3" w14:paraId="2B098627" w14:textId="77777777" w:rsidTr="00762AE8">
        <w:tc>
          <w:tcPr>
            <w:tcW w:w="1129" w:type="dxa"/>
            <w:vAlign w:val="center"/>
          </w:tcPr>
          <w:p w14:paraId="20D819CF" w14:textId="77777777" w:rsidR="00762AE8" w:rsidRPr="001562B3" w:rsidRDefault="00762AE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vAlign w:val="center"/>
          </w:tcPr>
          <w:p w14:paraId="1D62DBC4" w14:textId="77777777" w:rsidR="00762AE8" w:rsidRPr="001562B3" w:rsidRDefault="00762AE8"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Strukturované dluhopisy &gt;= 1 rok</w:t>
            </w:r>
          </w:p>
          <w:p w14:paraId="74959F34" w14:textId="0715D5D4" w:rsidR="00762AE8" w:rsidRPr="001562B3" w:rsidRDefault="00762AE8" w:rsidP="00E05B9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Strukturované dluhopisy dle jejich definice pro účely řádku 0350 vzoru Z 02.00 přílohy I nařízení (EU) 2018/1624, jež jsou způsobilé pro účely článku 45 </w:t>
            </w:r>
            <w:r>
              <w:t>směrnice 2014/59/EU</w:t>
            </w:r>
            <w:r>
              <w:rPr>
                <w:rStyle w:val="FormatvorlageInstructionsTabelleText"/>
                <w:rFonts w:ascii="Times New Roman" w:hAnsi="Times New Roman"/>
                <w:sz w:val="24"/>
              </w:rPr>
              <w:t>.</w:t>
            </w:r>
          </w:p>
        </w:tc>
      </w:tr>
      <w:tr w:rsidR="00762AE8" w:rsidRPr="001562B3" w14:paraId="72D4F677" w14:textId="77777777" w:rsidTr="00762AE8">
        <w:tc>
          <w:tcPr>
            <w:tcW w:w="1129" w:type="dxa"/>
            <w:vAlign w:val="center"/>
          </w:tcPr>
          <w:p w14:paraId="276C4E2D" w14:textId="77777777" w:rsidR="00762AE8" w:rsidRPr="001562B3" w:rsidRDefault="00762AE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vAlign w:val="center"/>
          </w:tcPr>
          <w:p w14:paraId="00FFDD2F" w14:textId="22D0F603" w:rsidR="00762AE8" w:rsidRPr="001562B3" w:rsidRDefault="00E05B92" w:rsidP="00E05B92">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z</w:t>
            </w:r>
            <w:r w:rsidR="00762AE8">
              <w:rPr>
                <w:rStyle w:val="InstructionsTabelleberschrift"/>
                <w:rFonts w:ascii="Times New Roman" w:hAnsi="Times New Roman"/>
                <w:sz w:val="24"/>
              </w:rPr>
              <w:t xml:space="preserve"> toho: zbytková splatnost &gt;= 1 rok a &lt; 2 roky</w:t>
            </w:r>
          </w:p>
        </w:tc>
      </w:tr>
      <w:tr w:rsidR="00762AE8" w:rsidRPr="001562B3" w14:paraId="6936C748" w14:textId="77777777" w:rsidTr="00762AE8">
        <w:tc>
          <w:tcPr>
            <w:tcW w:w="1129" w:type="dxa"/>
            <w:vAlign w:val="center"/>
          </w:tcPr>
          <w:p w14:paraId="6F001B61" w14:textId="77777777" w:rsidR="00762AE8" w:rsidRPr="001562B3" w:rsidRDefault="00762AE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7227500C" w14:textId="5E9ECD48" w:rsidR="00762AE8" w:rsidRPr="001562B3" w:rsidRDefault="00E05B92" w:rsidP="00E05B9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z</w:t>
            </w:r>
            <w:r w:rsidR="00762AE8">
              <w:rPr>
                <w:rStyle w:val="InstructionsTabelleberschrift"/>
                <w:rFonts w:ascii="Times New Roman" w:hAnsi="Times New Roman"/>
                <w:sz w:val="24"/>
              </w:rPr>
              <w:t xml:space="preserve"> toho: zbytková splatnost &gt;= 2 roky</w:t>
            </w:r>
          </w:p>
        </w:tc>
      </w:tr>
      <w:tr w:rsidR="00762AE8" w:rsidRPr="001562B3" w14:paraId="10DD7ADF" w14:textId="77777777" w:rsidTr="00762AE8">
        <w:tc>
          <w:tcPr>
            <w:tcW w:w="1129" w:type="dxa"/>
            <w:vAlign w:val="center"/>
          </w:tcPr>
          <w:p w14:paraId="7587F6C9" w14:textId="77777777" w:rsidR="00762AE8" w:rsidRPr="001562B3" w:rsidRDefault="00762AE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vAlign w:val="center"/>
          </w:tcPr>
          <w:p w14:paraId="7C1370DB" w14:textId="7EA9440D" w:rsidR="00762AE8" w:rsidRPr="001562B3" w:rsidRDefault="00E05B92" w:rsidP="00E05B9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z</w:t>
            </w:r>
            <w:r w:rsidR="00762AE8">
              <w:rPr>
                <w:rStyle w:val="InstructionsTabelleberschrift"/>
                <w:rFonts w:ascii="Times New Roman" w:hAnsi="Times New Roman"/>
                <w:sz w:val="24"/>
              </w:rPr>
              <w:t xml:space="preserve"> toho: vydané dceřinými podniky</w:t>
            </w:r>
          </w:p>
        </w:tc>
      </w:tr>
      <w:tr w:rsidR="00762AE8" w:rsidRPr="001562B3" w14:paraId="07BF9E28" w14:textId="77777777" w:rsidTr="00762AE8">
        <w:tc>
          <w:tcPr>
            <w:tcW w:w="1129" w:type="dxa"/>
            <w:vAlign w:val="center"/>
          </w:tcPr>
          <w:p w14:paraId="1BBF737D" w14:textId="77777777" w:rsidR="00762AE8" w:rsidRPr="001562B3" w:rsidRDefault="00762AE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vAlign w:val="center"/>
          </w:tcPr>
          <w:p w14:paraId="1ABE37E9" w14:textId="77777777" w:rsidR="00762AE8" w:rsidRPr="001562B3" w:rsidRDefault="00762AE8" w:rsidP="00E05B92">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Prioritní nezajištěné závazky &gt;= 1 rok</w:t>
            </w:r>
          </w:p>
          <w:p w14:paraId="0E73B3A6" w14:textId="6BB8E9AC" w:rsidR="00762AE8" w:rsidRPr="001562B3" w:rsidRDefault="00762AE8" w:rsidP="00E05B9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Prioritní nezajištěné závazky dle jejich definice pro účely řádku 0360 vzoru Z 02.00 přílohy I nařízení (EU) 2018/1624, jež jsou způsobilé pro účely článku 45 </w:t>
            </w:r>
            <w:r>
              <w:t>směrnice 2014/59/EU</w:t>
            </w:r>
            <w:r>
              <w:rPr>
                <w:rStyle w:val="FormatvorlageInstructionsTabelleText"/>
                <w:rFonts w:ascii="Times New Roman" w:hAnsi="Times New Roman"/>
                <w:sz w:val="24"/>
              </w:rPr>
              <w:t>.</w:t>
            </w:r>
          </w:p>
        </w:tc>
      </w:tr>
      <w:tr w:rsidR="00762AE8" w:rsidRPr="001562B3" w14:paraId="35199AA2" w14:textId="77777777" w:rsidTr="00762AE8">
        <w:tc>
          <w:tcPr>
            <w:tcW w:w="1129" w:type="dxa"/>
            <w:vAlign w:val="center"/>
          </w:tcPr>
          <w:p w14:paraId="5D231682" w14:textId="77777777" w:rsidR="00762AE8" w:rsidRPr="001562B3" w:rsidRDefault="00762AE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vAlign w:val="center"/>
          </w:tcPr>
          <w:p w14:paraId="262358FD" w14:textId="679F389D" w:rsidR="00762AE8" w:rsidRPr="001562B3" w:rsidRDefault="00E05B92" w:rsidP="00E05B92">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z</w:t>
            </w:r>
            <w:r w:rsidR="00762AE8">
              <w:rPr>
                <w:rStyle w:val="InstructionsTabelleberschrift"/>
                <w:rFonts w:ascii="Times New Roman" w:hAnsi="Times New Roman"/>
                <w:sz w:val="24"/>
              </w:rPr>
              <w:t xml:space="preserve"> toho: zbytková splatnost &gt;= 1 rok a &lt; 2 roky</w:t>
            </w:r>
          </w:p>
        </w:tc>
      </w:tr>
      <w:tr w:rsidR="00762AE8" w:rsidRPr="001562B3" w14:paraId="07D96CBB" w14:textId="77777777" w:rsidTr="00762AE8">
        <w:tc>
          <w:tcPr>
            <w:tcW w:w="1129" w:type="dxa"/>
            <w:vAlign w:val="center"/>
          </w:tcPr>
          <w:p w14:paraId="324DFF96" w14:textId="77777777" w:rsidR="00762AE8" w:rsidRPr="001562B3" w:rsidRDefault="00762AE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vAlign w:val="center"/>
          </w:tcPr>
          <w:p w14:paraId="7552E2F3" w14:textId="48DCF025" w:rsidR="00762AE8" w:rsidRPr="001562B3" w:rsidRDefault="00E05B92" w:rsidP="00E05B92">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z</w:t>
            </w:r>
            <w:r w:rsidR="00762AE8">
              <w:rPr>
                <w:rStyle w:val="InstructionsTabelleberschrift"/>
                <w:rFonts w:ascii="Times New Roman" w:hAnsi="Times New Roman"/>
                <w:sz w:val="24"/>
              </w:rPr>
              <w:t xml:space="preserve"> toho: zbytková splatnost &gt;= 2 roky</w:t>
            </w:r>
          </w:p>
        </w:tc>
      </w:tr>
      <w:tr w:rsidR="00762AE8" w:rsidRPr="001562B3" w14:paraId="295B6D82" w14:textId="77777777" w:rsidTr="00762AE8">
        <w:tc>
          <w:tcPr>
            <w:tcW w:w="1129" w:type="dxa"/>
            <w:vAlign w:val="center"/>
          </w:tcPr>
          <w:p w14:paraId="3B2CFD81" w14:textId="77777777" w:rsidR="00762AE8" w:rsidRPr="001562B3" w:rsidRDefault="00762AE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0530 </w:t>
            </w:r>
          </w:p>
        </w:tc>
        <w:tc>
          <w:tcPr>
            <w:tcW w:w="7620" w:type="dxa"/>
            <w:vAlign w:val="center"/>
          </w:tcPr>
          <w:p w14:paraId="480600D9" w14:textId="5FE5FA6E" w:rsidR="00762AE8" w:rsidRPr="001562B3" w:rsidRDefault="00E05B92" w:rsidP="00E05B92">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z</w:t>
            </w:r>
            <w:r w:rsidR="00762AE8">
              <w:rPr>
                <w:rStyle w:val="InstructionsTabelleberschrift"/>
                <w:rFonts w:ascii="Times New Roman" w:hAnsi="Times New Roman"/>
                <w:sz w:val="24"/>
              </w:rPr>
              <w:t xml:space="preserve"> toho: vydané dceřinými podniky</w:t>
            </w:r>
          </w:p>
        </w:tc>
      </w:tr>
      <w:tr w:rsidR="00762AE8" w:rsidRPr="001562B3" w14:paraId="12EA602F" w14:textId="77777777" w:rsidTr="00762AE8">
        <w:tc>
          <w:tcPr>
            <w:tcW w:w="1129" w:type="dxa"/>
            <w:vAlign w:val="center"/>
          </w:tcPr>
          <w:p w14:paraId="3384E48D" w14:textId="77777777" w:rsidR="00762AE8" w:rsidRPr="001562B3" w:rsidRDefault="00762AE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0600 </w:t>
            </w:r>
          </w:p>
        </w:tc>
        <w:tc>
          <w:tcPr>
            <w:tcW w:w="7620" w:type="dxa"/>
            <w:vAlign w:val="center"/>
          </w:tcPr>
          <w:p w14:paraId="0C40C447" w14:textId="77777777" w:rsidR="00762AE8" w:rsidRPr="001562B3" w:rsidRDefault="00762AE8" w:rsidP="00E05B92">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Prioritní nepreferenční závazky &gt;= 1 rok</w:t>
            </w:r>
          </w:p>
          <w:p w14:paraId="2BB67D1C" w14:textId="2FE96C83" w:rsidR="00762AE8" w:rsidRPr="001562B3" w:rsidRDefault="00762AE8" w:rsidP="00E05B9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Prioritní nepreferenční závazky dle jejich definice pro účely řádku 0365 vzoru Z 02.00 přílohy I nařízení (EU) 2018/1624, jež jsou způsobilé pro účely článku 45 </w:t>
            </w:r>
            <w:r>
              <w:t>směrnice 2014/59/EU</w:t>
            </w:r>
            <w:r>
              <w:rPr>
                <w:rStyle w:val="FormatvorlageInstructionsTabelleText"/>
                <w:rFonts w:ascii="Times New Roman" w:hAnsi="Times New Roman"/>
                <w:sz w:val="24"/>
              </w:rPr>
              <w:t>.</w:t>
            </w:r>
          </w:p>
        </w:tc>
      </w:tr>
      <w:tr w:rsidR="00762AE8" w:rsidRPr="001562B3" w14:paraId="60C5C44A" w14:textId="77777777" w:rsidTr="00762AE8">
        <w:tc>
          <w:tcPr>
            <w:tcW w:w="1129" w:type="dxa"/>
            <w:vAlign w:val="center"/>
          </w:tcPr>
          <w:p w14:paraId="4478A9B7" w14:textId="77777777" w:rsidR="00762AE8" w:rsidRPr="001562B3" w:rsidRDefault="00762AE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vAlign w:val="center"/>
          </w:tcPr>
          <w:p w14:paraId="6413A5A0" w14:textId="4733C28B" w:rsidR="00762AE8" w:rsidRPr="001562B3" w:rsidRDefault="00E05B92" w:rsidP="00E05B92">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z</w:t>
            </w:r>
            <w:r w:rsidR="00762AE8">
              <w:rPr>
                <w:rStyle w:val="InstructionsTabelleberschrift"/>
                <w:rFonts w:ascii="Times New Roman" w:hAnsi="Times New Roman"/>
                <w:sz w:val="24"/>
              </w:rPr>
              <w:t xml:space="preserve"> toho: zbytková splatnost &gt;= 1 rok a &lt; 2 roky</w:t>
            </w:r>
          </w:p>
        </w:tc>
      </w:tr>
      <w:tr w:rsidR="00762AE8" w:rsidRPr="001562B3" w14:paraId="09D13A9A" w14:textId="77777777" w:rsidTr="00762AE8">
        <w:tc>
          <w:tcPr>
            <w:tcW w:w="1129" w:type="dxa"/>
            <w:vAlign w:val="center"/>
          </w:tcPr>
          <w:p w14:paraId="1E082A92" w14:textId="77777777" w:rsidR="00762AE8" w:rsidRPr="001562B3" w:rsidRDefault="00762AE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vAlign w:val="center"/>
          </w:tcPr>
          <w:p w14:paraId="3A55D4CB" w14:textId="0A1E8F25" w:rsidR="00762AE8" w:rsidRPr="001562B3" w:rsidRDefault="00E05B92" w:rsidP="00E05B92">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z</w:t>
            </w:r>
            <w:r w:rsidR="00762AE8">
              <w:rPr>
                <w:rStyle w:val="InstructionsTabelleberschrift"/>
                <w:rFonts w:ascii="Times New Roman" w:hAnsi="Times New Roman"/>
                <w:sz w:val="24"/>
              </w:rPr>
              <w:t xml:space="preserve"> toho: zbytková splatnost &gt;= 2 roky</w:t>
            </w:r>
          </w:p>
        </w:tc>
      </w:tr>
      <w:tr w:rsidR="00762AE8" w:rsidRPr="001562B3" w14:paraId="23C432FB" w14:textId="77777777" w:rsidTr="00762AE8">
        <w:tc>
          <w:tcPr>
            <w:tcW w:w="1129" w:type="dxa"/>
            <w:vAlign w:val="center"/>
          </w:tcPr>
          <w:p w14:paraId="3AC1EB08" w14:textId="77777777" w:rsidR="00762AE8" w:rsidRPr="001562B3" w:rsidRDefault="00762AE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0" w:type="dxa"/>
            <w:vAlign w:val="center"/>
          </w:tcPr>
          <w:p w14:paraId="3C625784" w14:textId="76AC97FC" w:rsidR="00762AE8" w:rsidRPr="001562B3" w:rsidRDefault="00E05B92" w:rsidP="00E05B9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z</w:t>
            </w:r>
            <w:r w:rsidR="00762AE8">
              <w:rPr>
                <w:rStyle w:val="InstructionsTabelleberschrift"/>
                <w:rFonts w:ascii="Times New Roman" w:hAnsi="Times New Roman"/>
                <w:sz w:val="24"/>
              </w:rPr>
              <w:t xml:space="preserve"> toho: vydané dceřinými podniky</w:t>
            </w:r>
          </w:p>
        </w:tc>
      </w:tr>
      <w:tr w:rsidR="00762AE8" w:rsidRPr="001562B3" w14:paraId="6A916816" w14:textId="77777777" w:rsidTr="00762AE8">
        <w:tc>
          <w:tcPr>
            <w:tcW w:w="1129" w:type="dxa"/>
            <w:vAlign w:val="center"/>
          </w:tcPr>
          <w:p w14:paraId="38E47A5C" w14:textId="77777777" w:rsidR="00762AE8" w:rsidRPr="001562B3" w:rsidRDefault="00762AE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vAlign w:val="center"/>
          </w:tcPr>
          <w:p w14:paraId="3036F796" w14:textId="77777777" w:rsidR="00762AE8" w:rsidRPr="001562B3" w:rsidRDefault="00762AE8"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Podřízené závazky (nevykazované jako kapitál) &gt;= 1 rok</w:t>
            </w:r>
          </w:p>
          <w:p w14:paraId="47C4F901" w14:textId="162DF14E" w:rsidR="00762AE8" w:rsidRPr="001562B3" w:rsidRDefault="00202EA4"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Podříze</w:t>
            </w:r>
            <w:r w:rsidR="00762AE8">
              <w:rPr>
                <w:rStyle w:val="FormatvorlageInstructionsTabelleText"/>
                <w:rFonts w:ascii="Times New Roman" w:hAnsi="Times New Roman"/>
                <w:sz w:val="24"/>
              </w:rPr>
              <w:t xml:space="preserve">né závazky dle jejich definice pro účely řádku 0370 vzoru Z 02.00 přílohy I nařízení (EU) 2018/1624, jež jsou způsobilé pro účely článku 45 </w:t>
            </w:r>
            <w:r w:rsidR="00762AE8">
              <w:t>směrnice 2014/59/EU</w:t>
            </w:r>
            <w:r w:rsidR="00762AE8">
              <w:rPr>
                <w:rStyle w:val="FormatvorlageInstructionsTabelleText"/>
                <w:rFonts w:ascii="Times New Roman" w:hAnsi="Times New Roman"/>
                <w:sz w:val="24"/>
              </w:rPr>
              <w:t>.</w:t>
            </w:r>
          </w:p>
        </w:tc>
      </w:tr>
      <w:tr w:rsidR="00762AE8" w:rsidRPr="001562B3" w14:paraId="57465221" w14:textId="77777777" w:rsidTr="00762AE8">
        <w:tc>
          <w:tcPr>
            <w:tcW w:w="1129" w:type="dxa"/>
            <w:vAlign w:val="center"/>
          </w:tcPr>
          <w:p w14:paraId="67531431" w14:textId="77777777" w:rsidR="00762AE8" w:rsidRPr="001562B3" w:rsidRDefault="00762AE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vAlign w:val="center"/>
          </w:tcPr>
          <w:p w14:paraId="793A93D5" w14:textId="09CD0B99" w:rsidR="00762AE8" w:rsidRPr="001562B3" w:rsidRDefault="00E05B92" w:rsidP="00E05B9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z</w:t>
            </w:r>
            <w:r w:rsidR="00762AE8">
              <w:rPr>
                <w:rStyle w:val="InstructionsTabelleberschrift"/>
                <w:rFonts w:ascii="Times New Roman" w:hAnsi="Times New Roman"/>
                <w:sz w:val="24"/>
              </w:rPr>
              <w:t xml:space="preserve"> toho: zbytková splatnost &gt;= 1 rok a &lt; 2 roky</w:t>
            </w:r>
          </w:p>
        </w:tc>
      </w:tr>
      <w:tr w:rsidR="00762AE8" w:rsidRPr="001562B3" w14:paraId="625CC92F" w14:textId="77777777" w:rsidTr="00762AE8">
        <w:tc>
          <w:tcPr>
            <w:tcW w:w="1129" w:type="dxa"/>
            <w:vAlign w:val="center"/>
          </w:tcPr>
          <w:p w14:paraId="3FC9B0A7" w14:textId="77777777" w:rsidR="00762AE8" w:rsidRPr="001562B3" w:rsidRDefault="00762AE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vAlign w:val="center"/>
          </w:tcPr>
          <w:p w14:paraId="378AC964" w14:textId="6D2E9185" w:rsidR="00762AE8" w:rsidRPr="001562B3" w:rsidRDefault="00E05B92" w:rsidP="00E05B9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z</w:t>
            </w:r>
            <w:r w:rsidR="00762AE8">
              <w:rPr>
                <w:rStyle w:val="InstructionsTabelleberschrift"/>
                <w:rFonts w:ascii="Times New Roman" w:hAnsi="Times New Roman"/>
                <w:sz w:val="24"/>
              </w:rPr>
              <w:t xml:space="preserve"> toho: zbytková splatnost &gt;= 2 roky</w:t>
            </w:r>
          </w:p>
        </w:tc>
      </w:tr>
      <w:tr w:rsidR="00762AE8" w:rsidRPr="001562B3" w14:paraId="5E1CEAC6" w14:textId="77777777" w:rsidTr="00762AE8">
        <w:tc>
          <w:tcPr>
            <w:tcW w:w="1129" w:type="dxa"/>
            <w:vAlign w:val="center"/>
          </w:tcPr>
          <w:p w14:paraId="1C9EF155" w14:textId="77777777" w:rsidR="00762AE8" w:rsidRPr="001562B3" w:rsidRDefault="00762AE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vAlign w:val="center"/>
          </w:tcPr>
          <w:p w14:paraId="189D1AE1" w14:textId="735937FC" w:rsidR="00762AE8" w:rsidRPr="001562B3" w:rsidRDefault="00E05B92" w:rsidP="00E05B92">
            <w:pPr>
              <w:pStyle w:val="InstructionsText"/>
              <w:rPr>
                <w:rStyle w:val="FormatvorlageInstructionsTabelleText"/>
                <w:rFonts w:ascii="Times New Roman" w:eastAsiaTheme="minorHAnsi" w:hAnsi="Times New Roman"/>
                <w:sz w:val="24"/>
                <w:szCs w:val="22"/>
              </w:rPr>
            </w:pPr>
            <w:r>
              <w:rPr>
                <w:rStyle w:val="InstructionsTabelleberschrift"/>
                <w:rFonts w:ascii="Times New Roman" w:hAnsi="Times New Roman"/>
                <w:sz w:val="24"/>
              </w:rPr>
              <w:t>z</w:t>
            </w:r>
            <w:r w:rsidR="00762AE8">
              <w:rPr>
                <w:rStyle w:val="InstructionsTabelleberschrift"/>
                <w:rFonts w:ascii="Times New Roman" w:hAnsi="Times New Roman"/>
                <w:sz w:val="24"/>
              </w:rPr>
              <w:t> </w:t>
            </w:r>
            <w:r w:rsidR="00762AE8">
              <w:rPr>
                <w:rStyle w:val="FormatvorlageInstructionsTabelleText"/>
                <w:rFonts w:ascii="Times New Roman" w:hAnsi="Times New Roman"/>
                <w:b/>
                <w:sz w:val="24"/>
                <w:u w:val="single"/>
              </w:rPr>
              <w:t>toho</w:t>
            </w:r>
            <w:r w:rsidR="00762AE8">
              <w:rPr>
                <w:rStyle w:val="InstructionsTabelleberschrift"/>
                <w:rFonts w:ascii="Times New Roman" w:hAnsi="Times New Roman"/>
                <w:sz w:val="24"/>
              </w:rPr>
              <w:t>: vydané dceřinými podniky</w:t>
            </w:r>
          </w:p>
        </w:tc>
      </w:tr>
      <w:tr w:rsidR="00762AE8" w:rsidRPr="001562B3" w14:paraId="2CFE4F64" w14:textId="77777777" w:rsidTr="00762AE8">
        <w:tc>
          <w:tcPr>
            <w:tcW w:w="1129" w:type="dxa"/>
            <w:vAlign w:val="center"/>
          </w:tcPr>
          <w:p w14:paraId="1667A13F" w14:textId="77777777" w:rsidR="00762AE8" w:rsidRPr="001562B3" w:rsidRDefault="00762AE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vAlign w:val="center"/>
          </w:tcPr>
          <w:p w14:paraId="20A1B645" w14:textId="1172CBDD" w:rsidR="00762AE8" w:rsidRPr="001562B3" w:rsidRDefault="00762AE8"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Jiné způsobilé závazky podle minimálních požadavků na kapitál &gt;= 1 rok</w:t>
            </w:r>
          </w:p>
          <w:p w14:paraId="76DA3A5F" w14:textId="4DF75699" w:rsidR="00762AE8" w:rsidRPr="001562B3" w:rsidRDefault="00762AE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Jakýkoli jiný nástroj, který je způsobilý pro účely článku 45 </w:t>
            </w:r>
            <w:r>
              <w:t>směrnice 2014/59/EU</w:t>
            </w:r>
            <w:r>
              <w:rPr>
                <w:rStyle w:val="FormatvorlageInstructionsTabelleText"/>
                <w:rFonts w:ascii="Times New Roman" w:hAnsi="Times New Roman"/>
                <w:sz w:val="24"/>
              </w:rPr>
              <w:t>.</w:t>
            </w:r>
          </w:p>
        </w:tc>
      </w:tr>
      <w:tr w:rsidR="00762AE8" w:rsidRPr="001562B3" w14:paraId="77278EFF" w14:textId="77777777" w:rsidTr="00762AE8">
        <w:tc>
          <w:tcPr>
            <w:tcW w:w="1129" w:type="dxa"/>
            <w:vAlign w:val="center"/>
          </w:tcPr>
          <w:p w14:paraId="333872FD" w14:textId="5AB9C055" w:rsidR="00762AE8" w:rsidRPr="001562B3" w:rsidRDefault="00762AE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vAlign w:val="center"/>
          </w:tcPr>
          <w:p w14:paraId="17A02E94" w14:textId="5C3EC1BC" w:rsidR="00762AE8" w:rsidRPr="001562B3" w:rsidRDefault="00E05B92" w:rsidP="00E05B9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z</w:t>
            </w:r>
            <w:r w:rsidR="00762AE8">
              <w:rPr>
                <w:rStyle w:val="InstructionsTabelleberschrift"/>
                <w:rFonts w:ascii="Times New Roman" w:hAnsi="Times New Roman"/>
                <w:sz w:val="24"/>
              </w:rPr>
              <w:t xml:space="preserve"> toho: zbytková splatnost &gt;= 1 rok a &lt; 2 roky</w:t>
            </w:r>
          </w:p>
        </w:tc>
      </w:tr>
      <w:tr w:rsidR="00762AE8" w:rsidRPr="001562B3" w14:paraId="3D6B2982" w14:textId="77777777" w:rsidTr="00762AE8">
        <w:tc>
          <w:tcPr>
            <w:tcW w:w="1129" w:type="dxa"/>
            <w:vAlign w:val="center"/>
          </w:tcPr>
          <w:p w14:paraId="43A5C56C" w14:textId="77777777" w:rsidR="00762AE8" w:rsidRPr="001562B3" w:rsidRDefault="00762AE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0820</w:t>
            </w:r>
          </w:p>
        </w:tc>
        <w:tc>
          <w:tcPr>
            <w:tcW w:w="7620" w:type="dxa"/>
            <w:vAlign w:val="center"/>
          </w:tcPr>
          <w:p w14:paraId="49939295" w14:textId="036B7171" w:rsidR="00762AE8" w:rsidRPr="001562B3" w:rsidRDefault="00E05B92" w:rsidP="00E05B9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z</w:t>
            </w:r>
            <w:r w:rsidR="00762AE8">
              <w:rPr>
                <w:rStyle w:val="InstructionsTabelleberschrift"/>
                <w:rFonts w:ascii="Times New Roman" w:hAnsi="Times New Roman"/>
                <w:sz w:val="24"/>
              </w:rPr>
              <w:t xml:space="preserve"> toho: zbytková splatnost &gt;= 2 roky</w:t>
            </w:r>
          </w:p>
        </w:tc>
      </w:tr>
      <w:tr w:rsidR="00762AE8" w:rsidRPr="001562B3" w14:paraId="11DE9C50" w14:textId="77777777" w:rsidTr="00762AE8">
        <w:tc>
          <w:tcPr>
            <w:tcW w:w="1129" w:type="dxa"/>
            <w:vAlign w:val="center"/>
          </w:tcPr>
          <w:p w14:paraId="53242FBA" w14:textId="77777777" w:rsidR="00762AE8" w:rsidRPr="001562B3" w:rsidRDefault="00762AE8"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0830</w:t>
            </w:r>
          </w:p>
        </w:tc>
        <w:tc>
          <w:tcPr>
            <w:tcW w:w="7620" w:type="dxa"/>
            <w:vAlign w:val="center"/>
          </w:tcPr>
          <w:p w14:paraId="2E47C1B2" w14:textId="09BCB853" w:rsidR="00762AE8" w:rsidRPr="001562B3" w:rsidRDefault="00E05B92" w:rsidP="00E05B9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z</w:t>
            </w:r>
            <w:r w:rsidR="00762AE8">
              <w:rPr>
                <w:rStyle w:val="InstructionsTabelleberschrift"/>
                <w:rFonts w:ascii="Times New Roman" w:hAnsi="Times New Roman"/>
                <w:sz w:val="24"/>
              </w:rPr>
              <w:t xml:space="preserve"> toho: vydané dceřinými podniky</w:t>
            </w:r>
          </w:p>
        </w:tc>
      </w:tr>
    </w:tbl>
    <w:p w14:paraId="70AF81D2" w14:textId="77777777" w:rsidR="00762AE8" w:rsidRPr="001562B3" w:rsidRDefault="00762AE8" w:rsidP="00C15B90"/>
    <w:p w14:paraId="5D18E546" w14:textId="5B55411B" w:rsidR="00C91ACB" w:rsidRPr="001562B3" w:rsidRDefault="00C91ACB" w:rsidP="002A276F">
      <w:pPr>
        <w:pStyle w:val="Numberedtilelevel1"/>
      </w:pPr>
      <w:bookmarkStart w:id="63" w:name="_Toc45558493"/>
      <w:r>
        <w:t>Pořadí věřitelů</w:t>
      </w:r>
      <w:bookmarkEnd w:id="63"/>
    </w:p>
    <w:p w14:paraId="2625F207" w14:textId="7E2342CE" w:rsidR="00C91ACB" w:rsidRPr="001562B3" w:rsidRDefault="00C91ACB" w:rsidP="00E05B92">
      <w:pPr>
        <w:pStyle w:val="InstructionsText2"/>
      </w:pPr>
      <w:r>
        <w:t>Šablony M 05.00 a M 06.00 zachycují pořadí způsobilých závazků v hierarchii věřitelů. Obě šablony se vždy vykazují na individuální úrovni.</w:t>
      </w:r>
    </w:p>
    <w:p w14:paraId="18C2B303" w14:textId="229D9162" w:rsidR="00C91ACB" w:rsidRPr="001562B3" w:rsidRDefault="00C91ACB" w:rsidP="00E05B92">
      <w:pPr>
        <w:pStyle w:val="InstructionsText2"/>
      </w:pPr>
      <w:r>
        <w:t>V případě subjektů, které samy nejsou subjekty řešícími krizi, se v příslušných případech částka připadající na každé pořadí dále rozčlení na částky dlužné subjektu řešícímu krizi a další částky, které nejsou dlužné subjektu řešícímu krizi.</w:t>
      </w:r>
    </w:p>
    <w:p w14:paraId="21EE5EAE" w14:textId="77777777" w:rsidR="00C91ACB" w:rsidRPr="001562B3" w:rsidRDefault="00C91ACB" w:rsidP="00E05B92">
      <w:pPr>
        <w:pStyle w:val="InstructionsText2"/>
      </w:pPr>
      <w:r>
        <w:t>Pořadí je uspořádáno od nejméně prioritních po nejvíce prioritní. Řádky pořadí se přidávají, dokud není vykázán nejvíce prioritní způsobilý nástroj a všechny závazky, které jsou na stejné úrovni jako tento nástroj.</w:t>
      </w:r>
    </w:p>
    <w:p w14:paraId="50B30E08" w14:textId="174705BF" w:rsidR="00C91ACB" w:rsidRPr="001562B3" w:rsidRDefault="00C91ACB" w:rsidP="00873459">
      <w:pPr>
        <w:pStyle w:val="Numberedtilelevel1"/>
        <w:numPr>
          <w:ilvl w:val="1"/>
          <w:numId w:val="30"/>
        </w:numPr>
      </w:pPr>
      <w:bookmarkStart w:id="64" w:name="_Toc45558494"/>
      <w:r>
        <w:t>M 05.00 – Pořadí věřitelů (subjekt, který není subjektem řešícím krizi)</w:t>
      </w:r>
      <w:bookmarkEnd w:id="64"/>
    </w:p>
    <w:p w14:paraId="002E2273" w14:textId="2F56247E" w:rsidR="00C91ACB" w:rsidRPr="001562B3" w:rsidRDefault="00C91ACB" w:rsidP="00873459">
      <w:pPr>
        <w:pStyle w:val="Numberedtilelevel1"/>
        <w:numPr>
          <w:ilvl w:val="2"/>
          <w:numId w:val="30"/>
        </w:numPr>
      </w:pPr>
      <w:bookmarkStart w:id="65" w:name="_Toc16868645"/>
      <w:bookmarkStart w:id="66" w:name="_Toc20316758"/>
      <w:bookmarkStart w:id="67" w:name="_Toc45558495"/>
      <w:r>
        <w:t>Obecné poznámky</w:t>
      </w:r>
      <w:bookmarkEnd w:id="65"/>
      <w:bookmarkEnd w:id="66"/>
      <w:bookmarkEnd w:id="67"/>
    </w:p>
    <w:p w14:paraId="4B50C36D" w14:textId="0EF2ACE6" w:rsidR="00BD1023" w:rsidRPr="001562B3" w:rsidRDefault="00BD1023" w:rsidP="00E05B92">
      <w:pPr>
        <w:pStyle w:val="InstructionsText2"/>
      </w:pPr>
      <w:r>
        <w:t xml:space="preserve">Subjekty, na které se vztahuje povinnost splnit požadavek článku 92b nařízení (EU) č. 575/2013, v této šabloně vykáží kapitál a způsobilé závazky pro účely interního MREL, jakož i jiné závazky použitelné k rekapitalizaci z vnitřních zdrojů. Závazky vyloučené z rekapitalizace z vnitřních zdrojů se zahrnou v rozsahu, v jakém jsou na stejné úrovni jako jakýkoli nástroj zahrnutý do výše způsobilých závazků pro účely interního MREL nebo jsou jim podřízené. </w:t>
      </w:r>
    </w:p>
    <w:p w14:paraId="3C363ACA" w14:textId="1C49A603" w:rsidR="00F942C9" w:rsidRPr="001562B3" w:rsidRDefault="00F942C9" w:rsidP="00E05B92">
      <w:pPr>
        <w:pStyle w:val="InstructionsText2"/>
      </w:pPr>
      <w:r>
        <w:t>Subjekty, na které se nevztahuje povinnost splnit požadavek podle článku 92b nařízení (EU) č. 575/2013, ale na které se vztahuje povinnost splnit požadavek článku 45 směrnice 2014/59/EU v souladu s článkem 45f uvedené směrnice, v této šabloně vykáží kapitál a závazky způsobilé pro účely interního MREL, jakož i jiné závazky použitelné k rekapitalizaci z vnitřních zdrojů. Odchylně od tohoto bodu se subjekty mohou rozhodnout, že budou vykazovat stejný rozsah kapitálu a závazků, jaký je uveden v odstavci 20 výše.</w:t>
      </w:r>
    </w:p>
    <w:p w14:paraId="2D11E02F" w14:textId="5E3D7215" w:rsidR="00453B42" w:rsidRPr="001562B3" w:rsidRDefault="00FC1379" w:rsidP="00E05B92">
      <w:pPr>
        <w:pStyle w:val="InstructionsText2"/>
      </w:pPr>
      <w:r>
        <w:t>Subjekty, které ke dni podání této informace drží kapitál a způsobilé závazky ve výši alespoň 150 % požadavku uvedeného v čl. 45 odst. 1 směrnice 2014/59/EU, jsou osvobozeny od vykazování údajů o jiných závazcích použitelných k rekapitalizaci z vnitřních zdrojů. Tyto subjekty mohou tyto údaje o jiných závazcích použitelných k rekapitalizaci z vnitřních zdrojů v této šabloně vykazovat dobrovolně.</w:t>
      </w:r>
    </w:p>
    <w:p w14:paraId="04EC4B94" w14:textId="2CAEDC93" w:rsidR="00C91ACB" w:rsidRPr="001562B3" w:rsidRDefault="00C91ACB" w:rsidP="00E05B92">
      <w:pPr>
        <w:pStyle w:val="InstructionsText2"/>
      </w:pPr>
      <w:r>
        <w:t>Kombinace sloupců 0010 a 0020 je identifikátorem řádku, který je v šabloně jedinečný pro všechny řádky.</w:t>
      </w:r>
    </w:p>
    <w:p w14:paraId="781C3046" w14:textId="7CC59FD6" w:rsidR="00C91ACB" w:rsidRPr="001562B3" w:rsidRDefault="00C91ACB" w:rsidP="00873459">
      <w:pPr>
        <w:pStyle w:val="Numberedtilelevel1"/>
        <w:numPr>
          <w:ilvl w:val="2"/>
          <w:numId w:val="30"/>
        </w:numPr>
      </w:pPr>
      <w:bookmarkStart w:id="68" w:name="_Toc16868646"/>
      <w:bookmarkStart w:id="69" w:name="_Toc20316759"/>
      <w:bookmarkStart w:id="70" w:name="_Toc45558496"/>
      <w:r>
        <w:t>Pokyny pro konkrétní pozice</w:t>
      </w:r>
      <w:bookmarkEnd w:id="68"/>
      <w:bookmarkEnd w:id="69"/>
      <w:bookmarkEnd w:id="70"/>
    </w:p>
    <w:p w14:paraId="6C74EEE4" w14:textId="77777777" w:rsidR="00C91ACB" w:rsidRPr="001562B3" w:rsidRDefault="00C91ACB" w:rsidP="00E05B92">
      <w:pPr>
        <w:pStyle w:val="InstructionsText"/>
      </w:pPr>
    </w:p>
    <w:tbl>
      <w:tblPr>
        <w:tblW w:w="8749" w:type="dxa"/>
        <w:tblInd w:w="539" w:type="dxa"/>
        <w:tblLayout w:type="fixed"/>
        <w:tblLook w:val="00A0" w:firstRow="1" w:lastRow="0" w:firstColumn="1" w:lastColumn="0" w:noHBand="0" w:noVBand="0"/>
      </w:tblPr>
      <w:tblGrid>
        <w:gridCol w:w="1129"/>
        <w:gridCol w:w="7620"/>
      </w:tblGrid>
      <w:tr w:rsidR="00C91ACB" w:rsidRPr="001562B3"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1562B3" w:rsidRDefault="00C91ACB" w:rsidP="00E05B92">
            <w:pPr>
              <w:pStyle w:val="InstructionsText"/>
            </w:pPr>
            <w:r>
              <w:t>Sloupce</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1562B3" w:rsidRDefault="00C91ACB" w:rsidP="00E05B92">
            <w:pPr>
              <w:pStyle w:val="InstructionsText"/>
            </w:pPr>
            <w:r>
              <w:t>Odkazy na právní předpisy a pokyny</w:t>
            </w:r>
          </w:p>
        </w:tc>
      </w:tr>
      <w:tr w:rsidR="00C91ACB" w:rsidRPr="001562B3"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1562B3" w:rsidRDefault="00C91ACB" w:rsidP="00E05B92">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1562B3" w:rsidRDefault="00C91ACB"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Pořadí v úpadkovém řízení </w:t>
            </w:r>
          </w:p>
          <w:p w14:paraId="257C9336" w14:textId="77777777" w:rsidR="00C91ACB" w:rsidRPr="001562B3" w:rsidRDefault="00C91ACB"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Uvede se pořadí v úpadkovém řízení v hierarchii věřitelů vykazujícího subjektu, počínaje nejméně prioritním pořadím.</w:t>
            </w:r>
          </w:p>
          <w:p w14:paraId="37284C2B" w14:textId="5590BC07" w:rsidR="00C91ACB" w:rsidRPr="001562B3" w:rsidRDefault="00C91ACB"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Pořadím v úpadkovém řízení se rozumí jedno z pořadí dle pořadí uspokojování pohledávek v úpadkovém řízení zveřejněného orgánem příslušným k řešení krize v dané jurisdikci.</w:t>
            </w:r>
          </w:p>
        </w:tc>
      </w:tr>
      <w:tr w:rsidR="00C91ACB" w:rsidRPr="001562B3"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1562B3" w:rsidRDefault="00C91ACB" w:rsidP="00E05B92">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1562B3" w:rsidRDefault="00C91ACB"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Druh věřitele </w:t>
            </w:r>
          </w:p>
          <w:p w14:paraId="65F1A0B3" w14:textId="77777777" w:rsidR="00C91ACB" w:rsidRPr="001562B3" w:rsidRDefault="00C91ACB"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Druhem věřitele může být:</w:t>
            </w:r>
          </w:p>
          <w:p w14:paraId="01AEE8AB" w14:textId="77777777" w:rsidR="00C91ACB" w:rsidRPr="001562B3" w:rsidRDefault="00C91ACB" w:rsidP="00E05B92">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„Subjekt řešící krizi“</w:t>
            </w:r>
            <w:r>
              <w:rPr>
                <w:rStyle w:val="FormatvorlageInstructionsTabelleText"/>
                <w:rFonts w:ascii="Times New Roman" w:hAnsi="Times New Roman"/>
                <w:sz w:val="24"/>
              </w:rPr>
              <w:br/>
              <w:t>Tato položka se v příslušných případech zvolí pro vykázání částek vlastněných přímo nebo nepřímo subjektem řešícím krizi prostřednictvím subjektů v rámci řetězce vlastnictví.</w:t>
            </w:r>
          </w:p>
          <w:p w14:paraId="2E20A258" w14:textId="77777777" w:rsidR="00C91ACB" w:rsidRPr="001562B3" w:rsidRDefault="00C91ACB" w:rsidP="00E05B92">
            <w:pPr>
              <w:pStyle w:val="InstructionsText"/>
              <w:numPr>
                <w:ilvl w:val="0"/>
                <w:numId w:val="25"/>
              </w:numPr>
              <w:rPr>
                <w:rStyle w:val="InstructionsTabelleberschrift"/>
                <w:rFonts w:ascii="Times New Roman" w:hAnsi="Times New Roman"/>
                <w:sz w:val="24"/>
              </w:rPr>
            </w:pPr>
            <w:r>
              <w:rPr>
                <w:rStyle w:val="FormatvorlageInstructionsTabelleText"/>
                <w:rFonts w:ascii="Times New Roman" w:hAnsi="Times New Roman"/>
                <w:sz w:val="24"/>
              </w:rPr>
              <w:t>„Jiný subjekt než subjekt řešící krizi“</w:t>
            </w:r>
            <w:r>
              <w:rPr>
                <w:rStyle w:val="FormatvorlageInstructionsTabelleText"/>
                <w:rFonts w:ascii="Times New Roman" w:hAnsi="Times New Roman"/>
                <w:sz w:val="24"/>
              </w:rPr>
              <w:br/>
              <w:t>Tato položka se v příslušných případech zvolí pro vykázání částek vlastněných jinými věřiteli.</w:t>
            </w:r>
          </w:p>
        </w:tc>
      </w:tr>
      <w:tr w:rsidR="00C91ACB" w:rsidRPr="001562B3"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1562B3" w:rsidRDefault="00C91ACB" w:rsidP="00E05B92">
            <w:pPr>
              <w:pStyle w:val="InstructionsText"/>
            </w:pPr>
            <w: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1562B3" w:rsidRDefault="00C91ACB"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Popis pořadí v úpadkovém řízení</w:t>
            </w:r>
          </w:p>
          <w:p w14:paraId="122A9954" w14:textId="50727B02" w:rsidR="00C91ACB" w:rsidRPr="001562B3" w:rsidRDefault="00C91ACB"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Popis obsažený v pořadí uspokojování pohledávek v úpadkovém řízení zveřejněném orgánem příslušným k řešení krize v dané jurisdikci, pokud je standardizovaný seznam včetně tohoto popisu k dispozici. V opačném případě vlastní popis pořadí v úpadkovém řízení vypracovaný institucí s uvedením alespoň hlavního druhu nástroje v příslušném pořadí v úpadkovém řízení.</w:t>
            </w:r>
          </w:p>
        </w:tc>
      </w:tr>
      <w:tr w:rsidR="00C91ACB" w:rsidRPr="001562B3"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1562B3" w:rsidRDefault="00C91ACB" w:rsidP="00E05B92">
            <w:pPr>
              <w:pStyle w:val="InstructionsText"/>
            </w:pPr>
            <w: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1562B3" w:rsidRDefault="00C91ACB"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Závazky a kapitál</w:t>
            </w:r>
          </w:p>
          <w:p w14:paraId="03660D92" w14:textId="490D18A6" w:rsidR="00CA73FF" w:rsidRPr="001562B3" w:rsidRDefault="00C91ACB"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Vykazuje se výše kapitálu, způsobilých závazků a v příslušných případech jiných závazků použitelných k rekapitalizaci z vnitřních zdrojů, která je přiřazena k příslušnému pořadí v úpadkovém řízení uvedenému ve sloupci 0010.</w:t>
            </w:r>
          </w:p>
          <w:p w14:paraId="3EAF0BAC" w14:textId="52E23349" w:rsidR="00C91ACB" w:rsidRPr="001562B3" w:rsidRDefault="00CA73FF"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Tento sloupec v příslušných případech zahrnuje rovněž závazky vyloučené z rekapitalizace z vnitřních zdrojů v rozsahu, v jakém jsou na stejné úrovni jako kapitál a způsobilé závazky nebo jsou jim podřízené. </w:t>
            </w:r>
          </w:p>
          <w:p w14:paraId="7816F63A" w14:textId="7A03C7B0" w:rsidR="00586927" w:rsidRPr="001562B3" w:rsidRDefault="00586927" w:rsidP="00E05B92">
            <w:pPr>
              <w:pStyle w:val="InstructionsText"/>
              <w:rPr>
                <w:rStyle w:val="FormatvorlageInstructionsTabelleText"/>
                <w:rFonts w:ascii="Times New Roman" w:hAnsi="Times New Roman"/>
                <w:sz w:val="24"/>
              </w:rPr>
            </w:pPr>
            <w:r>
              <w:t>V případě subjektů uvedených v odstavci 21 první větě zůstane tento sloupec prázdný, pokud se tyto subjekty nerozhodnou, že použijí odchylku podle odstavce 21 poslední věty.</w:t>
            </w:r>
          </w:p>
        </w:tc>
      </w:tr>
      <w:tr w:rsidR="00C91ACB" w:rsidRPr="001562B3"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1562B3" w:rsidRDefault="00C91ACB" w:rsidP="00E05B92">
            <w:pPr>
              <w:pStyle w:val="InstructionsText"/>
            </w:pPr>
            <w: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77777777" w:rsidR="00C91ACB" w:rsidRPr="001562B3" w:rsidRDefault="00C91ACB"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vyloučené závazky</w:t>
            </w:r>
          </w:p>
          <w:p w14:paraId="6FB0E40C" w14:textId="2483A9A5" w:rsidR="00C91ACB" w:rsidRPr="001562B3" w:rsidRDefault="00C91ACB"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Výše vyloučených závazků v souladu s čl. 72a odst. 2 nařízení (EU) č. 575/2013 nebo čl. 44 odst. 2 </w:t>
            </w:r>
            <w:r>
              <w:t>směrnice 2014/59/EU</w:t>
            </w:r>
            <w:r>
              <w:rPr>
                <w:rStyle w:val="FormatvorlageInstructionsTabelleText"/>
                <w:rFonts w:ascii="Times New Roman" w:hAnsi="Times New Roman"/>
                <w:sz w:val="24"/>
              </w:rPr>
              <w:t>. Pokud se orgán příslušný k řešení krize rozhodl, že vyloučí závazky v souladu s čl. 44 odst. 3 uvedené směrnice, vykáží se tyto vyloučené závazky rovněž v tomto řádku.</w:t>
            </w:r>
          </w:p>
          <w:p w14:paraId="2571716C" w14:textId="6A0FE958" w:rsidR="00586927" w:rsidRPr="001562B3" w:rsidRDefault="00586927" w:rsidP="00E05B92">
            <w:pPr>
              <w:pStyle w:val="InstructionsText"/>
              <w:rPr>
                <w:rStyle w:val="FormatvorlageInstructionsTabelleText"/>
                <w:rFonts w:ascii="Times New Roman" w:hAnsi="Times New Roman"/>
                <w:sz w:val="24"/>
              </w:rPr>
            </w:pPr>
            <w:r>
              <w:t>V případě subjektů uvedených v odstavci 21 první větě zůstane tento sloupec prázdný, pokud se tyto subjekty nerozhodnou, že použijí odchylku podle odstavce 21 poslední věty.</w:t>
            </w:r>
          </w:p>
        </w:tc>
      </w:tr>
      <w:tr w:rsidR="00C91ACB" w:rsidRPr="001562B3"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1562B3" w:rsidRDefault="00C91ACB" w:rsidP="00E05B92">
            <w:pPr>
              <w:pStyle w:val="InstructionsText"/>
            </w:pPr>
            <w: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1562B3" w:rsidRDefault="00C91ACB"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Závazky a kapitál bez vyloučených závazků</w:t>
            </w:r>
          </w:p>
          <w:p w14:paraId="5A6ACD32" w14:textId="4AD64778" w:rsidR="00C91ACB" w:rsidRPr="001562B3" w:rsidRDefault="00C91ACB"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Vykazuje se výše závazků a kapitálu uvedená ve sloupci 0040, snížená o výši vyloučených závazků vykázanou ve sloupci 0050. </w:t>
            </w:r>
          </w:p>
        </w:tc>
      </w:tr>
      <w:tr w:rsidR="00C91ACB" w:rsidRPr="001562B3"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1562B3" w:rsidRDefault="00C91ACB" w:rsidP="00E05B92">
            <w:pPr>
              <w:pStyle w:val="InstructionsText"/>
            </w:pPr>
            <w: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1562B3" w:rsidRDefault="00C91ACB"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kapitál a způsobilé závazky pro účely interního MREL</w:t>
            </w:r>
          </w:p>
          <w:p w14:paraId="61B28CDA" w14:textId="2F99546E" w:rsidR="00C91ACB" w:rsidRPr="001562B3" w:rsidRDefault="00C91ACB"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Vykazuje se výše kapitálu a způsobilých závazků započítávaných do interního MREL v souladu s čl. 45f odst. 2 </w:t>
            </w:r>
            <w:r>
              <w:t>směrnice 2014/59/EU</w:t>
            </w:r>
            <w:r>
              <w:rPr>
                <w:rStyle w:val="FormatvorlageInstructionsTabelleText"/>
                <w:rFonts w:ascii="Times New Roman" w:hAnsi="Times New Roman"/>
                <w:sz w:val="24"/>
              </w:rPr>
              <w:t>.</w:t>
            </w:r>
          </w:p>
        </w:tc>
      </w:tr>
      <w:tr w:rsidR="00C91ACB" w:rsidRPr="001562B3"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1562B3" w:rsidRDefault="00C91ACB" w:rsidP="00E05B92">
            <w:pPr>
              <w:pStyle w:val="InstructionsText"/>
            </w:pPr>
            <w:r>
              <w:t>0080–0110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1562B3" w:rsidRDefault="00C91ACB" w:rsidP="00E05B9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Z toho: se zbytkovou splatností</w:t>
            </w:r>
          </w:p>
          <w:p w14:paraId="747045F9" w14:textId="55F8A8A2" w:rsidR="00C91ACB" w:rsidRPr="001562B3" w:rsidRDefault="00C91ACB"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Výše kapitálu a způsobilých závazků započítávaných do interního MREL uvedená ve sloupci 0070 se rozčlení podle zbytkové splatnosti jednotlivých nástrojů a položek. Nástroje a položky věčné povahy se do tohoto rozčlenění nezahrnou, ale vykáží se samostatně ve sloupci 0120.</w:t>
            </w:r>
          </w:p>
        </w:tc>
      </w:tr>
      <w:tr w:rsidR="00C91ACB" w:rsidRPr="001562B3"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1562B3" w:rsidRDefault="00C91ACB" w:rsidP="00E05B92">
            <w:pPr>
              <w:pStyle w:val="InstructionsText"/>
            </w:pPr>
            <w: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1562B3" w:rsidRDefault="00C91ACB" w:rsidP="00E05B9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rok &lt; 2 roky </w:t>
            </w:r>
          </w:p>
        </w:tc>
      </w:tr>
      <w:tr w:rsidR="00C91ACB" w:rsidRPr="001562B3"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1562B3" w:rsidRDefault="00C91ACB" w:rsidP="00E05B92">
            <w:pPr>
              <w:pStyle w:val="InstructionsText"/>
            </w:pPr>
            <w: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1562B3" w:rsidRDefault="00C91ACB" w:rsidP="00E05B9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2 roky &lt; 5 let</w:t>
            </w:r>
          </w:p>
        </w:tc>
      </w:tr>
      <w:tr w:rsidR="00C91ACB" w:rsidRPr="001562B3"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1562B3" w:rsidRDefault="00C91ACB" w:rsidP="00E05B92">
            <w:pPr>
              <w:pStyle w:val="InstructionsText"/>
            </w:pPr>
            <w: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1562B3" w:rsidRDefault="00C91ACB" w:rsidP="00E05B9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5 let &lt; 10 let</w:t>
            </w:r>
          </w:p>
        </w:tc>
      </w:tr>
      <w:tr w:rsidR="00C91ACB" w:rsidRPr="001562B3"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1562B3" w:rsidRDefault="00C91ACB" w:rsidP="00E05B92">
            <w:pPr>
              <w:pStyle w:val="InstructionsText"/>
            </w:pPr>
            <w: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1562B3" w:rsidRDefault="00C91ACB" w:rsidP="00E05B9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10 let</w:t>
            </w:r>
          </w:p>
        </w:tc>
      </w:tr>
      <w:tr w:rsidR="00C91ACB" w:rsidRPr="001562B3"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1562B3" w:rsidRDefault="00C91ACB" w:rsidP="00E05B92">
            <w:pPr>
              <w:pStyle w:val="InstructionsText"/>
            </w:pPr>
            <w: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526BF49" w14:textId="77777777" w:rsidR="00C91ACB" w:rsidRPr="001562B3" w:rsidRDefault="00C91ACB" w:rsidP="00E05B9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Z toho: věčné cenné papíry</w:t>
            </w:r>
          </w:p>
        </w:tc>
      </w:tr>
    </w:tbl>
    <w:p w14:paraId="2BC394D0" w14:textId="77777777" w:rsidR="00C91ACB" w:rsidRPr="001562B3" w:rsidRDefault="00C91ACB" w:rsidP="00C91ACB">
      <w:pPr>
        <w:rPr>
          <w:rStyle w:val="InstructionsTabelleText"/>
          <w:rFonts w:ascii="Times New Roman" w:hAnsi="Times New Roman"/>
          <w:sz w:val="24"/>
        </w:rPr>
      </w:pPr>
    </w:p>
    <w:p w14:paraId="0930C8BB" w14:textId="6780E6AB" w:rsidR="00C91ACB" w:rsidRPr="001562B3" w:rsidRDefault="00C91ACB" w:rsidP="00873459">
      <w:pPr>
        <w:pStyle w:val="Numberedtilelevel1"/>
        <w:numPr>
          <w:ilvl w:val="1"/>
          <w:numId w:val="30"/>
        </w:numPr>
      </w:pPr>
      <w:bookmarkStart w:id="71" w:name="_Toc45558497"/>
      <w:r>
        <w:t>M 06.00 – Pořadí věřitelů (subjekty řešící krizi) (RANK)</w:t>
      </w:r>
      <w:bookmarkEnd w:id="71"/>
    </w:p>
    <w:p w14:paraId="2F916741" w14:textId="5CF2CFE6" w:rsidR="00C91ACB" w:rsidRPr="001562B3" w:rsidRDefault="00C91ACB" w:rsidP="00873459">
      <w:pPr>
        <w:pStyle w:val="Numberedtilelevel1"/>
        <w:numPr>
          <w:ilvl w:val="2"/>
          <w:numId w:val="30"/>
        </w:numPr>
      </w:pPr>
      <w:bookmarkStart w:id="72" w:name="_Toc16868648"/>
      <w:bookmarkStart w:id="73" w:name="_Toc20316761"/>
      <w:bookmarkStart w:id="74" w:name="_Toc45558498"/>
      <w:r>
        <w:t>Obecné poznámky</w:t>
      </w:r>
      <w:bookmarkEnd w:id="72"/>
      <w:bookmarkEnd w:id="73"/>
      <w:bookmarkEnd w:id="74"/>
    </w:p>
    <w:p w14:paraId="5A6C0462" w14:textId="07F8BB0B" w:rsidR="00586927" w:rsidRPr="001562B3" w:rsidRDefault="00586927" w:rsidP="00E05B92">
      <w:pPr>
        <w:pStyle w:val="InstructionsText2"/>
      </w:pPr>
      <w:r>
        <w:t xml:space="preserve">Subjekty, na které se vztahuje povinnost splnit požadavek článku 92a nařízení (EU) č. 575/2013, v této šabloně vykáží kapitál, způsobilé závazky pro účely MREL a jiné závazky použitelné k rekapitalizaci z vnitřních zdrojů. Závazky vyloučené z rekapitalizace z vnitřních zdrojů se zahrnou v rozsahu, v jakém jsou na stejné úrovni jako jakýkoli nástroj zahrnutý do výše způsobilých závazků pro účely MREL nebo jsou jim podřízené. </w:t>
      </w:r>
    </w:p>
    <w:p w14:paraId="7CF10E5F" w14:textId="7E58F128" w:rsidR="00586927" w:rsidRPr="001562B3" w:rsidRDefault="00586927" w:rsidP="00E05B92">
      <w:pPr>
        <w:pStyle w:val="InstructionsText2"/>
      </w:pPr>
      <w:r>
        <w:t>Subjekty, na které se nevztahuje povinnost splnit požadavek podle článku 92a nařízení (EU) č. 575/2013, ale na které se vztahuje povinnost splnit požadavek podle článku 45 směrnice 2014/59/EU v souladu s článkem 45e uvedené směrnice, v této šabloně vykáží kapitál a způsobilé závazky pro účely MREL, jakož i jiné závazky použitelné k rekapitalizaci z vnitřních zdrojů. Tyto subjekty se mohou rozhodnout, že budou vykazovat stejný rozsah kapitálu a závazků, jaký je uveden v odstavci 24 výše.</w:t>
      </w:r>
    </w:p>
    <w:p w14:paraId="56113AA6" w14:textId="12DF980B" w:rsidR="00453B42" w:rsidRPr="001562B3" w:rsidRDefault="00FC1379" w:rsidP="00E05B92">
      <w:pPr>
        <w:pStyle w:val="InstructionsText2"/>
      </w:pPr>
      <w:r>
        <w:t>Subjekty, které ke dni podání této informace drží kapitál a způsobilé závazky ve výši alespoň 150 % požadavku uvedeného v čl. 45 odst. 1 směrnice 2014/59/EU, jsou osvobozeny od vykazování údajů o jiných závazcích použitelných k rekapitalizaci z vnitřních zdrojů. Tyto subjekty mohou tyto údaje o jiných závazcích použitelných k rekapitalizaci z vnitřních zdrojů v této šabloně vykazovat dobrovolně.</w:t>
      </w:r>
    </w:p>
    <w:p w14:paraId="57AFD0C9" w14:textId="1DAED5C8" w:rsidR="00C91ACB" w:rsidRPr="001562B3" w:rsidRDefault="00C91ACB" w:rsidP="00873459">
      <w:pPr>
        <w:pStyle w:val="Numberedtilelevel1"/>
        <w:numPr>
          <w:ilvl w:val="2"/>
          <w:numId w:val="30"/>
        </w:numPr>
      </w:pPr>
      <w:bookmarkStart w:id="75" w:name="_Toc45558499"/>
      <w:bookmarkStart w:id="76" w:name="_Toc16868649"/>
      <w:bookmarkStart w:id="77" w:name="_Toc20316762"/>
      <w:bookmarkStart w:id="78" w:name="_Toc45558500"/>
      <w:bookmarkEnd w:id="75"/>
      <w:r>
        <w:t>Pokyny pro konkrétní pozice</w:t>
      </w:r>
      <w:bookmarkEnd w:id="76"/>
      <w:bookmarkEnd w:id="77"/>
      <w:bookmarkEnd w:id="78"/>
    </w:p>
    <w:tbl>
      <w:tblPr>
        <w:tblW w:w="8749" w:type="dxa"/>
        <w:tblInd w:w="539" w:type="dxa"/>
        <w:tblLayout w:type="fixed"/>
        <w:tblLook w:val="00A0" w:firstRow="1" w:lastRow="0" w:firstColumn="1" w:lastColumn="0" w:noHBand="0" w:noVBand="0"/>
      </w:tblPr>
      <w:tblGrid>
        <w:gridCol w:w="1129"/>
        <w:gridCol w:w="7620"/>
      </w:tblGrid>
      <w:tr w:rsidR="00C91ACB" w:rsidRPr="001562B3"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1562B3" w:rsidRDefault="00C91ACB" w:rsidP="00E05B92">
            <w:pPr>
              <w:pStyle w:val="InstructionsText"/>
            </w:pPr>
            <w:r>
              <w:t>Sloupce</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1562B3" w:rsidRDefault="00C91ACB" w:rsidP="00E05B92">
            <w:pPr>
              <w:pStyle w:val="InstructionsText"/>
            </w:pPr>
            <w:r>
              <w:t>Odkazy na právní předpisy a pokyny</w:t>
            </w:r>
          </w:p>
        </w:tc>
      </w:tr>
      <w:tr w:rsidR="00C91ACB" w:rsidRPr="001562B3"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1562B3" w:rsidRDefault="00C91ACB"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1562B3" w:rsidRDefault="00C91ACB"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Pořadí v úpadkovém řízení</w:t>
            </w:r>
          </w:p>
          <w:p w14:paraId="7434ED16" w14:textId="77777777" w:rsidR="00C91ACB" w:rsidRPr="001562B3" w:rsidRDefault="00C91ACB" w:rsidP="00762AE8">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Viz pokyny ke sloupci 0010 šablony M 05.00</w:t>
            </w:r>
          </w:p>
          <w:p w14:paraId="4BDEE699" w14:textId="2E13107A" w:rsidR="002D5E59" w:rsidRPr="001562B3" w:rsidRDefault="002D5E59" w:rsidP="00C271AC">
            <w:r>
              <w:rPr>
                <w:rStyle w:val="FormatvorlageInstructionsTabelleText"/>
                <w:rFonts w:ascii="Times New Roman" w:hAnsi="Times New Roman"/>
                <w:sz w:val="24"/>
              </w:rPr>
              <w:t>Tento sloupec je identifikátorem řádku, který je v šabloně jedinečný pro všechny řádky.</w:t>
            </w:r>
          </w:p>
        </w:tc>
      </w:tr>
      <w:tr w:rsidR="00C91ACB" w:rsidRPr="001562B3"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1562B3" w:rsidRDefault="00C91ACB"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1562B3" w:rsidRDefault="00C91ACB"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Popis pořadí v úpadkovém řízení</w:t>
            </w:r>
          </w:p>
          <w:p w14:paraId="307D484C" w14:textId="77777777" w:rsidR="00C91ACB" w:rsidRPr="001562B3" w:rsidRDefault="00C91ACB"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pokyny ke sloupci 0030 šablony M 05.00</w:t>
            </w:r>
          </w:p>
        </w:tc>
      </w:tr>
      <w:tr w:rsidR="00C91ACB" w:rsidRPr="001562B3"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1562B3" w:rsidRDefault="00C91ACB"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1562B3" w:rsidRDefault="00C91ACB"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Závazky a kapitál </w:t>
            </w:r>
          </w:p>
          <w:p w14:paraId="1EB9D7FE" w14:textId="2BE7FDA6" w:rsidR="00C91ACB" w:rsidRPr="001562B3" w:rsidRDefault="00C91ACB"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Vykazuje se výše kapitálu, způsobilých závazků a v příslušných případech jiných závazků použitelných k rekapitalizaci z vnitřních zdrojů, která je přiřazena k příslušnému pořadí v úpadkovém řízení uvedenému ve sloupci 0010.</w:t>
            </w:r>
          </w:p>
          <w:p w14:paraId="0FCAB71E" w14:textId="124EF6C2" w:rsidR="00C91ACB" w:rsidRPr="001562B3" w:rsidRDefault="0036208E"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Tento sloupec v příslušných případech zahrnuje rovněž závazky vyloučené z rekapitalizace z vnitřních zdrojů v rozsahu, v jakém jsou na stejné úrovni jako způsobilé závazky nebo jsou jim podřízené.</w:t>
            </w:r>
          </w:p>
          <w:p w14:paraId="43425123" w14:textId="4EF643FC" w:rsidR="00586927" w:rsidRPr="001562B3" w:rsidRDefault="00586927" w:rsidP="00E05B92">
            <w:pPr>
              <w:pStyle w:val="InstructionsText"/>
              <w:rPr>
                <w:rStyle w:val="FormatvorlageInstructionsTabelleText"/>
                <w:rFonts w:ascii="Times New Roman" w:hAnsi="Times New Roman"/>
                <w:sz w:val="24"/>
              </w:rPr>
            </w:pPr>
            <w:r>
              <w:t>V případě subjektů uvedených v odstavci 25 první větě zůstane tento sloupec prázdný, pokud se tyto subjekty nerozhodnou, že použijí odchylku podle odstavce 25 poslední věty.</w:t>
            </w:r>
          </w:p>
        </w:tc>
      </w:tr>
      <w:tr w:rsidR="00C91ACB" w:rsidRPr="001562B3"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1562B3" w:rsidRDefault="00C91ACB"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77777777" w:rsidR="00C91ACB" w:rsidRPr="001562B3" w:rsidRDefault="00C91ACB"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vyloučené závazky</w:t>
            </w:r>
          </w:p>
          <w:p w14:paraId="26F592C4" w14:textId="0CB68218" w:rsidR="00586927" w:rsidRPr="001562B3" w:rsidRDefault="00586927"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Výše vyloučených závazků podle čl. 72a odst. 2 </w:t>
            </w:r>
            <w:r>
              <w:t>nařízení (EU) č. 575/2013</w:t>
            </w:r>
            <w:r>
              <w:rPr>
                <w:rStyle w:val="FormatvorlageInstructionsTabelleText"/>
                <w:rFonts w:ascii="Times New Roman" w:hAnsi="Times New Roman"/>
                <w:sz w:val="24"/>
              </w:rPr>
              <w:t xml:space="preserve"> nebo čl. 44 odst. 2 </w:t>
            </w:r>
            <w:r>
              <w:t>směrnice 2014/59/EU</w:t>
            </w:r>
            <w:r>
              <w:rPr>
                <w:rStyle w:val="FormatvorlageInstructionsTabelleText"/>
                <w:rFonts w:ascii="Times New Roman" w:hAnsi="Times New Roman"/>
                <w:sz w:val="24"/>
              </w:rPr>
              <w:t>.</w:t>
            </w:r>
          </w:p>
          <w:p w14:paraId="2F6500DE" w14:textId="0953A585" w:rsidR="00586927" w:rsidRPr="001562B3" w:rsidRDefault="00586927" w:rsidP="00E05B92">
            <w:pPr>
              <w:pStyle w:val="InstructionsText"/>
              <w:rPr>
                <w:rStyle w:val="FormatvorlageInstructionsTabelleText"/>
                <w:rFonts w:ascii="Times New Roman" w:hAnsi="Times New Roman"/>
                <w:sz w:val="24"/>
              </w:rPr>
            </w:pPr>
            <w:r>
              <w:t>V případě subjektů uvedených v odstavci 25 první větě zůstane tento sloupec prázdný, pokud se tyto subjekty nerozhodnou, že použijí odchylku podle odstavce 25 druhé věty.</w:t>
            </w:r>
          </w:p>
        </w:tc>
      </w:tr>
      <w:tr w:rsidR="00C91ACB" w:rsidRPr="001562B3"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1562B3" w:rsidRDefault="00C91ACB"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1562B3" w:rsidRDefault="00C91ACB"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Závazky a kapitál bez vyloučených závazků</w:t>
            </w:r>
          </w:p>
          <w:p w14:paraId="0B40F998" w14:textId="6901A359" w:rsidR="00C91ACB" w:rsidRPr="001562B3" w:rsidRDefault="00C91ACB" w:rsidP="00CA73FF">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Vykazuje se výše závazků a kapitálu uvedená ve sloupci 0030, snížená o výši vyloučených závazků vykázanou ve sloupci 0040.</w:t>
            </w:r>
          </w:p>
        </w:tc>
      </w:tr>
      <w:tr w:rsidR="00C91ACB" w:rsidRPr="001562B3"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1562B3" w:rsidRDefault="00C91ACB"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1562B3" w:rsidRDefault="00C91ACB"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kapitál a závazky potenciálně způsobilé ke splnění MREL</w:t>
            </w:r>
          </w:p>
          <w:p w14:paraId="6B93C8A8" w14:textId="20AF1719" w:rsidR="00C91ACB" w:rsidRPr="001562B3" w:rsidRDefault="00C91ACB" w:rsidP="00FC6662">
            <w:pPr>
              <w:rPr>
                <w:rStyle w:val="FormatvorlageInstructionsTabelleText"/>
                <w:rFonts w:ascii="Times New Roman" w:hAnsi="Times New Roman"/>
                <w:sz w:val="24"/>
              </w:rPr>
            </w:pPr>
            <w:r>
              <w:rPr>
                <w:rStyle w:val="FormatvorlageInstructionsTabelleText"/>
                <w:rFonts w:ascii="Times New Roman" w:hAnsi="Times New Roman"/>
                <w:sz w:val="24"/>
              </w:rPr>
              <w:t>Výše kapitálu a závazků způsobilých pro účely splnění požadavků článku 45 směrnice 2014/59/EU v souladu s článkem 45e uvedené směrnice.</w:t>
            </w:r>
          </w:p>
        </w:tc>
      </w:tr>
      <w:tr w:rsidR="00C91ACB" w:rsidRPr="001562B3"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1562B3" w:rsidRDefault="00C91ACB" w:rsidP="00E05B92">
            <w:pPr>
              <w:pStyle w:val="InstructionsText"/>
              <w:rPr>
                <w:rStyle w:val="FormatvorlageInstructionsTabelleText"/>
                <w:rFonts w:ascii="Times New Roman" w:hAnsi="Times New Roman"/>
                <w:sz w:val="24"/>
              </w:rPr>
            </w:pPr>
            <w:r>
              <w:t>0070–0100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1562B3" w:rsidRDefault="00C91ACB" w:rsidP="00E05B9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Z toho: se zbytkovou splatností</w:t>
            </w:r>
          </w:p>
          <w:p w14:paraId="4B3D0A8C" w14:textId="7C6C7FB7" w:rsidR="00C91ACB" w:rsidRPr="001562B3" w:rsidDel="001B3CDA" w:rsidRDefault="00C91ACB" w:rsidP="00E05B9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Výše kapitálu a závazků způsobilých pro účely splnění požadavku v článku 45 směrnice 2014/59/EU v souladu s článkem 45e uvedené směrnice, která je uvedená ve sloupci 0060, se rozčlení podle zbytkové splatnosti různých nástrojů a položek. Nástroje a položky věčné povahy se do tohoto rozčlenění nezahrnou, ale vykáží se samostatně ve sloupci 0110.</w:t>
            </w:r>
          </w:p>
        </w:tc>
      </w:tr>
      <w:tr w:rsidR="00C91ACB" w:rsidRPr="001562B3"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1562B3" w:rsidRDefault="00C91ACB"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1562B3" w:rsidRDefault="00C91ACB" w:rsidP="00E05B9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roky &lt; 2 let </w:t>
            </w:r>
          </w:p>
        </w:tc>
      </w:tr>
      <w:tr w:rsidR="00C91ACB" w:rsidRPr="001562B3"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1562B3" w:rsidRDefault="00C91ACB"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1562B3" w:rsidRDefault="00C91ACB"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 2 roky &lt; 5 let</w:t>
            </w:r>
          </w:p>
        </w:tc>
      </w:tr>
      <w:tr w:rsidR="00C91ACB" w:rsidRPr="001562B3"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1562B3" w:rsidRDefault="00C91ACB"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1562B3" w:rsidRDefault="00C91ACB"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 5 let &lt; 10 let</w:t>
            </w:r>
          </w:p>
        </w:tc>
      </w:tr>
      <w:tr w:rsidR="00C91ACB" w:rsidRPr="001562B3"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1562B3" w:rsidRDefault="00C91ACB"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1562B3" w:rsidRDefault="00C91ACB"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 10 let</w:t>
            </w:r>
          </w:p>
        </w:tc>
      </w:tr>
      <w:tr w:rsidR="00C91ACB" w:rsidRPr="001562B3"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1562B3" w:rsidRDefault="00C91ACB"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9006E90" w14:textId="026F9B40" w:rsidR="00C91ACB" w:rsidRPr="001562B3" w:rsidRDefault="00E05B92"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z</w:t>
            </w:r>
            <w:r w:rsidR="00C91ACB">
              <w:rPr>
                <w:rStyle w:val="InstructionsTabelleberschrift"/>
                <w:rFonts w:ascii="Times New Roman" w:hAnsi="Times New Roman"/>
                <w:sz w:val="24"/>
              </w:rPr>
              <w:t> toho: věčné cenné papíry</w:t>
            </w:r>
          </w:p>
        </w:tc>
      </w:tr>
    </w:tbl>
    <w:p w14:paraId="1287169E" w14:textId="77777777" w:rsidR="00C91ACB" w:rsidRPr="001562B3" w:rsidRDefault="00C91ACB" w:rsidP="00C91ACB">
      <w:pPr>
        <w:rPr>
          <w:rStyle w:val="InstructionsTabelleText"/>
          <w:rFonts w:ascii="Times New Roman" w:hAnsi="Times New Roman"/>
          <w:sz w:val="24"/>
        </w:rPr>
      </w:pPr>
    </w:p>
    <w:p w14:paraId="1D4F60E9" w14:textId="5ED8140A" w:rsidR="00043DC2" w:rsidRPr="001562B3" w:rsidRDefault="00043DC2" w:rsidP="00C15B90">
      <w:pPr>
        <w:pStyle w:val="Numberedtilelevel1"/>
      </w:pPr>
      <w:bookmarkStart w:id="79" w:name="_Toc16868650"/>
      <w:bookmarkStart w:id="80" w:name="_Toc18593318"/>
      <w:bookmarkStart w:id="81" w:name="_Toc45558501"/>
      <w:bookmarkEnd w:id="79"/>
      <w:bookmarkEnd w:id="80"/>
      <w:r>
        <w:t>M 07.00 – Nástroje, které se řídí právem třetí země (MTCI)</w:t>
      </w:r>
      <w:bookmarkEnd w:id="81"/>
    </w:p>
    <w:p w14:paraId="09459534" w14:textId="30C1202C" w:rsidR="00043DC2" w:rsidRPr="001562B3" w:rsidRDefault="00043DC2" w:rsidP="00873459">
      <w:pPr>
        <w:pStyle w:val="Numberedtilelevel1"/>
        <w:numPr>
          <w:ilvl w:val="1"/>
          <w:numId w:val="30"/>
        </w:numPr>
      </w:pPr>
      <w:bookmarkStart w:id="82" w:name="_Toc16868653"/>
      <w:bookmarkStart w:id="83" w:name="_Toc45558502"/>
      <w:r>
        <w:t>Obecné poznámky</w:t>
      </w:r>
      <w:bookmarkEnd w:id="82"/>
      <w:bookmarkEnd w:id="83"/>
    </w:p>
    <w:p w14:paraId="38DE6937" w14:textId="1FE5439B" w:rsidR="00ED05AC" w:rsidRPr="001562B3" w:rsidRDefault="00962059" w:rsidP="00E05B92">
      <w:pPr>
        <w:pStyle w:val="InstructionsText2"/>
      </w:pPr>
      <w:r>
        <w:t>Šablona M 07.00 rozčleňuje podle smluv nástroje, které se pro účely požadavku MREL považují za kapitál a způsobilé závazky. V této šabloně se uvedou pouze nástroje, které se řídí právem třetí země.</w:t>
      </w:r>
    </w:p>
    <w:p w14:paraId="058C983F" w14:textId="395F6621" w:rsidR="00810663" w:rsidRPr="001562B3" w:rsidRDefault="003677E2" w:rsidP="00E05B92">
      <w:pPr>
        <w:pStyle w:val="InstructionsText2"/>
      </w:pPr>
      <w:r>
        <w:t>V souvislosti se způsobilými závazky, které nejsou podřízeny vyloučeným závazkům, vykazují subjekty pouze cenné papíry, které jsou zastupitelnými obchodovatelnými finančními nástroji, s výjimkou úvěrů a vkladů.</w:t>
      </w:r>
    </w:p>
    <w:p w14:paraId="7F675B40" w14:textId="6125AF03" w:rsidR="00FC1379" w:rsidRPr="001562B3" w:rsidRDefault="00B40AC1" w:rsidP="00E05B92">
      <w:pPr>
        <w:pStyle w:val="InstructionsText2"/>
      </w:pPr>
      <w:r>
        <w:t xml:space="preserve">Pokud nástroj částečně splňuje podmínky dvou různých tříd kapitálu nebo způsobilých závazků, vykáže se dvakrát, aby odrážel částky, které jsou jednotlivě přiřazeny různým kapitálovým třídám. </w:t>
      </w:r>
    </w:p>
    <w:p w14:paraId="4D79951A" w14:textId="26C7050A" w:rsidR="00043DC2" w:rsidRPr="001562B3" w:rsidRDefault="00ED05AC" w:rsidP="00E05B92">
      <w:pPr>
        <w:pStyle w:val="InstructionsText2"/>
      </w:pPr>
      <w:r>
        <w:t>Kombinací sloupců 0020 (kód emitenta), 0040 (identifikační kód smlouvy) a 0070 (druh kapitálu nebo způsobilých závazků) se získá identifikátor řádku, který je pro každý vykázaný řádek v šabloně jedinečný.</w:t>
      </w:r>
    </w:p>
    <w:p w14:paraId="4C59DC8A" w14:textId="389CEBE3" w:rsidR="00043DC2" w:rsidRPr="001562B3" w:rsidRDefault="00043DC2" w:rsidP="00873459">
      <w:pPr>
        <w:pStyle w:val="Numberedtilelevel1"/>
        <w:numPr>
          <w:ilvl w:val="1"/>
          <w:numId w:val="30"/>
        </w:numPr>
      </w:pPr>
      <w:bookmarkStart w:id="84" w:name="_Toc16868654"/>
      <w:bookmarkStart w:id="85" w:name="_Toc45558503"/>
      <w:r>
        <w:t>Pokyny pro konkrétní pozice</w:t>
      </w:r>
      <w:bookmarkEnd w:id="84"/>
      <w:bookmarkEnd w:id="85"/>
    </w:p>
    <w:tbl>
      <w:tblPr>
        <w:tblW w:w="8749" w:type="dxa"/>
        <w:tblInd w:w="539" w:type="dxa"/>
        <w:tblLayout w:type="fixed"/>
        <w:tblLook w:val="00A0" w:firstRow="1" w:lastRow="0" w:firstColumn="1" w:lastColumn="0" w:noHBand="0" w:noVBand="0"/>
      </w:tblPr>
      <w:tblGrid>
        <w:gridCol w:w="1129"/>
        <w:gridCol w:w="7620"/>
      </w:tblGrid>
      <w:tr w:rsidR="00043DC2" w:rsidRPr="001562B3"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1562B3" w:rsidRDefault="00043DC2" w:rsidP="00E05B92">
            <w:pPr>
              <w:pStyle w:val="InstructionsText"/>
            </w:pPr>
            <w:r>
              <w:t>Sloupce</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1562B3" w:rsidRDefault="00043DC2" w:rsidP="00E05B92">
            <w:pPr>
              <w:pStyle w:val="InstructionsText"/>
            </w:pPr>
            <w:r>
              <w:t>Odkazy na právní předpisy a pokyny</w:t>
            </w:r>
          </w:p>
        </w:tc>
      </w:tr>
      <w:tr w:rsidR="00043DC2" w:rsidRPr="001562B3"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1562B3" w:rsidRDefault="00043DC2" w:rsidP="00E05B92">
            <w:pPr>
              <w:pStyle w:val="InstructionsText"/>
            </w:pPr>
            <w:r>
              <w:rPr>
                <w:rStyle w:val="FormatvorlageInstructionsTabelleText"/>
                <w:rFonts w:ascii="Times New Roman" w:hAnsi="Times New Roman"/>
                <w:sz w:val="24"/>
              </w:rPr>
              <w:t>0010–0030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1562B3" w:rsidRDefault="00DA4A88"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Emitent</w:t>
            </w:r>
          </w:p>
          <w:p w14:paraId="05F6543E" w14:textId="28A11EDA" w:rsidR="00043DC2" w:rsidRPr="001562B3" w:rsidRDefault="00DA4A88" w:rsidP="00E05B92">
            <w:pPr>
              <w:pStyle w:val="InstructionsText"/>
            </w:pPr>
            <w:r>
              <w:rPr>
                <w:rStyle w:val="FormatvorlageInstructionsTabelleText"/>
                <w:rFonts w:ascii="Times New Roman" w:hAnsi="Times New Roman"/>
                <w:sz w:val="24"/>
              </w:rPr>
              <w:t>Pokud jsou informace vykazovány skupinou řešící krizi, uvede se subjekt skupiny, který vydal příslušný nástroj. Pokud jsou informace vykazovány jedním subjektem řešícím krizi, je emitentem vykazující subjekt.</w:t>
            </w:r>
          </w:p>
        </w:tc>
      </w:tr>
      <w:tr w:rsidR="00ED05AC" w:rsidRPr="001562B3"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1562B3" w:rsidRDefault="00ED05AC" w:rsidP="00E05B92">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1562B3" w:rsidRDefault="00ED05AC"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Název</w:t>
            </w:r>
          </w:p>
          <w:p w14:paraId="2FB63179" w14:textId="5B49BA2B" w:rsidR="00ED05AC" w:rsidRPr="001562B3" w:rsidRDefault="00ED05AC" w:rsidP="00E05B92">
            <w:pPr>
              <w:pStyle w:val="InstructionsText"/>
              <w:rPr>
                <w:b/>
              </w:rPr>
            </w:pPr>
            <w:r>
              <w:rPr>
                <w:rStyle w:val="FormatvorlageInstructionsTabelleText"/>
                <w:rFonts w:ascii="Times New Roman" w:hAnsi="Times New Roman"/>
                <w:sz w:val="24"/>
              </w:rPr>
              <w:t>Název subjektu, který vydal kapitálový nástroj nebo nástroj způsobilých závazků.</w:t>
            </w:r>
          </w:p>
        </w:tc>
      </w:tr>
      <w:tr w:rsidR="00ED05AC" w:rsidRPr="001562B3"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1562B3" w:rsidRDefault="00ED05AC" w:rsidP="00E05B92">
            <w:pPr>
              <w:pStyle w:val="InstructionsText"/>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1562B3" w:rsidRDefault="00ED05AC"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Kód</w:t>
            </w:r>
          </w:p>
          <w:p w14:paraId="2EE9B378" w14:textId="77777777" w:rsidR="00ED05AC" w:rsidRPr="001562B3" w:rsidRDefault="00ED05AC"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Kód subjektu, který vydal kapitálový nástroj nebo nástroj způsobilých závazků.</w:t>
            </w:r>
          </w:p>
          <w:p w14:paraId="5C534D19" w14:textId="03170FCB" w:rsidR="00ED05AC" w:rsidRPr="001562B3" w:rsidRDefault="0047023B" w:rsidP="00E05B92">
            <w:pPr>
              <w:pStyle w:val="InstructionsText"/>
            </w:pPr>
            <w:r>
              <w:t>Kód jakožto součást identifikátoru řádku musí být jedinečný pro každý vykazovaný subjekt. U institucí se jako kód použije identifikační kód právnické osoby (kód LEI). U jiných subjektů se použije kód LEI nebo případně vnitrostátní kód, není-li kód LEI k dispozici. Kód je jedinečný a používá se trvale a ve všech šablonách jednotně. V poli pro kód musí být vždy nějaká hodnota.</w:t>
            </w:r>
          </w:p>
        </w:tc>
      </w:tr>
      <w:tr w:rsidR="00ED05AC" w:rsidRPr="001562B3"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1562B3" w:rsidRDefault="00ED05AC" w:rsidP="00E05B92">
            <w:pPr>
              <w:pStyle w:val="InstructionsText"/>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1562B3" w:rsidRDefault="00ED05AC"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Typ kódu</w:t>
            </w:r>
          </w:p>
          <w:p w14:paraId="435D7AD5" w14:textId="3FA7BE57" w:rsidR="00ED05AC" w:rsidRPr="001562B3" w:rsidRDefault="0047023B" w:rsidP="00E05B92">
            <w:pPr>
              <w:pStyle w:val="InstructionsText"/>
            </w:pPr>
            <w:r>
              <w:t>Instituce určí typ kódu uvedeného ve sloupci 0020 jako „LEI“ nebo „jiný než LEI“. Typ kódu se uvádí vždy.</w:t>
            </w:r>
          </w:p>
        </w:tc>
      </w:tr>
      <w:tr w:rsidR="00ED05AC" w:rsidRPr="001562B3"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1562B3" w:rsidRDefault="00ED05AC" w:rsidP="00E05B92">
            <w:pPr>
              <w:pStyle w:val="InstructionsText"/>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1562B3" w:rsidRDefault="00537499"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Identifikační kód smlouvy</w:t>
            </w:r>
          </w:p>
          <w:p w14:paraId="326C4E21" w14:textId="0DEE61DF" w:rsidR="00BA682D" w:rsidRPr="001562B3" w:rsidRDefault="009B0274"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Uvede se identifikační kód smlouvy nástroje, například CUSIP, ISIN nebo Bloomberg v případě soukromé investice.</w:t>
            </w:r>
          </w:p>
          <w:p w14:paraId="00632D1C" w14:textId="24ADD3E6" w:rsidR="00ED05AC" w:rsidRPr="001562B3" w:rsidRDefault="00ED05AC" w:rsidP="00E05B9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Tato položka je součástí identifikátoru řádku.</w:t>
            </w:r>
          </w:p>
        </w:tc>
      </w:tr>
      <w:tr w:rsidR="00ED05AC" w:rsidRPr="001562B3"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1562B3" w:rsidRDefault="00ED05AC" w:rsidP="00E05B92">
            <w:pPr>
              <w:pStyle w:val="InstructionsText"/>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1562B3" w:rsidRDefault="00BA7DE2"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Rozhodné právo (třetí země)</w:t>
            </w:r>
          </w:p>
          <w:p w14:paraId="163E775F" w14:textId="518162A9" w:rsidR="00ED05AC" w:rsidRPr="001562B3" w:rsidRDefault="007F0EF4" w:rsidP="00E05B9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Uvede se třetí země (jiné země než země EHP), jejichž právem se řídí smlouva nebo její části.</w:t>
            </w:r>
          </w:p>
        </w:tc>
      </w:tr>
      <w:tr w:rsidR="00ED05AC" w:rsidRPr="001562B3"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1562B3" w:rsidRDefault="00ED05AC" w:rsidP="00E05B92">
            <w:pPr>
              <w:pStyle w:val="InstructionsText"/>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1562B3" w:rsidRDefault="00BA7DE2"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Smluvní uznání pravomocí k odpisu nebo konverzi</w:t>
            </w:r>
          </w:p>
          <w:p w14:paraId="613A9113" w14:textId="06FBFAD8" w:rsidR="00ED05AC" w:rsidRPr="001562B3" w:rsidRDefault="00851D10" w:rsidP="00E05B9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Uvede se, zda smlouva obsahuje smluvní podmínky uvedené v čl. 55 odst. 1 směrnice 2014/59/EU, čl. 52 odst. 1 písm. p) a q) a čl. 63 písm. n) a o) </w:t>
            </w:r>
            <w:r>
              <w:t>nařízení (EU) č. 575/2013</w:t>
            </w:r>
            <w:r>
              <w:rPr>
                <w:rStyle w:val="FormatvorlageInstructionsTabelleText"/>
                <w:rFonts w:ascii="Times New Roman" w:hAnsi="Times New Roman"/>
                <w:sz w:val="24"/>
              </w:rPr>
              <w:t xml:space="preserve">. </w:t>
            </w:r>
          </w:p>
        </w:tc>
      </w:tr>
      <w:tr w:rsidR="00BA7DE2" w:rsidRPr="001562B3"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1562B3" w:rsidRDefault="00BA7DE2" w:rsidP="00E05B92">
            <w:pPr>
              <w:pStyle w:val="InstructionsText"/>
            </w:pPr>
            <w:r>
              <w:rPr>
                <w:rStyle w:val="FormatvorlageInstructionsTabelleText"/>
                <w:rFonts w:ascii="Times New Roman" w:hAnsi="Times New Roman"/>
                <w:sz w:val="24"/>
              </w:rPr>
              <w:t>0070–0080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1562B3" w:rsidRDefault="00BA7DE2" w:rsidP="00E05B9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Regulační zacházení</w:t>
            </w:r>
          </w:p>
        </w:tc>
      </w:tr>
      <w:tr w:rsidR="00BA7DE2" w:rsidRPr="001562B3"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1562B3" w:rsidRDefault="00BA7DE2" w:rsidP="00E05B92">
            <w:pPr>
              <w:pStyle w:val="InstructionsText"/>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1562B3" w:rsidRDefault="00BA7DE2"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Druh kapitálu a způsobilých závazků</w:t>
            </w:r>
          </w:p>
          <w:p w14:paraId="779CE017" w14:textId="78E30545" w:rsidR="00D90C26" w:rsidRPr="001562B3" w:rsidRDefault="00D90C26"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Druh kapitálu nebo způsobilých závazků, jejichž podmínky nástroj splňuje k referenčnímu dni. Zohlední se přechodná ustanovení o způsobilosti nástrojů. Nástroje, které splňují podmínky více kapitálových tříd, se vykazují v každé příslušné kapitálové třídě.</w:t>
            </w:r>
          </w:p>
          <w:p w14:paraId="4891BE29" w14:textId="77777777" w:rsidR="00C55DCC" w:rsidRPr="001562B3" w:rsidRDefault="00D90C26"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Druhem kapitálu a způsobilých závazků může být:</w:t>
            </w:r>
          </w:p>
          <w:p w14:paraId="1630B549" w14:textId="45078CC0" w:rsidR="00D90C26" w:rsidRPr="001562B3" w:rsidRDefault="00D90C26" w:rsidP="00E05B92">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kmenový kapitál tier 1</w:t>
            </w:r>
          </w:p>
          <w:p w14:paraId="65A77421" w14:textId="4DAF7FA2" w:rsidR="00D90C26" w:rsidRPr="001562B3" w:rsidRDefault="00D90C26" w:rsidP="00E05B92">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vedlejší kapitál tier 1</w:t>
            </w:r>
          </w:p>
          <w:p w14:paraId="641F022F" w14:textId="60C05A8B" w:rsidR="00D90C26" w:rsidRPr="001562B3" w:rsidRDefault="00D90C26" w:rsidP="00E05B92">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kapitál tier 2</w:t>
            </w:r>
          </w:p>
          <w:p w14:paraId="362D821A" w14:textId="06BF6F83" w:rsidR="00E97A21" w:rsidRPr="001562B3" w:rsidRDefault="00D90C26" w:rsidP="00E05B92">
            <w:pPr>
              <w:pStyle w:val="InstructionsText"/>
              <w:numPr>
                <w:ilvl w:val="0"/>
                <w:numId w:val="26"/>
              </w:numPr>
              <w:rPr>
                <w:rStyle w:val="InstructionsTabelleberschrift"/>
                <w:rFonts w:ascii="Times New Roman" w:hAnsi="Times New Roman"/>
                <w:sz w:val="24"/>
              </w:rPr>
            </w:pPr>
            <w:r>
              <w:rPr>
                <w:rStyle w:val="FormatvorlageInstructionsTabelleText"/>
                <w:rFonts w:ascii="Times New Roman" w:hAnsi="Times New Roman"/>
                <w:sz w:val="24"/>
              </w:rPr>
              <w:t>způsobilé závazky</w:t>
            </w:r>
          </w:p>
        </w:tc>
      </w:tr>
      <w:tr w:rsidR="00BA7DE2" w:rsidRPr="001562B3"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1562B3" w:rsidRDefault="00BA7DE2" w:rsidP="00E05B92">
            <w:pPr>
              <w:pStyle w:val="InstructionsText"/>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1562B3" w:rsidRDefault="00BA7DE2"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Druh nástroje</w:t>
            </w:r>
          </w:p>
          <w:p w14:paraId="4DDA8CAD" w14:textId="77777777" w:rsidR="00BA7DE2" w:rsidRPr="001562B3" w:rsidRDefault="000B7865"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Druh nástroje, který má být stanoven, závisí na rozhodném právu, podle kterého je vydán.</w:t>
            </w:r>
          </w:p>
          <w:p w14:paraId="24055387" w14:textId="305E1E7C" w:rsidR="00D90C26" w:rsidRPr="001562B3" w:rsidRDefault="000B7865" w:rsidP="00E05B9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 případě nástrojů kmenového kapitálu tier 1 se druh nástroje vybere ze seznamu nástrojů kmenového kapitálu tier 1 zveřejněného orgánem EBA podle čl. 26 odst. 3 </w:t>
            </w:r>
            <w:r>
              <w:t>nařízení (EU) č. 575/2013</w:t>
            </w:r>
            <w:r>
              <w:rPr>
                <w:rStyle w:val="InstructionsTabelleberschrift"/>
                <w:rFonts w:ascii="Times New Roman" w:hAnsi="Times New Roman"/>
                <w:b w:val="0"/>
                <w:sz w:val="24"/>
                <w:u w:val="none"/>
              </w:rPr>
              <w:t xml:space="preserve">. </w:t>
            </w:r>
          </w:p>
          <w:p w14:paraId="01B312D1" w14:textId="2CE02853" w:rsidR="00E97A21" w:rsidRPr="001562B3" w:rsidRDefault="000B7865" w:rsidP="00E05B9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případě kapitálu jiného než kmenového kapitálu tier 1 a způsobilých závazků se druh nástroje vybere ze seznamu odpovídajících nástrojů zveřejněného orgánem EBA, příslušnými orgány nebo orgány příslušnými k řešení krize, je-li takový seznam k dispozici. Nejsou-li k dispozici žádné seznamy, druh nástrojů stanoví vykazující subjekt.</w:t>
            </w:r>
          </w:p>
        </w:tc>
      </w:tr>
      <w:tr w:rsidR="00BA7DE2" w:rsidRPr="001562B3"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1562B3" w:rsidRDefault="00BA7DE2" w:rsidP="00E05B92">
            <w:pPr>
              <w:pStyle w:val="InstructionsText"/>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1562B3" w:rsidRDefault="00BA7DE2"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Částka</w:t>
            </w:r>
          </w:p>
          <w:p w14:paraId="157078AA" w14:textId="77810698" w:rsidR="00E97A21" w:rsidRPr="001562B3" w:rsidRDefault="00C55DCC" w:rsidP="00E05B9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V případě nástrojů zahrnutých na více úrovních se částka uznaná jako kapitál nebo způsobilé závazky vykazuje s ohledem na úroveň, ke které se vykazování vztahuje. Částkou se rozumí příslušná částka k referenčnímu dni, s ohledem na účinek přechodných ustanovení. </w:t>
            </w:r>
          </w:p>
        </w:tc>
      </w:tr>
      <w:tr w:rsidR="00BA7DE2" w:rsidRPr="001562B3"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1562B3" w:rsidRDefault="00BA7DE2" w:rsidP="00E05B92">
            <w:pPr>
              <w:pStyle w:val="InstructionsText"/>
            </w:pPr>
            <w:r>
              <w:rPr>
                <w:rStyle w:val="FormatvorlageInstructionsTabelleText"/>
                <w:rFonts w:ascii="Times New Roman" w:hAnsi="Times New Roman"/>
                <w:sz w:val="24"/>
              </w:rPr>
              <w:t>0100–0110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1562B3" w:rsidRDefault="00BA7DE2"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Pořadí v běžném úpadkovém řízení</w:t>
            </w:r>
          </w:p>
          <w:p w14:paraId="00049CE6" w14:textId="77777777" w:rsidR="0015243E" w:rsidRPr="001562B3" w:rsidRDefault="0015243E"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Upřesní se pořadí nástroje v běžném úpadkovém řízení. </w:t>
            </w:r>
          </w:p>
          <w:p w14:paraId="41FD6A13" w14:textId="77777777" w:rsidR="00722C11" w:rsidRPr="001562B3" w:rsidRDefault="0015243E"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Skládá se z dvoupísmenného kódu ISO země, jejímž právem se pořadí smlouvy řídí (sloupec 0100), tedy právem členského státu, a čísla příslušného pořadí v úpadkovém řízení (sloupec 0110). </w:t>
            </w:r>
          </w:p>
          <w:p w14:paraId="1F24E301" w14:textId="06E1D9AE" w:rsidR="00C23169" w:rsidRPr="001562B3" w:rsidRDefault="0015243E" w:rsidP="00E05B9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Příslušné pořadí v úpadkovém řízení se určí na základě pořadí uspokojování pohledávek v úpadkovém řízení zveřejněného orgánem příslušným k řešení krize nebo jinými orgány, je-li takový standardizovaný seznam k dispozici.</w:t>
            </w:r>
          </w:p>
        </w:tc>
      </w:tr>
      <w:tr w:rsidR="00C814BF" w:rsidRPr="001562B3"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1562B3" w:rsidRDefault="00C814BF" w:rsidP="00E05B92">
            <w:pPr>
              <w:pStyle w:val="InstructionsText"/>
            </w:pPr>
            <w:r>
              <w:rPr>
                <w:rStyle w:val="FormatvorlageInstructionsTabelleText"/>
                <w:rFonts w:ascii="Times New Roman" w:hAnsi="Times New Roman"/>
                <w:sz w:val="24"/>
              </w:rP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1562B3" w:rsidRDefault="00C814BF"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Splatnost</w:t>
            </w:r>
          </w:p>
          <w:p w14:paraId="5BC18DE0" w14:textId="111D094F" w:rsidR="00C814BF" w:rsidRPr="001562B3" w:rsidRDefault="00C814BF" w:rsidP="00E05B9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Splatnost nástroje se uvádí ve formátu: dd/mm/rrrr. U věčných nástrojů zůstane buňka nevyplněna.</w:t>
            </w:r>
          </w:p>
        </w:tc>
      </w:tr>
      <w:tr w:rsidR="00C814BF" w:rsidRPr="001562B3"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1562B3" w:rsidRDefault="00C814BF" w:rsidP="00E05B92">
            <w:pPr>
              <w:pStyle w:val="InstructionsText"/>
            </w:pPr>
            <w:r>
              <w:rPr>
                <w:rStyle w:val="FormatvorlageInstructionsTabelleText"/>
                <w:rFonts w:ascii="Times New Roman" w:hAnsi="Times New Roman"/>
                <w:sz w:val="24"/>
              </w:rPr>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1562B3" w:rsidRDefault="0090259E"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(První) den uplatnění opce</w:t>
            </w:r>
          </w:p>
          <w:p w14:paraId="6C93237B" w14:textId="044F8666" w:rsidR="00F65BB7" w:rsidRPr="001562B3" w:rsidRDefault="0090259E"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Pokud má emitent kupní opci, uvede se první den, kdy lze tuto opci uplatnit.</w:t>
            </w:r>
          </w:p>
          <w:p w14:paraId="1F0D3195" w14:textId="0EC677E5" w:rsidR="00F65BB7" w:rsidRPr="001562B3" w:rsidRDefault="00F65BB7"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Pokud první den uplatnění opce nastane před referenčním dnem, tento den se uvede, pokud lze opci nadále uplatnit. Pokud ji již nelze uplatnit, uvede se další den, kdy lze opci uplatnit.</w:t>
            </w:r>
          </w:p>
          <w:p w14:paraId="180F0F72" w14:textId="0990A68B" w:rsidR="00C814BF" w:rsidRPr="001562B3" w:rsidRDefault="0090259E"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případě kupních opcí emitenta s neurčeným dnem uplatnění nebo kupních opcí, které jsou vázány na určité události, se uvede konzervativně odhadovaný pravděpodobný den uplatnění opce.</w:t>
            </w:r>
          </w:p>
          <w:p w14:paraId="171C2174" w14:textId="43DB211C" w:rsidR="00C23169" w:rsidRPr="001562B3" w:rsidRDefault="00FC7E0D" w:rsidP="00E05B9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Pro účely tohoto sloupce nebudou zohledněny regulační nebo daňové kupní opce.</w:t>
            </w:r>
          </w:p>
        </w:tc>
      </w:tr>
      <w:tr w:rsidR="005E573A" w:rsidRPr="00486575"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1562B3" w:rsidRDefault="005E573A" w:rsidP="00E05B9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1562B3" w:rsidRDefault="005E573A" w:rsidP="00E05B92">
            <w:pPr>
              <w:pStyle w:val="InstructionsText"/>
              <w:rPr>
                <w:rStyle w:val="InstructionsTabelleberschrift"/>
                <w:rFonts w:ascii="Times New Roman" w:hAnsi="Times New Roman"/>
                <w:sz w:val="24"/>
              </w:rPr>
            </w:pPr>
            <w:r>
              <w:rPr>
                <w:rStyle w:val="InstructionsTabelleberschrift"/>
                <w:rFonts w:ascii="Times New Roman" w:hAnsi="Times New Roman"/>
                <w:sz w:val="24"/>
              </w:rPr>
              <w:t>Regulační opce (A/N)</w:t>
            </w:r>
          </w:p>
          <w:p w14:paraId="2DB12A69" w14:textId="0ACA0878" w:rsidR="00C23169" w:rsidRPr="00486575" w:rsidRDefault="0087315C" w:rsidP="00E05B9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Uvede se, zda má </w:t>
            </w:r>
            <w:r>
              <w:rPr>
                <w:rStyle w:val="FormatvorlageInstructionsTabelleText"/>
                <w:rFonts w:ascii="Times New Roman" w:hAnsi="Times New Roman"/>
                <w:sz w:val="24"/>
              </w:rPr>
              <w:t>emitent kupní opci, kterou lze uplatnit v případě, že nastane regulační událost ovlivňující způsobilost smlouvy ve vztahu k požadavku MREL.</w:t>
            </w:r>
          </w:p>
        </w:tc>
      </w:tr>
    </w:tbl>
    <w:p w14:paraId="283DBBE4" w14:textId="2A62BC6F" w:rsidR="007C10D9" w:rsidRPr="00486575" w:rsidRDefault="007C10D9" w:rsidP="004A66E8">
      <w:pPr>
        <w:rPr>
          <w:rStyle w:val="InstructionsTabelleText"/>
          <w:rFonts w:ascii="Times New Roman" w:hAnsi="Times New Roman"/>
          <w:sz w:val="24"/>
        </w:rPr>
      </w:pPr>
    </w:p>
    <w:sectPr w:rsidR="007C10D9" w:rsidRPr="00486575"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4E0AB3" w16cid:durableId="210F9F27"/>
  <w16cid:commentId w16cid:paraId="7229F5A8" w16cid:durableId="210F92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D6857" w14:textId="77777777" w:rsidR="00894CE9" w:rsidRDefault="00894CE9" w:rsidP="00D946DB">
      <w:pPr>
        <w:spacing w:before="0" w:after="0"/>
      </w:pPr>
      <w:r>
        <w:separator/>
      </w:r>
    </w:p>
  </w:endnote>
  <w:endnote w:type="continuationSeparator" w:id="0">
    <w:p w14:paraId="7FBF89A6" w14:textId="77777777" w:rsidR="00894CE9" w:rsidRDefault="00894CE9" w:rsidP="00D946DB">
      <w:pPr>
        <w:spacing w:before="0" w:after="0"/>
      </w:pPr>
      <w:r>
        <w:continuationSeparator/>
      </w:r>
    </w:p>
  </w:endnote>
  <w:endnote w:type="continuationNotice" w:id="1">
    <w:p w14:paraId="00F85D04" w14:textId="77777777" w:rsidR="00894CE9" w:rsidRDefault="00894CE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340065"/>
      <w:docPartObj>
        <w:docPartGallery w:val="Page Numbers (Bottom of Page)"/>
        <w:docPartUnique/>
      </w:docPartObj>
    </w:sdtPr>
    <w:sdtEndPr>
      <w:rPr>
        <w:noProof/>
      </w:rPr>
    </w:sdtEndPr>
    <w:sdtContent>
      <w:p w14:paraId="43F42CE0" w14:textId="338FE067" w:rsidR="00894CE9" w:rsidRDefault="00894CE9" w:rsidP="00684E72">
        <w:pPr>
          <w:pStyle w:val="Footer"/>
          <w:jc w:val="center"/>
        </w:pPr>
        <w:r>
          <w:fldChar w:fldCharType="begin"/>
        </w:r>
        <w:r>
          <w:instrText xml:space="preserve"> PAGE   \* MERGEFORMAT </w:instrText>
        </w:r>
        <w:r>
          <w:fldChar w:fldCharType="separate"/>
        </w:r>
        <w:r w:rsidR="00296897">
          <w:rPr>
            <w:noProof/>
          </w:rPr>
          <w:t>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9DC3A" w14:textId="77777777" w:rsidR="00894CE9" w:rsidRDefault="00894CE9">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7A2770F" w14:textId="77777777" w:rsidR="00894CE9" w:rsidRDefault="00894CE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1C299" w14:textId="65709F3F" w:rsidR="00894CE9" w:rsidRPr="00ED1956" w:rsidRDefault="00894CE9">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202EA4">
      <w:rPr>
        <w:rFonts w:ascii="Times New Roman" w:hAnsi="Times New Roman"/>
        <w:noProof/>
        <w:sz w:val="20"/>
        <w:szCs w:val="20"/>
      </w:rPr>
      <w:t>4</w:t>
    </w:r>
    <w:r w:rsidRPr="00ED1956">
      <w:rPr>
        <w:rFonts w:ascii="Times New Roman" w:hAnsi="Times New Roman"/>
        <w:sz w:val="20"/>
        <w:szCs w:val="20"/>
      </w:rPr>
      <w:fldChar w:fldCharType="end"/>
    </w:r>
  </w:p>
  <w:p w14:paraId="1DE3368F" w14:textId="77777777" w:rsidR="00894CE9" w:rsidRPr="00A772B4" w:rsidRDefault="00894CE9"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A497F" w14:textId="77777777" w:rsidR="00894CE9" w:rsidRDefault="00894CE9" w:rsidP="00D946DB">
      <w:pPr>
        <w:spacing w:before="0" w:after="0"/>
      </w:pPr>
      <w:r>
        <w:separator/>
      </w:r>
    </w:p>
  </w:footnote>
  <w:footnote w:type="continuationSeparator" w:id="0">
    <w:p w14:paraId="052B163D" w14:textId="77777777" w:rsidR="00894CE9" w:rsidRDefault="00894CE9" w:rsidP="00D946DB">
      <w:pPr>
        <w:spacing w:before="0" w:after="0"/>
      </w:pPr>
      <w:r>
        <w:continuationSeparator/>
      </w:r>
    </w:p>
  </w:footnote>
  <w:footnote w:type="continuationNotice" w:id="1">
    <w:p w14:paraId="76C32EE3" w14:textId="77777777" w:rsidR="00894CE9" w:rsidRDefault="00894CE9">
      <w:pPr>
        <w:spacing w:before="0" w:after="0"/>
      </w:pPr>
    </w:p>
  </w:footnote>
  <w:footnote w:id="2">
    <w:p w14:paraId="72185E6E" w14:textId="77777777" w:rsidR="00894CE9" w:rsidRPr="00B33C46" w:rsidRDefault="00894CE9" w:rsidP="006876BA">
      <w:pPr>
        <w:pStyle w:val="FootnoteText"/>
      </w:pPr>
      <w:r>
        <w:rPr>
          <w:rStyle w:val="FootnoteReference"/>
        </w:rPr>
        <w:footnoteRef/>
      </w:r>
      <w:r>
        <w:t xml:space="preserve"> Směrnice Evropského parlamentu a Rady 2014/59/EU ze dne 15. května 2014, kterou se stanoví rámec pro ozdravné postupy a řešení krize úvěrových institucí a investičních podniků a kterou se mění směrnice Rady 82/891/EHS, směrnice Evropského parlamentu a Rady 2001/24/ES, 2002/47/ES, 2004/25/ES, 2005/56/ES, 2007/36/ES, 2011/35/EU, 2012/30/EU a 2013/36/EU a nařízení Evropského parlamentu a Rady (EU) č. 1093/2010 a (EU) č. 648/2012 (Úř. věst. L 173, 12.6.2014, s. 190).</w:t>
      </w:r>
    </w:p>
  </w:footnote>
  <w:footnote w:id="3">
    <w:p w14:paraId="1E07EC4E" w14:textId="77777777" w:rsidR="00894CE9" w:rsidRPr="00B33C46" w:rsidRDefault="00894CE9" w:rsidP="006876BA">
      <w:pPr>
        <w:pStyle w:val="FootnoteText"/>
      </w:pPr>
      <w:r>
        <w:rPr>
          <w:rStyle w:val="FootnoteReference"/>
        </w:rPr>
        <w:footnoteRef/>
      </w:r>
      <w:r>
        <w:t xml:space="preserve"> Nařízení Evropského parlamentu a Rady (EU) č. 575/2013 ze dne 26. června 2013 o obezřetnostních požadavcích na úvěrové instituce a investiční podniky a o změně nařízení (EU) č. 648/2012 (Úř. věst. L 176, 27.6.2013, s. 1).</w:t>
      </w:r>
    </w:p>
  </w:footnote>
  <w:footnote w:id="4">
    <w:p w14:paraId="1AE3BE26" w14:textId="5BB9534A" w:rsidR="00894CE9" w:rsidRPr="001562B3" w:rsidRDefault="00894CE9" w:rsidP="009D5DA0">
      <w:pPr>
        <w:pStyle w:val="FootnoteText"/>
      </w:pPr>
      <w:r>
        <w:rPr>
          <w:rStyle w:val="FootnoteReference"/>
        </w:rPr>
        <w:footnoteRef/>
      </w:r>
      <w:r>
        <w:t xml:space="preserve"> </w:t>
      </w:r>
      <w:r>
        <w:tab/>
        <w:t>Prováděcí nařízení Komise (EU) 2018/1624 ze dne 23. října 2018, kterým se podle směrnice Evropského parlamentu a Rady 2014/59/EU stanoví prováděcí technické normy, pokud jde o postupy, standardní formuláře a vzory k poskytování informací pro účely plánů řešení krize úvěrových institucí a investičních podniků, a zrušuje prováděcí nařízení Komise (EU) 2016/1066 (Úř. věst. L 277, 7.11.2018, s. 1).</w:t>
      </w:r>
    </w:p>
  </w:footnote>
  <w:footnote w:id="5">
    <w:p w14:paraId="692FB9C1" w14:textId="77777777" w:rsidR="00894CE9" w:rsidRPr="00B33C46" w:rsidRDefault="00894CE9" w:rsidP="006876BA">
      <w:pPr>
        <w:pStyle w:val="FootnoteText"/>
      </w:pPr>
      <w:r>
        <w:rPr>
          <w:rStyle w:val="FootnoteReference"/>
        </w:rPr>
        <w:footnoteRef/>
      </w:r>
      <w:r>
        <w:t xml:space="preserve"> Směrnice Evropského parlamentu a Rady 2013/36/EU ze dne 26. června 2013 o přístupu k činnosti úvěrových institucí a o obezřetnostním dohledu nad úvěrovými institucemi a investičními podniky, o změně směrnice 2002/87/ES a zrušení směrnic 2006/48/ES a 2006/49/ES (Úř. věst. L 176, 27.6.2013, s. 338).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FEB19" w14:textId="352FC303" w:rsidR="00894CE9" w:rsidRDefault="00894CE9" w:rsidP="00684E72">
    <w:pPr>
      <w:pStyle w:val="Header"/>
      <w:jc w:val="center"/>
    </w:pPr>
    <w:r>
      <w:t>CS</w:t>
    </w:r>
  </w:p>
  <w:p w14:paraId="04590A15" w14:textId="7108A704" w:rsidR="00894CE9" w:rsidRPr="00684E72" w:rsidRDefault="00894CE9" w:rsidP="00684E72">
    <w:pPr>
      <w:pStyle w:val="Header"/>
      <w:jc w:val="center"/>
    </w:pPr>
    <w:r>
      <w:t>Příloha II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1AC87" w14:textId="77777777" w:rsidR="00894CE9" w:rsidRDefault="00894CE9">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535F1A"/>
    <w:multiLevelType w:val="hybridMultilevel"/>
    <w:tmpl w:val="1E3AD932"/>
    <w:lvl w:ilvl="0" w:tplc="0B1A37F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3"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645D18"/>
    <w:multiLevelType w:val="hybridMultilevel"/>
    <w:tmpl w:val="8856C0D4"/>
    <w:lvl w:ilvl="0" w:tplc="0B1A37F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A77F6C"/>
    <w:multiLevelType w:val="hybridMultilevel"/>
    <w:tmpl w:val="716A902E"/>
    <w:lvl w:ilvl="0" w:tplc="0B1A37F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83B89EFA"/>
    <w:lvl w:ilvl="0" w:tplc="236EA62C">
      <w:start w:val="1"/>
      <w:numFmt w:val="decimal"/>
      <w:pStyle w:val="InstructionsText2"/>
      <w:lvlText w:val="%1."/>
      <w:lvlJc w:val="left"/>
      <w:pPr>
        <w:ind w:left="1353" w:hanging="360"/>
      </w:pPr>
      <w:rPr>
        <w:rFonts w:cs="Times New Roman"/>
      </w:rPr>
    </w:lvl>
    <w:lvl w:ilvl="1" w:tplc="04090017">
      <w:start w:val="1"/>
      <w:numFmt w:val="lowerLetter"/>
      <w:lvlText w:val="%2)"/>
      <w:lvlJc w:val="left"/>
      <w:pPr>
        <w:ind w:left="1440" w:hanging="360"/>
      </w:pPr>
      <w:rPr>
        <w:rFonts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6BF5198"/>
    <w:multiLevelType w:val="hybridMultilevel"/>
    <w:tmpl w:val="E14A67E2"/>
    <w:lvl w:ilvl="0" w:tplc="0B1A37F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5"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2" w15:restartNumberingAfterBreak="0">
    <w:nsid w:val="67BB4607"/>
    <w:multiLevelType w:val="hybridMultilevel"/>
    <w:tmpl w:val="10084178"/>
    <w:lvl w:ilvl="0" w:tplc="0B1A37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5"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F734B1"/>
    <w:multiLevelType w:val="hybridMultilevel"/>
    <w:tmpl w:val="68A6FF70"/>
    <w:lvl w:ilvl="0" w:tplc="0B1A37F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7"/>
  </w:num>
  <w:num w:numId="3">
    <w:abstractNumId w:val="37"/>
  </w:num>
  <w:num w:numId="4">
    <w:abstractNumId w:val="20"/>
  </w:num>
  <w:num w:numId="5">
    <w:abstractNumId w:val="33"/>
  </w:num>
  <w:num w:numId="6">
    <w:abstractNumId w:val="17"/>
  </w:num>
  <w:num w:numId="7">
    <w:abstractNumId w:val="36"/>
  </w:num>
  <w:num w:numId="8">
    <w:abstractNumId w:val="7"/>
  </w:num>
  <w:num w:numId="9">
    <w:abstractNumId w:val="30"/>
  </w:num>
  <w:num w:numId="10">
    <w:abstractNumId w:val="15"/>
  </w:num>
  <w:num w:numId="11">
    <w:abstractNumId w:val="23"/>
  </w:num>
  <w:num w:numId="12">
    <w:abstractNumId w:val="10"/>
  </w:num>
  <w:num w:numId="13">
    <w:abstractNumId w:val="31"/>
  </w:num>
  <w:num w:numId="14">
    <w:abstractNumId w:val="26"/>
  </w:num>
  <w:num w:numId="15">
    <w:abstractNumId w:val="14"/>
  </w:num>
  <w:num w:numId="16">
    <w:abstractNumId w:val="22"/>
  </w:num>
  <w:num w:numId="17">
    <w:abstractNumId w:val="13"/>
  </w:num>
  <w:num w:numId="18">
    <w:abstractNumId w:val="34"/>
  </w:num>
  <w:num w:numId="19">
    <w:abstractNumId w:val="2"/>
  </w:num>
  <w:num w:numId="20">
    <w:abstractNumId w:val="38"/>
  </w:num>
  <w:num w:numId="21">
    <w:abstractNumId w:val="35"/>
  </w:num>
  <w:num w:numId="22">
    <w:abstractNumId w:val="9"/>
  </w:num>
  <w:num w:numId="23">
    <w:abstractNumId w:val="5"/>
  </w:num>
  <w:num w:numId="24">
    <w:abstractNumId w:val="6"/>
  </w:num>
  <w:num w:numId="25">
    <w:abstractNumId w:val="29"/>
  </w:num>
  <w:num w:numId="26">
    <w:abstractNumId w:val="8"/>
  </w:num>
  <w:num w:numId="27">
    <w:abstractNumId w:val="19"/>
  </w:num>
  <w:num w:numId="28">
    <w:abstractNumId w:val="1"/>
  </w:num>
  <w:num w:numId="29">
    <w:abstractNumId w:val="11"/>
  </w:num>
  <w:num w:numId="30">
    <w:abstractNumId w:val="4"/>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2"/>
  </w:num>
  <w:num w:numId="34">
    <w:abstractNumId w:val="18"/>
  </w:num>
  <w:num w:numId="35">
    <w:abstractNumId w:val="21"/>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14"/>
  </w:num>
  <w:num w:numId="41">
    <w:abstractNumId w:val="14"/>
  </w:num>
  <w:num w:numId="42">
    <w:abstractNumId w:val="25"/>
  </w:num>
  <w:num w:numId="43">
    <w:abstractNumId w:val="3"/>
  </w:num>
  <w:num w:numId="44">
    <w:abstractNumId w:val="16"/>
  </w:num>
  <w:num w:numId="45">
    <w:abstractNumId w:val="32"/>
  </w:num>
  <w:num w:numId="46">
    <w:abstractNumId w:val="4"/>
  </w:num>
  <w:num w:numId="47">
    <w:abstractNumId w:val="14"/>
  </w:num>
  <w:num w:numId="48">
    <w:abstractNumId w:val="1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109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A29"/>
    <w:rsid w:val="00014DC3"/>
    <w:rsid w:val="0001693F"/>
    <w:rsid w:val="00017D49"/>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3B7C"/>
    <w:rsid w:val="00033C55"/>
    <w:rsid w:val="00034834"/>
    <w:rsid w:val="000359E1"/>
    <w:rsid w:val="000364CE"/>
    <w:rsid w:val="00037093"/>
    <w:rsid w:val="000377CC"/>
    <w:rsid w:val="00041480"/>
    <w:rsid w:val="000418B8"/>
    <w:rsid w:val="000433C4"/>
    <w:rsid w:val="00043DC2"/>
    <w:rsid w:val="0004432C"/>
    <w:rsid w:val="00045036"/>
    <w:rsid w:val="0004590F"/>
    <w:rsid w:val="000466F4"/>
    <w:rsid w:val="00046805"/>
    <w:rsid w:val="00052CAE"/>
    <w:rsid w:val="000530BC"/>
    <w:rsid w:val="0005325E"/>
    <w:rsid w:val="0005400A"/>
    <w:rsid w:val="000548A2"/>
    <w:rsid w:val="00054949"/>
    <w:rsid w:val="0005609F"/>
    <w:rsid w:val="000565B6"/>
    <w:rsid w:val="0005681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6F4"/>
    <w:rsid w:val="00072609"/>
    <w:rsid w:val="0007412E"/>
    <w:rsid w:val="00074EC6"/>
    <w:rsid w:val="000758FE"/>
    <w:rsid w:val="00076091"/>
    <w:rsid w:val="00076342"/>
    <w:rsid w:val="00076880"/>
    <w:rsid w:val="00076ADC"/>
    <w:rsid w:val="00077C5F"/>
    <w:rsid w:val="00077DC8"/>
    <w:rsid w:val="0008111C"/>
    <w:rsid w:val="00082265"/>
    <w:rsid w:val="000828C6"/>
    <w:rsid w:val="000843B3"/>
    <w:rsid w:val="00084A4D"/>
    <w:rsid w:val="000858A9"/>
    <w:rsid w:val="00087700"/>
    <w:rsid w:val="00087E1A"/>
    <w:rsid w:val="000903FA"/>
    <w:rsid w:val="0009195D"/>
    <w:rsid w:val="00092F67"/>
    <w:rsid w:val="00093411"/>
    <w:rsid w:val="00093686"/>
    <w:rsid w:val="00093831"/>
    <w:rsid w:val="00094D25"/>
    <w:rsid w:val="00095191"/>
    <w:rsid w:val="00095D0D"/>
    <w:rsid w:val="00096566"/>
    <w:rsid w:val="00096942"/>
    <w:rsid w:val="0009761E"/>
    <w:rsid w:val="00097C81"/>
    <w:rsid w:val="00097E91"/>
    <w:rsid w:val="000A1955"/>
    <w:rsid w:val="000A3889"/>
    <w:rsid w:val="000A3B1A"/>
    <w:rsid w:val="000A3F45"/>
    <w:rsid w:val="000A4B61"/>
    <w:rsid w:val="000A4C10"/>
    <w:rsid w:val="000A5224"/>
    <w:rsid w:val="000A57BC"/>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13F9"/>
    <w:rsid w:val="000F1CEA"/>
    <w:rsid w:val="000F211A"/>
    <w:rsid w:val="000F2EC8"/>
    <w:rsid w:val="000F2F09"/>
    <w:rsid w:val="000F33AF"/>
    <w:rsid w:val="000F46D5"/>
    <w:rsid w:val="000F4702"/>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62B3"/>
    <w:rsid w:val="00156555"/>
    <w:rsid w:val="001570C4"/>
    <w:rsid w:val="00157B19"/>
    <w:rsid w:val="0016072E"/>
    <w:rsid w:val="00161EDF"/>
    <w:rsid w:val="001628F4"/>
    <w:rsid w:val="00162CCF"/>
    <w:rsid w:val="0016365A"/>
    <w:rsid w:val="00163DBA"/>
    <w:rsid w:val="00164970"/>
    <w:rsid w:val="00164B62"/>
    <w:rsid w:val="00165D53"/>
    <w:rsid w:val="00167A14"/>
    <w:rsid w:val="00167E59"/>
    <w:rsid w:val="001721BD"/>
    <w:rsid w:val="001734AB"/>
    <w:rsid w:val="0017396B"/>
    <w:rsid w:val="0017440D"/>
    <w:rsid w:val="00174CBB"/>
    <w:rsid w:val="00175957"/>
    <w:rsid w:val="00176F16"/>
    <w:rsid w:val="00181174"/>
    <w:rsid w:val="00181888"/>
    <w:rsid w:val="001822DF"/>
    <w:rsid w:val="00182871"/>
    <w:rsid w:val="00183B7A"/>
    <w:rsid w:val="00183F97"/>
    <w:rsid w:val="00184B3F"/>
    <w:rsid w:val="00184E8A"/>
    <w:rsid w:val="0018533B"/>
    <w:rsid w:val="001854F6"/>
    <w:rsid w:val="00185877"/>
    <w:rsid w:val="0018613E"/>
    <w:rsid w:val="00187348"/>
    <w:rsid w:val="00187488"/>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21AE"/>
    <w:rsid w:val="001B3CDA"/>
    <w:rsid w:val="001B44EE"/>
    <w:rsid w:val="001B4EA5"/>
    <w:rsid w:val="001B51A1"/>
    <w:rsid w:val="001B5499"/>
    <w:rsid w:val="001B5725"/>
    <w:rsid w:val="001B6ABE"/>
    <w:rsid w:val="001B6D4D"/>
    <w:rsid w:val="001B7D0F"/>
    <w:rsid w:val="001B7F1A"/>
    <w:rsid w:val="001C1392"/>
    <w:rsid w:val="001C2BA5"/>
    <w:rsid w:val="001C369A"/>
    <w:rsid w:val="001C3A19"/>
    <w:rsid w:val="001C3D30"/>
    <w:rsid w:val="001C5557"/>
    <w:rsid w:val="001C5CA8"/>
    <w:rsid w:val="001C6416"/>
    <w:rsid w:val="001C6D0D"/>
    <w:rsid w:val="001C74CC"/>
    <w:rsid w:val="001C7897"/>
    <w:rsid w:val="001C79CB"/>
    <w:rsid w:val="001C7AB7"/>
    <w:rsid w:val="001C7F2A"/>
    <w:rsid w:val="001D04B3"/>
    <w:rsid w:val="001D0B80"/>
    <w:rsid w:val="001D10FC"/>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2EA4"/>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E37"/>
    <w:rsid w:val="00246BCA"/>
    <w:rsid w:val="00247E0B"/>
    <w:rsid w:val="00250176"/>
    <w:rsid w:val="002506A3"/>
    <w:rsid w:val="00251CF4"/>
    <w:rsid w:val="00251F24"/>
    <w:rsid w:val="0025267A"/>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906F5"/>
    <w:rsid w:val="00290CAD"/>
    <w:rsid w:val="002917CA"/>
    <w:rsid w:val="002920FF"/>
    <w:rsid w:val="00292409"/>
    <w:rsid w:val="00292A20"/>
    <w:rsid w:val="0029472F"/>
    <w:rsid w:val="00295225"/>
    <w:rsid w:val="00296897"/>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99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EB7"/>
    <w:rsid w:val="002E587F"/>
    <w:rsid w:val="002F07EA"/>
    <w:rsid w:val="002F0C15"/>
    <w:rsid w:val="002F1163"/>
    <w:rsid w:val="002F170E"/>
    <w:rsid w:val="002F1920"/>
    <w:rsid w:val="002F19BB"/>
    <w:rsid w:val="002F1E8D"/>
    <w:rsid w:val="002F2663"/>
    <w:rsid w:val="002F39A7"/>
    <w:rsid w:val="002F4769"/>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50B6"/>
    <w:rsid w:val="00325654"/>
    <w:rsid w:val="003256D0"/>
    <w:rsid w:val="003259DA"/>
    <w:rsid w:val="0032635E"/>
    <w:rsid w:val="00327CA4"/>
    <w:rsid w:val="003300FF"/>
    <w:rsid w:val="00330199"/>
    <w:rsid w:val="00330E4D"/>
    <w:rsid w:val="00330E8B"/>
    <w:rsid w:val="00331FE6"/>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6A1"/>
    <w:rsid w:val="0036191E"/>
    <w:rsid w:val="003619EE"/>
    <w:rsid w:val="00361D60"/>
    <w:rsid w:val="0036208E"/>
    <w:rsid w:val="00363969"/>
    <w:rsid w:val="0036415F"/>
    <w:rsid w:val="003663B7"/>
    <w:rsid w:val="00366794"/>
    <w:rsid w:val="003677E2"/>
    <w:rsid w:val="00370D79"/>
    <w:rsid w:val="00371593"/>
    <w:rsid w:val="00371653"/>
    <w:rsid w:val="00373E3E"/>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5D31"/>
    <w:rsid w:val="003B60E3"/>
    <w:rsid w:val="003B7060"/>
    <w:rsid w:val="003B72D9"/>
    <w:rsid w:val="003C050A"/>
    <w:rsid w:val="003C0FB5"/>
    <w:rsid w:val="003C1BB1"/>
    <w:rsid w:val="003C1F98"/>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93B"/>
    <w:rsid w:val="003D3CED"/>
    <w:rsid w:val="003D419A"/>
    <w:rsid w:val="003D431C"/>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7DA"/>
    <w:rsid w:val="004377E2"/>
    <w:rsid w:val="00437CF3"/>
    <w:rsid w:val="004408E7"/>
    <w:rsid w:val="00441D4D"/>
    <w:rsid w:val="00442F6E"/>
    <w:rsid w:val="00443003"/>
    <w:rsid w:val="00443BEC"/>
    <w:rsid w:val="00443DD0"/>
    <w:rsid w:val="00444CF3"/>
    <w:rsid w:val="00444DAC"/>
    <w:rsid w:val="00445E06"/>
    <w:rsid w:val="0045099E"/>
    <w:rsid w:val="00450A2E"/>
    <w:rsid w:val="00451220"/>
    <w:rsid w:val="00451B63"/>
    <w:rsid w:val="00452FEF"/>
    <w:rsid w:val="00453999"/>
    <w:rsid w:val="00453B42"/>
    <w:rsid w:val="00454082"/>
    <w:rsid w:val="00454139"/>
    <w:rsid w:val="00454476"/>
    <w:rsid w:val="00455364"/>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3CE"/>
    <w:rsid w:val="00491E48"/>
    <w:rsid w:val="00491F4D"/>
    <w:rsid w:val="00492D77"/>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B60"/>
    <w:rsid w:val="004B031B"/>
    <w:rsid w:val="004B135C"/>
    <w:rsid w:val="004B26E4"/>
    <w:rsid w:val="004B2A17"/>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E0244"/>
    <w:rsid w:val="004E04BF"/>
    <w:rsid w:val="004E081B"/>
    <w:rsid w:val="004E0A91"/>
    <w:rsid w:val="004E28B1"/>
    <w:rsid w:val="004E2BE7"/>
    <w:rsid w:val="004E5001"/>
    <w:rsid w:val="004E5B02"/>
    <w:rsid w:val="004E6D5F"/>
    <w:rsid w:val="004E7936"/>
    <w:rsid w:val="004E7DF2"/>
    <w:rsid w:val="004F0D16"/>
    <w:rsid w:val="004F2B30"/>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EEA"/>
    <w:rsid w:val="00521D56"/>
    <w:rsid w:val="00522067"/>
    <w:rsid w:val="00522C4A"/>
    <w:rsid w:val="00522F33"/>
    <w:rsid w:val="0052367C"/>
    <w:rsid w:val="00523DD6"/>
    <w:rsid w:val="0052529D"/>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1BB5"/>
    <w:rsid w:val="005723E9"/>
    <w:rsid w:val="00572C82"/>
    <w:rsid w:val="0057350E"/>
    <w:rsid w:val="00573DB4"/>
    <w:rsid w:val="005748DD"/>
    <w:rsid w:val="00576215"/>
    <w:rsid w:val="0057632A"/>
    <w:rsid w:val="005808DE"/>
    <w:rsid w:val="00581FA5"/>
    <w:rsid w:val="00582923"/>
    <w:rsid w:val="00584165"/>
    <w:rsid w:val="00585408"/>
    <w:rsid w:val="00585466"/>
    <w:rsid w:val="0058617B"/>
    <w:rsid w:val="00586844"/>
    <w:rsid w:val="00586927"/>
    <w:rsid w:val="005911AC"/>
    <w:rsid w:val="00592C0C"/>
    <w:rsid w:val="00593E1F"/>
    <w:rsid w:val="0059657D"/>
    <w:rsid w:val="00596FA9"/>
    <w:rsid w:val="00597698"/>
    <w:rsid w:val="00597BBC"/>
    <w:rsid w:val="005A020C"/>
    <w:rsid w:val="005A0227"/>
    <w:rsid w:val="005A18FB"/>
    <w:rsid w:val="005A2182"/>
    <w:rsid w:val="005A2363"/>
    <w:rsid w:val="005A43B1"/>
    <w:rsid w:val="005A4C7A"/>
    <w:rsid w:val="005A6305"/>
    <w:rsid w:val="005A7CA9"/>
    <w:rsid w:val="005B02DE"/>
    <w:rsid w:val="005B0463"/>
    <w:rsid w:val="005B09E4"/>
    <w:rsid w:val="005B0C8D"/>
    <w:rsid w:val="005B13A0"/>
    <w:rsid w:val="005B321D"/>
    <w:rsid w:val="005B3B7C"/>
    <w:rsid w:val="005B3F5D"/>
    <w:rsid w:val="005B4D65"/>
    <w:rsid w:val="005B54BB"/>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E90"/>
    <w:rsid w:val="006178CF"/>
    <w:rsid w:val="00620AB3"/>
    <w:rsid w:val="00622B37"/>
    <w:rsid w:val="00622DF8"/>
    <w:rsid w:val="00623BD2"/>
    <w:rsid w:val="0062558D"/>
    <w:rsid w:val="00625DF9"/>
    <w:rsid w:val="006269F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7B8"/>
    <w:rsid w:val="00647F9C"/>
    <w:rsid w:val="00650358"/>
    <w:rsid w:val="00650A08"/>
    <w:rsid w:val="00650D5A"/>
    <w:rsid w:val="00650DB8"/>
    <w:rsid w:val="00651C18"/>
    <w:rsid w:val="006529BF"/>
    <w:rsid w:val="00652DF7"/>
    <w:rsid w:val="00652F11"/>
    <w:rsid w:val="00656BF0"/>
    <w:rsid w:val="00660913"/>
    <w:rsid w:val="0066173C"/>
    <w:rsid w:val="0066186C"/>
    <w:rsid w:val="00662545"/>
    <w:rsid w:val="0066272A"/>
    <w:rsid w:val="00663444"/>
    <w:rsid w:val="006646B6"/>
    <w:rsid w:val="006660B9"/>
    <w:rsid w:val="00666996"/>
    <w:rsid w:val="00667FF5"/>
    <w:rsid w:val="0067016F"/>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A01F5"/>
    <w:rsid w:val="006A14F6"/>
    <w:rsid w:val="006A20A0"/>
    <w:rsid w:val="006A228A"/>
    <w:rsid w:val="006A3201"/>
    <w:rsid w:val="006A357B"/>
    <w:rsid w:val="006A3A82"/>
    <w:rsid w:val="006A4119"/>
    <w:rsid w:val="006A4B1B"/>
    <w:rsid w:val="006A6CCF"/>
    <w:rsid w:val="006A70CB"/>
    <w:rsid w:val="006A7AEE"/>
    <w:rsid w:val="006B08A5"/>
    <w:rsid w:val="006B19A0"/>
    <w:rsid w:val="006B1A77"/>
    <w:rsid w:val="006B2A31"/>
    <w:rsid w:val="006B339C"/>
    <w:rsid w:val="006B36C2"/>
    <w:rsid w:val="006B3EA8"/>
    <w:rsid w:val="006B4AC8"/>
    <w:rsid w:val="006B55D6"/>
    <w:rsid w:val="006B5A2B"/>
    <w:rsid w:val="006B5BA8"/>
    <w:rsid w:val="006B5DEC"/>
    <w:rsid w:val="006B7228"/>
    <w:rsid w:val="006B72F3"/>
    <w:rsid w:val="006C0691"/>
    <w:rsid w:val="006C0915"/>
    <w:rsid w:val="006C11BB"/>
    <w:rsid w:val="006C163A"/>
    <w:rsid w:val="006C1FB5"/>
    <w:rsid w:val="006C308D"/>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6241"/>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242B"/>
    <w:rsid w:val="00732881"/>
    <w:rsid w:val="00732D6D"/>
    <w:rsid w:val="00733B77"/>
    <w:rsid w:val="007345D3"/>
    <w:rsid w:val="0073473E"/>
    <w:rsid w:val="0073581C"/>
    <w:rsid w:val="00736AD5"/>
    <w:rsid w:val="00736D07"/>
    <w:rsid w:val="00736D27"/>
    <w:rsid w:val="00736F34"/>
    <w:rsid w:val="00740250"/>
    <w:rsid w:val="00741167"/>
    <w:rsid w:val="00741BA6"/>
    <w:rsid w:val="007420C6"/>
    <w:rsid w:val="007434D0"/>
    <w:rsid w:val="00744DAA"/>
    <w:rsid w:val="00744F64"/>
    <w:rsid w:val="00745142"/>
    <w:rsid w:val="00745369"/>
    <w:rsid w:val="007463E2"/>
    <w:rsid w:val="007466A4"/>
    <w:rsid w:val="007475A3"/>
    <w:rsid w:val="007503D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74DE"/>
    <w:rsid w:val="007676ED"/>
    <w:rsid w:val="007679BF"/>
    <w:rsid w:val="00767AB5"/>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6537"/>
    <w:rsid w:val="007B0068"/>
    <w:rsid w:val="007B025E"/>
    <w:rsid w:val="007B0AC3"/>
    <w:rsid w:val="007B16A3"/>
    <w:rsid w:val="007B22C7"/>
    <w:rsid w:val="007B2300"/>
    <w:rsid w:val="007B4F0B"/>
    <w:rsid w:val="007B4FD3"/>
    <w:rsid w:val="007B5523"/>
    <w:rsid w:val="007B5E16"/>
    <w:rsid w:val="007C099C"/>
    <w:rsid w:val="007C10D9"/>
    <w:rsid w:val="007C3317"/>
    <w:rsid w:val="007C3B71"/>
    <w:rsid w:val="007C4C33"/>
    <w:rsid w:val="007C5DF2"/>
    <w:rsid w:val="007C6E66"/>
    <w:rsid w:val="007C795D"/>
    <w:rsid w:val="007D127B"/>
    <w:rsid w:val="007D143F"/>
    <w:rsid w:val="007D1696"/>
    <w:rsid w:val="007D183F"/>
    <w:rsid w:val="007D2AEF"/>
    <w:rsid w:val="007D2CE6"/>
    <w:rsid w:val="007D41F2"/>
    <w:rsid w:val="007D4FF8"/>
    <w:rsid w:val="007D63B3"/>
    <w:rsid w:val="007D6456"/>
    <w:rsid w:val="007D7D73"/>
    <w:rsid w:val="007E16E5"/>
    <w:rsid w:val="007E18BB"/>
    <w:rsid w:val="007E2B33"/>
    <w:rsid w:val="007E33D4"/>
    <w:rsid w:val="007E39E6"/>
    <w:rsid w:val="007E3DCF"/>
    <w:rsid w:val="007E475F"/>
    <w:rsid w:val="007E6F35"/>
    <w:rsid w:val="007E7340"/>
    <w:rsid w:val="007F0442"/>
    <w:rsid w:val="007F0EF4"/>
    <w:rsid w:val="007F360A"/>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4B2C"/>
    <w:rsid w:val="00884FEB"/>
    <w:rsid w:val="00885185"/>
    <w:rsid w:val="00885309"/>
    <w:rsid w:val="0088630E"/>
    <w:rsid w:val="00887637"/>
    <w:rsid w:val="00887A83"/>
    <w:rsid w:val="0089010B"/>
    <w:rsid w:val="00893133"/>
    <w:rsid w:val="008932B5"/>
    <w:rsid w:val="00894221"/>
    <w:rsid w:val="00894CE9"/>
    <w:rsid w:val="008968A4"/>
    <w:rsid w:val="00897034"/>
    <w:rsid w:val="00897812"/>
    <w:rsid w:val="008A0F2E"/>
    <w:rsid w:val="008A1195"/>
    <w:rsid w:val="008A1A1E"/>
    <w:rsid w:val="008A1C51"/>
    <w:rsid w:val="008A301C"/>
    <w:rsid w:val="008A3152"/>
    <w:rsid w:val="008A49E8"/>
    <w:rsid w:val="008A4E68"/>
    <w:rsid w:val="008A509C"/>
    <w:rsid w:val="008A5DBC"/>
    <w:rsid w:val="008A61B3"/>
    <w:rsid w:val="008A72E9"/>
    <w:rsid w:val="008A7A5D"/>
    <w:rsid w:val="008B1A0F"/>
    <w:rsid w:val="008B2119"/>
    <w:rsid w:val="008B2F5E"/>
    <w:rsid w:val="008B37B1"/>
    <w:rsid w:val="008B6066"/>
    <w:rsid w:val="008B695F"/>
    <w:rsid w:val="008B7267"/>
    <w:rsid w:val="008B73EE"/>
    <w:rsid w:val="008C017D"/>
    <w:rsid w:val="008C09FE"/>
    <w:rsid w:val="008C0FD4"/>
    <w:rsid w:val="008C122C"/>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CA9"/>
    <w:rsid w:val="008E420D"/>
    <w:rsid w:val="008E4344"/>
    <w:rsid w:val="008E47D2"/>
    <w:rsid w:val="008E501F"/>
    <w:rsid w:val="008E5ADB"/>
    <w:rsid w:val="008E61F1"/>
    <w:rsid w:val="008E638A"/>
    <w:rsid w:val="008E6E73"/>
    <w:rsid w:val="008F14C3"/>
    <w:rsid w:val="008F1D51"/>
    <w:rsid w:val="008F1F48"/>
    <w:rsid w:val="008F2D4E"/>
    <w:rsid w:val="008F42E6"/>
    <w:rsid w:val="008F50DF"/>
    <w:rsid w:val="008F54B0"/>
    <w:rsid w:val="008F5BFE"/>
    <w:rsid w:val="00900C1D"/>
    <w:rsid w:val="009013D1"/>
    <w:rsid w:val="00901501"/>
    <w:rsid w:val="0090259E"/>
    <w:rsid w:val="00902941"/>
    <w:rsid w:val="00902E77"/>
    <w:rsid w:val="00902EFC"/>
    <w:rsid w:val="0090537F"/>
    <w:rsid w:val="00905EA9"/>
    <w:rsid w:val="009068C9"/>
    <w:rsid w:val="00907115"/>
    <w:rsid w:val="00907513"/>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7028"/>
    <w:rsid w:val="00947A01"/>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1E9"/>
    <w:rsid w:val="00965272"/>
    <w:rsid w:val="00965D27"/>
    <w:rsid w:val="00966663"/>
    <w:rsid w:val="00967868"/>
    <w:rsid w:val="00967FAE"/>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C58"/>
    <w:rsid w:val="009C33B1"/>
    <w:rsid w:val="009C3801"/>
    <w:rsid w:val="009C3D16"/>
    <w:rsid w:val="009C3DD6"/>
    <w:rsid w:val="009C4057"/>
    <w:rsid w:val="009C4291"/>
    <w:rsid w:val="009C44E7"/>
    <w:rsid w:val="009C4702"/>
    <w:rsid w:val="009C5582"/>
    <w:rsid w:val="009C7899"/>
    <w:rsid w:val="009C7D6A"/>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63E"/>
    <w:rsid w:val="009E5DCC"/>
    <w:rsid w:val="009E655E"/>
    <w:rsid w:val="009E718A"/>
    <w:rsid w:val="009E7D4D"/>
    <w:rsid w:val="009F0569"/>
    <w:rsid w:val="009F1084"/>
    <w:rsid w:val="009F2B54"/>
    <w:rsid w:val="009F3AD0"/>
    <w:rsid w:val="009F43AC"/>
    <w:rsid w:val="009F5250"/>
    <w:rsid w:val="009F5262"/>
    <w:rsid w:val="009F6790"/>
    <w:rsid w:val="009F78B4"/>
    <w:rsid w:val="009F7C08"/>
    <w:rsid w:val="009F7D90"/>
    <w:rsid w:val="00A0108C"/>
    <w:rsid w:val="00A01653"/>
    <w:rsid w:val="00A01C72"/>
    <w:rsid w:val="00A01D02"/>
    <w:rsid w:val="00A02850"/>
    <w:rsid w:val="00A0358A"/>
    <w:rsid w:val="00A03C89"/>
    <w:rsid w:val="00A03DC9"/>
    <w:rsid w:val="00A045D1"/>
    <w:rsid w:val="00A0483F"/>
    <w:rsid w:val="00A04CFA"/>
    <w:rsid w:val="00A06840"/>
    <w:rsid w:val="00A10395"/>
    <w:rsid w:val="00A10C90"/>
    <w:rsid w:val="00A11445"/>
    <w:rsid w:val="00A12B66"/>
    <w:rsid w:val="00A136CD"/>
    <w:rsid w:val="00A1438B"/>
    <w:rsid w:val="00A1449E"/>
    <w:rsid w:val="00A22DB7"/>
    <w:rsid w:val="00A231C1"/>
    <w:rsid w:val="00A232F8"/>
    <w:rsid w:val="00A241AB"/>
    <w:rsid w:val="00A24751"/>
    <w:rsid w:val="00A248E2"/>
    <w:rsid w:val="00A26662"/>
    <w:rsid w:val="00A2674E"/>
    <w:rsid w:val="00A26E3F"/>
    <w:rsid w:val="00A27C27"/>
    <w:rsid w:val="00A31125"/>
    <w:rsid w:val="00A320B1"/>
    <w:rsid w:val="00A325F5"/>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A25"/>
    <w:rsid w:val="00A82B62"/>
    <w:rsid w:val="00A840BE"/>
    <w:rsid w:val="00A840D5"/>
    <w:rsid w:val="00A855F0"/>
    <w:rsid w:val="00A85CE0"/>
    <w:rsid w:val="00A85E91"/>
    <w:rsid w:val="00A86139"/>
    <w:rsid w:val="00A86EB4"/>
    <w:rsid w:val="00A90154"/>
    <w:rsid w:val="00A903BA"/>
    <w:rsid w:val="00A90BDF"/>
    <w:rsid w:val="00A92639"/>
    <w:rsid w:val="00A92CFF"/>
    <w:rsid w:val="00A94FBC"/>
    <w:rsid w:val="00A9559C"/>
    <w:rsid w:val="00A95FD0"/>
    <w:rsid w:val="00AA02BE"/>
    <w:rsid w:val="00AA0466"/>
    <w:rsid w:val="00AA1B66"/>
    <w:rsid w:val="00AA3189"/>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E50"/>
    <w:rsid w:val="00AF1F57"/>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4792"/>
    <w:rsid w:val="00B74827"/>
    <w:rsid w:val="00B759BA"/>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7C80"/>
    <w:rsid w:val="00B90E57"/>
    <w:rsid w:val="00B90F63"/>
    <w:rsid w:val="00B91440"/>
    <w:rsid w:val="00B93FA1"/>
    <w:rsid w:val="00B94302"/>
    <w:rsid w:val="00B95468"/>
    <w:rsid w:val="00B96FBD"/>
    <w:rsid w:val="00B976CF"/>
    <w:rsid w:val="00B97F1B"/>
    <w:rsid w:val="00BA0077"/>
    <w:rsid w:val="00BA1C6C"/>
    <w:rsid w:val="00BA209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FEB"/>
    <w:rsid w:val="00C13D76"/>
    <w:rsid w:val="00C140C6"/>
    <w:rsid w:val="00C144EF"/>
    <w:rsid w:val="00C1534E"/>
    <w:rsid w:val="00C15B90"/>
    <w:rsid w:val="00C211DC"/>
    <w:rsid w:val="00C2135F"/>
    <w:rsid w:val="00C23169"/>
    <w:rsid w:val="00C233C6"/>
    <w:rsid w:val="00C23D4E"/>
    <w:rsid w:val="00C25670"/>
    <w:rsid w:val="00C2636B"/>
    <w:rsid w:val="00C271AC"/>
    <w:rsid w:val="00C277FB"/>
    <w:rsid w:val="00C27CEA"/>
    <w:rsid w:val="00C30639"/>
    <w:rsid w:val="00C306B3"/>
    <w:rsid w:val="00C306F6"/>
    <w:rsid w:val="00C3194E"/>
    <w:rsid w:val="00C31BBB"/>
    <w:rsid w:val="00C345ED"/>
    <w:rsid w:val="00C34837"/>
    <w:rsid w:val="00C348B3"/>
    <w:rsid w:val="00C356C8"/>
    <w:rsid w:val="00C367B4"/>
    <w:rsid w:val="00C36B2D"/>
    <w:rsid w:val="00C37581"/>
    <w:rsid w:val="00C375F3"/>
    <w:rsid w:val="00C37615"/>
    <w:rsid w:val="00C37B29"/>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79E"/>
    <w:rsid w:val="00C84BAF"/>
    <w:rsid w:val="00C84C64"/>
    <w:rsid w:val="00C8571F"/>
    <w:rsid w:val="00C8643E"/>
    <w:rsid w:val="00C86E5A"/>
    <w:rsid w:val="00C87CEE"/>
    <w:rsid w:val="00C9009E"/>
    <w:rsid w:val="00C90338"/>
    <w:rsid w:val="00C904F7"/>
    <w:rsid w:val="00C917B0"/>
    <w:rsid w:val="00C91ACB"/>
    <w:rsid w:val="00C91DC9"/>
    <w:rsid w:val="00C9299D"/>
    <w:rsid w:val="00C93697"/>
    <w:rsid w:val="00C93FC2"/>
    <w:rsid w:val="00C941FF"/>
    <w:rsid w:val="00C94AFD"/>
    <w:rsid w:val="00C95414"/>
    <w:rsid w:val="00C95E48"/>
    <w:rsid w:val="00C960CE"/>
    <w:rsid w:val="00C96468"/>
    <w:rsid w:val="00C9673B"/>
    <w:rsid w:val="00C973FB"/>
    <w:rsid w:val="00CA04FD"/>
    <w:rsid w:val="00CA0C40"/>
    <w:rsid w:val="00CA126C"/>
    <w:rsid w:val="00CA13B9"/>
    <w:rsid w:val="00CA270D"/>
    <w:rsid w:val="00CA2E80"/>
    <w:rsid w:val="00CA2E92"/>
    <w:rsid w:val="00CA61EE"/>
    <w:rsid w:val="00CA6F54"/>
    <w:rsid w:val="00CA73FF"/>
    <w:rsid w:val="00CB1F27"/>
    <w:rsid w:val="00CB256D"/>
    <w:rsid w:val="00CB484B"/>
    <w:rsid w:val="00CB4E0C"/>
    <w:rsid w:val="00CB5059"/>
    <w:rsid w:val="00CB6C8D"/>
    <w:rsid w:val="00CB71A7"/>
    <w:rsid w:val="00CB7F46"/>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49AE"/>
    <w:rsid w:val="00CD5154"/>
    <w:rsid w:val="00CD51BC"/>
    <w:rsid w:val="00CD58AA"/>
    <w:rsid w:val="00CD7887"/>
    <w:rsid w:val="00CD7AB6"/>
    <w:rsid w:val="00CD7D5B"/>
    <w:rsid w:val="00CD7ED8"/>
    <w:rsid w:val="00CE1093"/>
    <w:rsid w:val="00CE2B78"/>
    <w:rsid w:val="00CE31F7"/>
    <w:rsid w:val="00CE44FE"/>
    <w:rsid w:val="00CE47AF"/>
    <w:rsid w:val="00CE4C49"/>
    <w:rsid w:val="00CE56D5"/>
    <w:rsid w:val="00CE5ACF"/>
    <w:rsid w:val="00CE68B9"/>
    <w:rsid w:val="00CE7347"/>
    <w:rsid w:val="00CE7F91"/>
    <w:rsid w:val="00CF0568"/>
    <w:rsid w:val="00CF2D64"/>
    <w:rsid w:val="00CF40EE"/>
    <w:rsid w:val="00CF5466"/>
    <w:rsid w:val="00CF6C51"/>
    <w:rsid w:val="00CF6D85"/>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EE0"/>
    <w:rsid w:val="00D15808"/>
    <w:rsid w:val="00D16489"/>
    <w:rsid w:val="00D1690D"/>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412C0"/>
    <w:rsid w:val="00D4194D"/>
    <w:rsid w:val="00D41CA6"/>
    <w:rsid w:val="00D42AB8"/>
    <w:rsid w:val="00D4457C"/>
    <w:rsid w:val="00D459F5"/>
    <w:rsid w:val="00D45B15"/>
    <w:rsid w:val="00D47551"/>
    <w:rsid w:val="00D47D10"/>
    <w:rsid w:val="00D51A17"/>
    <w:rsid w:val="00D52387"/>
    <w:rsid w:val="00D5285D"/>
    <w:rsid w:val="00D5286B"/>
    <w:rsid w:val="00D52A13"/>
    <w:rsid w:val="00D52FC3"/>
    <w:rsid w:val="00D52FEA"/>
    <w:rsid w:val="00D533DD"/>
    <w:rsid w:val="00D5433B"/>
    <w:rsid w:val="00D54975"/>
    <w:rsid w:val="00D54C42"/>
    <w:rsid w:val="00D56AF5"/>
    <w:rsid w:val="00D60795"/>
    <w:rsid w:val="00D60F96"/>
    <w:rsid w:val="00D61651"/>
    <w:rsid w:val="00D61796"/>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6AC"/>
    <w:rsid w:val="00D82913"/>
    <w:rsid w:val="00D82A56"/>
    <w:rsid w:val="00D82B60"/>
    <w:rsid w:val="00D8369E"/>
    <w:rsid w:val="00D83C2E"/>
    <w:rsid w:val="00D8416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50F3"/>
    <w:rsid w:val="00E052A9"/>
    <w:rsid w:val="00E05895"/>
    <w:rsid w:val="00E05B92"/>
    <w:rsid w:val="00E0639C"/>
    <w:rsid w:val="00E06628"/>
    <w:rsid w:val="00E06E19"/>
    <w:rsid w:val="00E07C8E"/>
    <w:rsid w:val="00E1072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F88"/>
    <w:rsid w:val="00E37B58"/>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335C"/>
    <w:rsid w:val="00E6373B"/>
    <w:rsid w:val="00E63DC8"/>
    <w:rsid w:val="00E645F5"/>
    <w:rsid w:val="00E64ADB"/>
    <w:rsid w:val="00E66040"/>
    <w:rsid w:val="00E6616A"/>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6A85"/>
    <w:rsid w:val="00E9758A"/>
    <w:rsid w:val="00E9791D"/>
    <w:rsid w:val="00E979E9"/>
    <w:rsid w:val="00E97A21"/>
    <w:rsid w:val="00E97CD2"/>
    <w:rsid w:val="00EA050A"/>
    <w:rsid w:val="00EA0BAB"/>
    <w:rsid w:val="00EA0FDF"/>
    <w:rsid w:val="00EA11F0"/>
    <w:rsid w:val="00EA1973"/>
    <w:rsid w:val="00EA276D"/>
    <w:rsid w:val="00EA28E5"/>
    <w:rsid w:val="00EA3FEF"/>
    <w:rsid w:val="00EA4108"/>
    <w:rsid w:val="00EA419C"/>
    <w:rsid w:val="00EA56D1"/>
    <w:rsid w:val="00EB154B"/>
    <w:rsid w:val="00EB1DBE"/>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FA2"/>
    <w:rsid w:val="00ED05AC"/>
    <w:rsid w:val="00ED1956"/>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F006CF"/>
    <w:rsid w:val="00F00A38"/>
    <w:rsid w:val="00F015E6"/>
    <w:rsid w:val="00F02411"/>
    <w:rsid w:val="00F0322C"/>
    <w:rsid w:val="00F0398B"/>
    <w:rsid w:val="00F052D1"/>
    <w:rsid w:val="00F1041F"/>
    <w:rsid w:val="00F1062E"/>
    <w:rsid w:val="00F11185"/>
    <w:rsid w:val="00F117D1"/>
    <w:rsid w:val="00F12D77"/>
    <w:rsid w:val="00F12EA3"/>
    <w:rsid w:val="00F14306"/>
    <w:rsid w:val="00F1455C"/>
    <w:rsid w:val="00F14B07"/>
    <w:rsid w:val="00F177C6"/>
    <w:rsid w:val="00F20F1C"/>
    <w:rsid w:val="00F215C7"/>
    <w:rsid w:val="00F21687"/>
    <w:rsid w:val="00F2228C"/>
    <w:rsid w:val="00F22648"/>
    <w:rsid w:val="00F22876"/>
    <w:rsid w:val="00F249CD"/>
    <w:rsid w:val="00F26B14"/>
    <w:rsid w:val="00F271B3"/>
    <w:rsid w:val="00F30076"/>
    <w:rsid w:val="00F315FD"/>
    <w:rsid w:val="00F325B9"/>
    <w:rsid w:val="00F32D09"/>
    <w:rsid w:val="00F3521D"/>
    <w:rsid w:val="00F356CE"/>
    <w:rsid w:val="00F358AF"/>
    <w:rsid w:val="00F36308"/>
    <w:rsid w:val="00F36F98"/>
    <w:rsid w:val="00F423F0"/>
    <w:rsid w:val="00F4393C"/>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1F8"/>
    <w:rsid w:val="00F84B2D"/>
    <w:rsid w:val="00F85D06"/>
    <w:rsid w:val="00F85F2F"/>
    <w:rsid w:val="00F85FAF"/>
    <w:rsid w:val="00F86360"/>
    <w:rsid w:val="00F87E46"/>
    <w:rsid w:val="00F913DC"/>
    <w:rsid w:val="00F9145F"/>
    <w:rsid w:val="00F91E30"/>
    <w:rsid w:val="00F93400"/>
    <w:rsid w:val="00F93B5F"/>
    <w:rsid w:val="00F942C9"/>
    <w:rsid w:val="00F9591C"/>
    <w:rsid w:val="00FA3858"/>
    <w:rsid w:val="00FA3865"/>
    <w:rsid w:val="00FA46C8"/>
    <w:rsid w:val="00FA4E19"/>
    <w:rsid w:val="00FA610E"/>
    <w:rsid w:val="00FA6E69"/>
    <w:rsid w:val="00FA77E4"/>
    <w:rsid w:val="00FA7DAE"/>
    <w:rsid w:val="00FB1578"/>
    <w:rsid w:val="00FB199D"/>
    <w:rsid w:val="00FB1C26"/>
    <w:rsid w:val="00FB1D44"/>
    <w:rsid w:val="00FB25EE"/>
    <w:rsid w:val="00FB2B1A"/>
    <w:rsid w:val="00FB2CD7"/>
    <w:rsid w:val="00FB2E7B"/>
    <w:rsid w:val="00FB4960"/>
    <w:rsid w:val="00FB523F"/>
    <w:rsid w:val="00FB5258"/>
    <w:rsid w:val="00FB5522"/>
    <w:rsid w:val="00FB598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0945"/>
    <o:shapelayout v:ext="edit">
      <o:idmap v:ext="edit" data="1"/>
    </o:shapelayout>
  </w:shapeDefaults>
  <w:decimalSymbol w:val=","/>
  <w:listSeparator w:val=";"/>
  <w14:docId w14:val="521295A0"/>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cs-CZ"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86D"/>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cs-CZ"/>
    </w:rPr>
  </w:style>
  <w:style w:type="character" w:customStyle="1" w:styleId="Heading2Char">
    <w:name w:val="Heading 2 Char"/>
    <w:link w:val="Heading2"/>
    <w:uiPriority w:val="99"/>
    <w:locked/>
    <w:rsid w:val="00EC5046"/>
    <w:rPr>
      <w:rFonts w:ascii="Verdana" w:hAnsi="Verdana" w:cs="Times New Roman"/>
      <w:b/>
      <w:sz w:val="24"/>
      <w:szCs w:val="24"/>
      <w:u w:val="single"/>
      <w:lang w:val="cs-CZ"/>
    </w:rPr>
  </w:style>
  <w:style w:type="character" w:customStyle="1" w:styleId="Heading3Char">
    <w:name w:val="Heading 3 Char"/>
    <w:uiPriority w:val="99"/>
    <w:locked/>
    <w:rsid w:val="00884FEB"/>
    <w:rPr>
      <w:rFonts w:cs="Times New Roman"/>
      <w:sz w:val="24"/>
      <w:szCs w:val="24"/>
      <w:lang w:val="cs-CZ"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cs-CZ"/>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cs-CZ"/>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cs-CZ"/>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05B92"/>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cs-CZ"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05B92"/>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cs-CZ"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cs-CZ"/>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cs-CZ"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cs-CZ"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cs-CZ"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C3DF8A-FAD2-4EFA-A2C8-2B91CD5FE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9305</Words>
  <Characters>51090</Characters>
  <Application>Microsoft Office Word</Application>
  <DocSecurity>0</DocSecurity>
  <Lines>1310</Lines>
  <Paragraphs>838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59557</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VAPPER Rea (FISMA)</cp:lastModifiedBy>
  <cp:revision>2</cp:revision>
  <cp:lastPrinted>2018-06-07T11:13:00Z</cp:lastPrinted>
  <dcterms:created xsi:type="dcterms:W3CDTF">2021-05-18T10:30:00Z</dcterms:created>
  <dcterms:modified xsi:type="dcterms:W3CDTF">2021-05-18T10:30:00Z</dcterms:modified>
</cp:coreProperties>
</file>